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58" w:rsidRDefault="00F86158" w:rsidP="00915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  <w:lang w:val="uk-UA" w:eastAsia="ru-RU"/>
        </w:rPr>
      </w:pPr>
    </w:p>
    <w:p w:rsidR="00F86158" w:rsidRPr="009150F5" w:rsidRDefault="00F86158" w:rsidP="00915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9F5259">
        <w:rPr>
          <w:rFonts w:ascii="Times New Roman" w:hAnsi="Times New Roman"/>
          <w:noProof/>
          <w:sz w:val="20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5pt;visibility:visible">
            <v:imagedata r:id="rId6" o:title="" grayscale="t" bilevel="t"/>
          </v:shape>
        </w:pict>
      </w:r>
    </w:p>
    <w:p w:rsidR="00F86158" w:rsidRPr="009150F5" w:rsidRDefault="00F86158" w:rsidP="00915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86158" w:rsidRPr="009150F5" w:rsidRDefault="00F86158" w:rsidP="00915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150F5">
        <w:rPr>
          <w:rFonts w:ascii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:rsidR="00F86158" w:rsidRPr="009150F5" w:rsidRDefault="00F86158" w:rsidP="00915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150F5">
        <w:rPr>
          <w:rFonts w:ascii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:rsidR="00F86158" w:rsidRPr="009150F5" w:rsidRDefault="00F86158" w:rsidP="00915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150F5">
        <w:rPr>
          <w:rFonts w:ascii="Times New Roman" w:hAnsi="Times New Roman"/>
          <w:b/>
          <w:sz w:val="28"/>
          <w:szCs w:val="28"/>
          <w:lang w:val="uk-UA" w:eastAsia="ru-RU"/>
        </w:rPr>
        <w:t xml:space="preserve">  СЄВЄРОДОНЕЦЬКОГО РАЙОНУ  ЛУГАНСЬКОЇ  ОБЛАСТІ</w:t>
      </w:r>
    </w:p>
    <w:p w:rsidR="00F86158" w:rsidRDefault="00F86158" w:rsidP="00915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F86158" w:rsidRPr="009150F5" w:rsidRDefault="00F86158" w:rsidP="00915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F86158" w:rsidRPr="009150F5" w:rsidRDefault="00F86158" w:rsidP="009150F5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 w:rsidRPr="009150F5">
        <w:rPr>
          <w:rFonts w:ascii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:rsidR="00F86158" w:rsidRPr="009150F5" w:rsidRDefault="00F86158" w:rsidP="00915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150F5">
        <w:rPr>
          <w:rFonts w:ascii="Times New Roman" w:hAnsi="Times New Roman"/>
          <w:b/>
          <w:sz w:val="28"/>
          <w:szCs w:val="28"/>
          <w:lang w:val="uk-UA" w:eastAsia="ru-RU"/>
        </w:rPr>
        <w:t>керівника Сєвєродонецької міської  військово-цивільної адміністрації</w:t>
      </w:r>
    </w:p>
    <w:p w:rsidR="00F86158" w:rsidRDefault="00F86158" w:rsidP="009114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6158" w:rsidRPr="00536957" w:rsidRDefault="00F86158" w:rsidP="0091146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86158" w:rsidRDefault="00F86158" w:rsidP="008250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«05»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липня</w:t>
      </w:r>
      <w:r>
        <w:rPr>
          <w:rFonts w:ascii="Times New Roman" w:hAnsi="Times New Roman"/>
          <w:sz w:val="28"/>
          <w:szCs w:val="28"/>
          <w:lang w:val="uk-UA"/>
        </w:rPr>
        <w:t xml:space="preserve"> 2021 року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1087</w:t>
      </w:r>
    </w:p>
    <w:p w:rsidR="00F86158" w:rsidRPr="000347EC" w:rsidRDefault="00F86158" w:rsidP="009114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6158" w:rsidRPr="00911465" w:rsidRDefault="00F86158" w:rsidP="00911465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7B7831">
        <w:rPr>
          <w:rFonts w:ascii="Times New Roman" w:hAnsi="Times New Roman"/>
          <w:sz w:val="24"/>
          <w:szCs w:val="24"/>
        </w:rPr>
        <w:t xml:space="preserve">    </w:t>
      </w:r>
      <w:r w:rsidRPr="00911465">
        <w:rPr>
          <w:rFonts w:ascii="Times New Roman" w:hAnsi="Times New Roman"/>
          <w:b/>
          <w:sz w:val="28"/>
          <w:szCs w:val="28"/>
          <w:lang w:val="uk-UA"/>
        </w:rPr>
        <w:t xml:space="preserve">Про призначення стипендій </w:t>
      </w:r>
    </w:p>
    <w:p w:rsidR="00F86158" w:rsidRPr="00911465" w:rsidRDefault="00F86158" w:rsidP="00911465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11465">
        <w:rPr>
          <w:rFonts w:ascii="Times New Roman" w:hAnsi="Times New Roman"/>
          <w:b/>
          <w:sz w:val="24"/>
          <w:szCs w:val="24"/>
        </w:rPr>
        <w:t xml:space="preserve">    </w:t>
      </w:r>
      <w:r w:rsidRPr="00911465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Сєвєродонецької міської </w:t>
      </w:r>
      <w:r>
        <w:rPr>
          <w:rFonts w:ascii="Times New Roman" w:hAnsi="Times New Roman"/>
          <w:b/>
          <w:sz w:val="28"/>
          <w:szCs w:val="28"/>
          <w:lang w:val="uk-UA"/>
        </w:rPr>
        <w:t>ВЦА</w:t>
      </w:r>
      <w:r w:rsidRPr="00911465">
        <w:rPr>
          <w:rFonts w:ascii="Times New Roman" w:hAnsi="Times New Roman"/>
          <w:b/>
          <w:sz w:val="28"/>
          <w:szCs w:val="28"/>
          <w:lang w:val="uk-UA"/>
        </w:rPr>
        <w:t xml:space="preserve">  провідним</w:t>
      </w:r>
    </w:p>
    <w:p w:rsidR="00F86158" w:rsidRPr="00911465" w:rsidRDefault="00F86158" w:rsidP="00911465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911465">
        <w:rPr>
          <w:rFonts w:ascii="Times New Roman" w:hAnsi="Times New Roman"/>
          <w:b/>
          <w:sz w:val="28"/>
          <w:szCs w:val="28"/>
          <w:lang w:val="uk-UA"/>
        </w:rPr>
        <w:t>та перспективним спортсменам міста</w:t>
      </w:r>
    </w:p>
    <w:p w:rsidR="00F86158" w:rsidRPr="00911465" w:rsidRDefault="00F86158" w:rsidP="00911465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911465">
        <w:rPr>
          <w:rFonts w:ascii="Times New Roman" w:hAnsi="Times New Roman"/>
          <w:b/>
          <w:sz w:val="28"/>
          <w:szCs w:val="28"/>
          <w:lang w:val="uk-UA"/>
        </w:rPr>
        <w:t xml:space="preserve">у І півріччі 2021 року </w:t>
      </w:r>
    </w:p>
    <w:p w:rsidR="00F86158" w:rsidRPr="00536957" w:rsidRDefault="00F86158" w:rsidP="0091146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86158" w:rsidRPr="000347EC" w:rsidRDefault="00F86158" w:rsidP="009114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Керуючись статею 6 Закону України "</w:t>
      </w:r>
      <w:r w:rsidRPr="000347EC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військово-цивільні адміністрації", </w:t>
      </w:r>
      <w:r w:rsidRPr="000347EC">
        <w:rPr>
          <w:rFonts w:ascii="Times New Roman" w:hAnsi="Times New Roman"/>
          <w:sz w:val="28"/>
          <w:szCs w:val="28"/>
          <w:lang w:val="uk-UA"/>
        </w:rPr>
        <w:t xml:space="preserve">відповідно до «Положення про іменні стипендії Військово-цивільної адміністрації міста Сєвєродонецьк Луганської області </w:t>
      </w:r>
      <w:r>
        <w:rPr>
          <w:rFonts w:ascii="Times New Roman" w:hAnsi="Times New Roman"/>
          <w:sz w:val="28"/>
          <w:szCs w:val="28"/>
          <w:lang w:val="uk-UA"/>
        </w:rPr>
        <w:t>для провідних та перспективних спортсменів міста (</w:t>
      </w:r>
      <w:r w:rsidRPr="000347EC">
        <w:rPr>
          <w:rFonts w:ascii="Times New Roman" w:hAnsi="Times New Roman"/>
          <w:sz w:val="28"/>
          <w:szCs w:val="28"/>
          <w:lang w:val="uk-UA"/>
        </w:rPr>
        <w:t>в новій редакції)», затвердженого розпорядженням керівника війс</w:t>
      </w:r>
      <w:r>
        <w:rPr>
          <w:rFonts w:ascii="Times New Roman" w:hAnsi="Times New Roman"/>
          <w:sz w:val="28"/>
          <w:szCs w:val="28"/>
          <w:lang w:val="uk-UA"/>
        </w:rPr>
        <w:t xml:space="preserve">ьково-цивільної адміністрації </w:t>
      </w:r>
      <w:r w:rsidRPr="000347EC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0347EC">
        <w:rPr>
          <w:rFonts w:ascii="Times New Roman" w:hAnsi="Times New Roman"/>
          <w:sz w:val="28"/>
          <w:szCs w:val="28"/>
          <w:lang w:val="uk-UA"/>
        </w:rPr>
        <w:t xml:space="preserve"> "</w:t>
      </w:r>
      <w:r>
        <w:rPr>
          <w:rFonts w:ascii="Times New Roman" w:hAnsi="Times New Roman"/>
          <w:sz w:val="28"/>
          <w:szCs w:val="28"/>
          <w:lang w:val="uk-UA"/>
        </w:rPr>
        <w:t>17" листопада 2020 р. № 939</w:t>
      </w:r>
      <w:r w:rsidRPr="000347E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B7831">
        <w:rPr>
          <w:rFonts w:ascii="Times New Roman" w:hAnsi="Times New Roman"/>
          <w:sz w:val="28"/>
          <w:szCs w:val="28"/>
          <w:lang w:val="uk-UA"/>
        </w:rPr>
        <w:t xml:space="preserve">відповідно до рішення Комісії  з призначення  </w:t>
      </w:r>
      <w:r w:rsidRPr="00C32AB5">
        <w:rPr>
          <w:rFonts w:ascii="Times New Roman" w:hAnsi="Times New Roman"/>
          <w:sz w:val="28"/>
          <w:szCs w:val="28"/>
          <w:lang w:val="uk-UA"/>
        </w:rPr>
        <w:t>іменних стипендій Сєвєродонецької міської військово-цивільної адміністрації Сєвєродонецького району Луганської області для провідних та перспективних  спортсменів міста від 29.06.2021 р. (протокол № 1),</w:t>
      </w:r>
      <w:r w:rsidRPr="000347E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86158" w:rsidRPr="00DA2D00" w:rsidRDefault="00F86158" w:rsidP="0091146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47EC">
        <w:rPr>
          <w:rFonts w:ascii="Times New Roman" w:hAnsi="Times New Roman"/>
          <w:b/>
          <w:sz w:val="28"/>
          <w:szCs w:val="28"/>
          <w:lang w:val="uk-UA"/>
        </w:rPr>
        <w:t>зобов'язую :</w:t>
      </w:r>
    </w:p>
    <w:p w:rsidR="00F86158" w:rsidRDefault="00F86158" w:rsidP="00536957">
      <w:pPr>
        <w:tabs>
          <w:tab w:val="left" w:pos="0"/>
        </w:tabs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B7831">
        <w:rPr>
          <w:rFonts w:ascii="Times New Roman" w:hAnsi="Times New Roman"/>
          <w:sz w:val="28"/>
          <w:szCs w:val="28"/>
          <w:lang w:val="uk-UA"/>
        </w:rPr>
        <w:t>1.Призначити у І</w:t>
      </w:r>
      <w:r>
        <w:rPr>
          <w:rFonts w:ascii="Times New Roman" w:hAnsi="Times New Roman"/>
          <w:sz w:val="28"/>
          <w:szCs w:val="28"/>
          <w:lang w:val="uk-UA"/>
        </w:rPr>
        <w:t xml:space="preserve"> півріччі 2021</w:t>
      </w:r>
      <w:r w:rsidRPr="007B7831">
        <w:rPr>
          <w:rFonts w:ascii="Times New Roman" w:hAnsi="Times New Roman"/>
          <w:sz w:val="28"/>
          <w:szCs w:val="28"/>
          <w:lang w:val="uk-UA"/>
        </w:rPr>
        <w:t xml:space="preserve"> року стипендії </w:t>
      </w:r>
      <w:r w:rsidRPr="00C32AB5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7B7831">
        <w:rPr>
          <w:rFonts w:ascii="Times New Roman" w:hAnsi="Times New Roman"/>
          <w:sz w:val="28"/>
          <w:szCs w:val="28"/>
          <w:lang w:val="uk-UA"/>
        </w:rPr>
        <w:t xml:space="preserve"> провідним  та перспективним спортсменам з олімпійських та неолімпійських видів спорту у наступних розмірах: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4"/>
        <w:gridCol w:w="2113"/>
        <w:gridCol w:w="5901"/>
        <w:gridCol w:w="1141"/>
      </w:tblGrid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 та по батькові спортсмена, вид спорту 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Підстава для отримання  стипендії</w:t>
            </w: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Розмір стипендії, грн. </w:t>
            </w:r>
          </w:p>
        </w:tc>
      </w:tr>
      <w:tr w:rsidR="00F86158" w:rsidRPr="007B7831" w:rsidTr="00911465">
        <w:tc>
          <w:tcPr>
            <w:tcW w:w="9639" w:type="dxa"/>
            <w:gridSpan w:val="4"/>
          </w:tcPr>
          <w:p w:rsidR="00F86158" w:rsidRPr="007B7831" w:rsidRDefault="00F86158" w:rsidP="009114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Провідні спортсмени 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Кременчуцький Іван Ігорович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2004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теніс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Резерв збірної команди України;</w:t>
            </w:r>
          </w:p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ісце – Всеукраїнський турнір Черноморськ,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1,3,4 місце – Чемпіонат України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967AE4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2102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13" w:type="dxa"/>
          </w:tcPr>
          <w:p w:rsidR="00F86158" w:rsidRDefault="00F86158" w:rsidP="009114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Сурженко Данило Дмитрович </w:t>
            </w:r>
          </w:p>
          <w:p w:rsidR="00F86158" w:rsidRDefault="00F86158" w:rsidP="009114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2006 р.н.</w:t>
            </w:r>
          </w:p>
          <w:p w:rsidR="00F86158" w:rsidRPr="007B7831" w:rsidRDefault="00F86158" w:rsidP="009114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велоспорт</w:t>
            </w:r>
          </w:p>
        </w:tc>
        <w:tc>
          <w:tcPr>
            <w:tcW w:w="5901" w:type="dxa"/>
          </w:tcPr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Кандидат в майстри спорту України:</w:t>
            </w:r>
          </w:p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1,1,2,2,2,2,3,3, 4,4,5,6 місце - Чемпіонат 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1,1,1,1,1,1,1 місце – Чемпіонат області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E03953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2102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Чернявська Олена Костянтинівна 2008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р.н.</w:t>
            </w:r>
          </w:p>
          <w:p w:rsidR="00F86158" w:rsidRPr="007B7831" w:rsidRDefault="00F86158" w:rsidP="008929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настільний теніс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1,2,3 місця Клубний Чемпіонат України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2102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Шередега 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Софія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Романівна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2006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МС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У,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86158" w:rsidRPr="007B7831" w:rsidRDefault="00F86158" w:rsidP="008929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настільний теніс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Резерв  збірної команди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1,1,1,2,2,2,3,3,3,5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місця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Чемпіонат 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4,5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Кубок Украї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ни.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2102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Сущенко Володимир Дмитрович  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2003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МСУМК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підводний спорт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Кандидат у  збірну команду  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2,3,3,3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Чемпіонат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2,2,2,3,3 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місце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Кубок України.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2102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113" w:type="dxa"/>
          </w:tcPr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Бесчастна Серафима Володимирівна 2005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МСУ підводний спорт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Кандидат у   збірну  команду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1,3 місце – Чемпіонат України з плавання в ластах;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4,4,5 місце – Кубок України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плавання в ластах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2102</w:t>
            </w:r>
          </w:p>
        </w:tc>
      </w:tr>
      <w:tr w:rsidR="00F86158" w:rsidRPr="007B7831" w:rsidTr="00911465">
        <w:tc>
          <w:tcPr>
            <w:tcW w:w="9639" w:type="dxa"/>
            <w:gridSpan w:val="4"/>
          </w:tcPr>
          <w:p w:rsidR="00F86158" w:rsidRPr="007B7831" w:rsidRDefault="00F86158" w:rsidP="009114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Перспективні спортсмени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Хрипунова Тетяна Вячеславівна 2003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МСУ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підводний спорт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Кандидат у  збірну команду  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2,2,3,3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Чемпіонат України з плавання в ластах;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1,2,3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місця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Кубок України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плавання в ластах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86158" w:rsidRPr="007B7831" w:rsidRDefault="00F86158" w:rsidP="0091146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1051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Рєзнік Валентина Віталіївна 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2001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МСУМК </w:t>
            </w:r>
          </w:p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підводний спорт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01" w:type="dxa"/>
          </w:tcPr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1,1,1,3,3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Чемпіонат 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1,2,3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Кубок України.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1051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113" w:type="dxa"/>
          </w:tcPr>
          <w:p w:rsidR="00F86158" w:rsidRPr="00836C7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Щербіна Дар’</w:t>
            </w:r>
            <w:r w:rsidRPr="00836C78">
              <w:rPr>
                <w:rFonts w:ascii="Times New Roman" w:hAnsi="Times New Roman"/>
                <w:sz w:val="28"/>
                <w:szCs w:val="28"/>
              </w:rPr>
              <w:t>я Володимирівна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2007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кікбоксинг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Чемпіонат 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,1,1 місце – обласний турнір.</w:t>
            </w: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1051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113" w:type="dxa"/>
          </w:tcPr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Кисельов Олег Романович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2007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дзюдо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1,3 місце – Всеукраїнський турнір; 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1051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Воронова Ксенія Ігорівна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2008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велоспорт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1,1,1,1,1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,1,1,1,1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місця – відкритий Чемпіонат Луганської області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1051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Афанасьевська Віолетта Андріївна</w:t>
            </w:r>
          </w:p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2011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р.н.</w:t>
            </w:r>
            <w:r w:rsidRPr="00967AE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158" w:rsidRPr="005C3029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настільний теніс</w:t>
            </w:r>
          </w:p>
        </w:tc>
        <w:tc>
          <w:tcPr>
            <w:tcW w:w="590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1,2,3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Клубний 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Чемпіонат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України.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1051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Аврамов Микита Ярославович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2002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скелелазіння</w:t>
            </w:r>
          </w:p>
        </w:tc>
        <w:tc>
          <w:tcPr>
            <w:tcW w:w="5901" w:type="dxa"/>
          </w:tcPr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Чемпіонат України,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Всеукраїнські змагання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1051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Шведов Єгор Дмитрович </w:t>
            </w:r>
          </w:p>
          <w:p w:rsidR="00F86158" w:rsidRPr="007B7831" w:rsidRDefault="00F86158" w:rsidP="00911465">
            <w:pPr>
              <w:spacing w:after="0" w:line="240" w:lineRule="auto"/>
              <w:ind w:left="-55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200  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2005р.н.</w:t>
            </w:r>
          </w:p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МСУ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підводний спорт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01" w:type="dxa"/>
          </w:tcPr>
          <w:p w:rsidR="00F86158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2,3,3 місця –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Чемпіонат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України;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3,4 місце – Кубок України.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1051</w:t>
            </w:r>
          </w:p>
        </w:tc>
      </w:tr>
      <w:tr w:rsidR="00F86158" w:rsidRPr="007B7831" w:rsidTr="00911465">
        <w:tc>
          <w:tcPr>
            <w:tcW w:w="484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113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Шуліка Ксенія Сергіївна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2004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р.н.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МСУ</w:t>
            </w:r>
          </w:p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підводний спорт</w:t>
            </w:r>
          </w:p>
        </w:tc>
        <w:tc>
          <w:tcPr>
            <w:tcW w:w="5901" w:type="dxa"/>
          </w:tcPr>
          <w:p w:rsidR="00F86158" w:rsidRPr="00DA2D00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1,1,1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,1,2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місця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Чемпіонат України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плав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ання в ластах</w:t>
            </w:r>
            <w:r w:rsidRPr="00DA2D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86158" w:rsidRPr="00DA2D00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4,5</w:t>
            </w: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місця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Кубок України.</w:t>
            </w:r>
          </w:p>
          <w:p w:rsidR="00F86158" w:rsidRPr="00DA2D00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1" w:type="dxa"/>
          </w:tcPr>
          <w:p w:rsidR="00F86158" w:rsidRPr="007B7831" w:rsidRDefault="00F86158" w:rsidP="009114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7831">
              <w:rPr>
                <w:rFonts w:ascii="Times New Roman" w:hAnsi="Times New Roman"/>
                <w:sz w:val="28"/>
                <w:szCs w:val="28"/>
                <w:lang w:val="uk-UA"/>
              </w:rPr>
              <w:t>1051</w:t>
            </w:r>
          </w:p>
        </w:tc>
      </w:tr>
    </w:tbl>
    <w:p w:rsidR="00F86158" w:rsidRPr="00536957" w:rsidRDefault="00F86158" w:rsidP="0091146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86158" w:rsidRPr="007B7831" w:rsidRDefault="00F86158" w:rsidP="009114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B7831">
        <w:rPr>
          <w:rFonts w:ascii="Times New Roman" w:hAnsi="Times New Roman"/>
          <w:sz w:val="28"/>
          <w:szCs w:val="28"/>
          <w:lang w:val="uk-UA"/>
        </w:rPr>
        <w:t>2.</w:t>
      </w:r>
      <w:r w:rsidRPr="00934B7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молоді та спорту </w:t>
      </w:r>
      <w:r w:rsidRPr="007B7831">
        <w:rPr>
          <w:rFonts w:ascii="Times New Roman" w:hAnsi="Times New Roman"/>
          <w:sz w:val="28"/>
          <w:szCs w:val="28"/>
          <w:lang w:val="uk-UA"/>
        </w:rPr>
        <w:t xml:space="preserve"> вжити заходів щодо нарахування та </w:t>
      </w:r>
      <w:r>
        <w:rPr>
          <w:rFonts w:ascii="Times New Roman" w:hAnsi="Times New Roman"/>
          <w:sz w:val="28"/>
          <w:szCs w:val="28"/>
          <w:lang w:val="uk-UA"/>
        </w:rPr>
        <w:t xml:space="preserve">виплати стипендій  від  </w:t>
      </w:r>
      <w:r w:rsidRPr="00934B75">
        <w:rPr>
          <w:rFonts w:ascii="Times New Roman" w:hAnsi="Times New Roman"/>
          <w:sz w:val="28"/>
          <w:szCs w:val="28"/>
          <w:lang w:val="uk-UA"/>
        </w:rPr>
        <w:t xml:space="preserve">01 </w:t>
      </w:r>
      <w:r>
        <w:rPr>
          <w:rFonts w:ascii="Times New Roman" w:hAnsi="Times New Roman"/>
          <w:sz w:val="28"/>
          <w:szCs w:val="28"/>
          <w:lang w:val="uk-UA"/>
        </w:rPr>
        <w:t>січня 2021 року до 30 червня 2021</w:t>
      </w:r>
      <w:r w:rsidRPr="007B7831">
        <w:rPr>
          <w:rFonts w:ascii="Times New Roman" w:hAnsi="Times New Roman"/>
          <w:sz w:val="28"/>
          <w:szCs w:val="28"/>
          <w:lang w:val="uk-UA"/>
        </w:rPr>
        <w:t xml:space="preserve"> року у межах наявних  і затверджених  коштів, передбачених на виплату стипендій  провідним та перспективним  спортсм</w:t>
      </w:r>
      <w:r>
        <w:rPr>
          <w:rFonts w:ascii="Times New Roman" w:hAnsi="Times New Roman"/>
          <w:sz w:val="28"/>
          <w:szCs w:val="28"/>
          <w:lang w:val="uk-UA"/>
        </w:rPr>
        <w:t>енам  міста у кошторисі  на 2021</w:t>
      </w:r>
      <w:r w:rsidRPr="007B7831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F86158" w:rsidRPr="00536957" w:rsidRDefault="00F86158" w:rsidP="0091146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86158" w:rsidRDefault="00F86158" w:rsidP="009114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Дане р</w:t>
      </w:r>
      <w:r w:rsidRPr="000347EC">
        <w:rPr>
          <w:rFonts w:ascii="Times New Roman" w:hAnsi="Times New Roman"/>
          <w:sz w:val="28"/>
          <w:szCs w:val="28"/>
          <w:lang w:val="uk-UA"/>
        </w:rPr>
        <w:t>озпорядження підлягає оприлюдненню.</w:t>
      </w:r>
    </w:p>
    <w:p w:rsidR="00F86158" w:rsidRPr="00536957" w:rsidRDefault="00F86158" w:rsidP="0091146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86158" w:rsidRDefault="00F86158" w:rsidP="009114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0347E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7E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 даного розпорядження  покласти на 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 </w:t>
      </w:r>
      <w:r w:rsidRPr="000347EC">
        <w:rPr>
          <w:rFonts w:ascii="Times New Roman" w:hAnsi="Times New Roman"/>
          <w:sz w:val="28"/>
          <w:szCs w:val="28"/>
          <w:lang w:val="uk-UA"/>
        </w:rPr>
        <w:t>заступника керівника</w:t>
      </w:r>
      <w:r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</w:t>
      </w:r>
      <w:r w:rsidRPr="000347EC">
        <w:rPr>
          <w:rFonts w:ascii="Times New Roman" w:hAnsi="Times New Roman"/>
          <w:sz w:val="28"/>
          <w:szCs w:val="28"/>
          <w:lang w:val="uk-UA"/>
        </w:rPr>
        <w:t xml:space="preserve"> Військово-цивільної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Сєвєродонецького району Луганської області Ігоря РОБОЧОГО.</w:t>
      </w:r>
    </w:p>
    <w:p w:rsidR="00F86158" w:rsidRDefault="00F86158" w:rsidP="009114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86158" w:rsidRPr="000347EC" w:rsidRDefault="00F86158" w:rsidP="009114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86158" w:rsidRDefault="00F86158" w:rsidP="009114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Керівник Сєвєродонецько міської</w:t>
      </w:r>
    </w:p>
    <w:p w:rsidR="00F86158" w:rsidRDefault="00F86158" w:rsidP="005369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47EC">
        <w:rPr>
          <w:rFonts w:ascii="Times New Roman" w:hAnsi="Times New Roman"/>
          <w:b/>
          <w:sz w:val="28"/>
          <w:szCs w:val="28"/>
          <w:lang w:val="uk-UA"/>
        </w:rPr>
        <w:t>військ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во-цивільної адміністрації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</w:t>
      </w:r>
      <w:r w:rsidRPr="000347EC">
        <w:rPr>
          <w:rFonts w:ascii="Times New Roman" w:hAnsi="Times New Roman"/>
          <w:b/>
          <w:sz w:val="28"/>
          <w:szCs w:val="28"/>
          <w:lang w:val="uk-UA"/>
        </w:rPr>
        <w:t>Олександр СТРЮК</w:t>
      </w:r>
    </w:p>
    <w:sectPr w:rsidR="00F86158" w:rsidSect="00536957">
      <w:pgSz w:w="11906" w:h="16838"/>
      <w:pgMar w:top="709" w:right="991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158" w:rsidRDefault="00F86158" w:rsidP="00934B75">
      <w:pPr>
        <w:spacing w:after="0" w:line="240" w:lineRule="auto"/>
      </w:pPr>
      <w:r>
        <w:separator/>
      </w:r>
    </w:p>
  </w:endnote>
  <w:endnote w:type="continuationSeparator" w:id="0">
    <w:p w:rsidR="00F86158" w:rsidRDefault="00F86158" w:rsidP="00934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158" w:rsidRDefault="00F86158" w:rsidP="00934B75">
      <w:pPr>
        <w:spacing w:after="0" w:line="240" w:lineRule="auto"/>
      </w:pPr>
      <w:r>
        <w:separator/>
      </w:r>
    </w:p>
  </w:footnote>
  <w:footnote w:type="continuationSeparator" w:id="0">
    <w:p w:rsidR="00F86158" w:rsidRDefault="00F86158" w:rsidP="00934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D00"/>
    <w:rsid w:val="000347EC"/>
    <w:rsid w:val="000A7D5F"/>
    <w:rsid w:val="00197F5A"/>
    <w:rsid w:val="001D16B3"/>
    <w:rsid w:val="002505E3"/>
    <w:rsid w:val="002F6B19"/>
    <w:rsid w:val="003F0530"/>
    <w:rsid w:val="00536957"/>
    <w:rsid w:val="00594DB5"/>
    <w:rsid w:val="005B60D3"/>
    <w:rsid w:val="005C3029"/>
    <w:rsid w:val="00631EC9"/>
    <w:rsid w:val="006335D1"/>
    <w:rsid w:val="007B7831"/>
    <w:rsid w:val="008250D5"/>
    <w:rsid w:val="00836C78"/>
    <w:rsid w:val="008929AA"/>
    <w:rsid w:val="008D25A5"/>
    <w:rsid w:val="00903E07"/>
    <w:rsid w:val="00911465"/>
    <w:rsid w:val="009150F5"/>
    <w:rsid w:val="009279EF"/>
    <w:rsid w:val="00934B75"/>
    <w:rsid w:val="0096399F"/>
    <w:rsid w:val="00967AE4"/>
    <w:rsid w:val="009F5259"/>
    <w:rsid w:val="00AA7660"/>
    <w:rsid w:val="00AE0E0D"/>
    <w:rsid w:val="00BB0F31"/>
    <w:rsid w:val="00C32AB5"/>
    <w:rsid w:val="00C42EFD"/>
    <w:rsid w:val="00DA2D00"/>
    <w:rsid w:val="00DF7EA3"/>
    <w:rsid w:val="00E03953"/>
    <w:rsid w:val="00E91CDD"/>
    <w:rsid w:val="00EF6332"/>
    <w:rsid w:val="00F86158"/>
    <w:rsid w:val="00FA5D85"/>
    <w:rsid w:val="00FB6AF5"/>
    <w:rsid w:val="00FD4AAC"/>
    <w:rsid w:val="00FF7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D0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A2D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DA2D00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A2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2D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93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4B7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93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4B75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16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3</Pages>
  <Words>2775</Words>
  <Characters>1583</Characters>
  <Application>Microsoft Office Outlook</Application>
  <DocSecurity>0</DocSecurity>
  <Lines>0</Lines>
  <Paragraphs>0</Paragraphs>
  <ScaleCrop>false</ScaleCrop>
  <Company>XTreme.ws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2021-06-29T08:12:00Z</cp:lastPrinted>
  <dcterms:created xsi:type="dcterms:W3CDTF">2020-12-14T13:53:00Z</dcterms:created>
  <dcterms:modified xsi:type="dcterms:W3CDTF">2021-07-06T06:03:00Z</dcterms:modified>
</cp:coreProperties>
</file>