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73" w:rsidRPr="00D62F83" w:rsidRDefault="00406273" w:rsidP="009764CA">
      <w:pPr>
        <w:pStyle w:val="Heading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406273" w:rsidRDefault="00406273" w:rsidP="001C128C">
      <w:pPr>
        <w:tabs>
          <w:tab w:val="left" w:pos="360"/>
        </w:tabs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406273" w:rsidRDefault="00406273" w:rsidP="001C128C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406273" w:rsidRDefault="00406273" w:rsidP="001C12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406273" w:rsidRDefault="00406273" w:rsidP="001C12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406273" w:rsidRDefault="00406273" w:rsidP="001C12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406273" w:rsidRDefault="00406273" w:rsidP="001C128C">
      <w:pPr>
        <w:jc w:val="center"/>
        <w:rPr>
          <w:b/>
          <w:bCs/>
          <w:sz w:val="16"/>
          <w:szCs w:val="16"/>
          <w:lang w:val="uk-UA"/>
        </w:rPr>
      </w:pPr>
    </w:p>
    <w:p w:rsidR="00406273" w:rsidRDefault="00406273" w:rsidP="001C128C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406273" w:rsidRDefault="00406273" w:rsidP="001C12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06273" w:rsidRDefault="00406273" w:rsidP="001C128C">
      <w:pPr>
        <w:jc w:val="center"/>
        <w:rPr>
          <w:b/>
          <w:bCs/>
          <w:sz w:val="28"/>
          <w:szCs w:val="28"/>
          <w:lang w:val="uk-UA"/>
        </w:rPr>
      </w:pPr>
    </w:p>
    <w:p w:rsidR="00406273" w:rsidRDefault="00406273" w:rsidP="001C128C">
      <w:pPr>
        <w:pStyle w:val="Title"/>
        <w:spacing w:line="360" w:lineRule="auto"/>
        <w:rPr>
          <w:sz w:val="16"/>
          <w:szCs w:val="16"/>
        </w:rPr>
      </w:pPr>
    </w:p>
    <w:p w:rsidR="00406273" w:rsidRDefault="00406273" w:rsidP="001C128C">
      <w:pPr>
        <w:pStyle w:val="Title"/>
        <w:spacing w:line="360" w:lineRule="auto"/>
        <w:rPr>
          <w:sz w:val="16"/>
          <w:szCs w:val="16"/>
        </w:rPr>
      </w:pPr>
    </w:p>
    <w:p w:rsidR="00406273" w:rsidRDefault="00406273" w:rsidP="001C12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1449</w:t>
      </w:r>
    </w:p>
    <w:p w:rsidR="00406273" w:rsidRPr="00FA388D" w:rsidRDefault="00406273" w:rsidP="001D3185">
      <w:pPr>
        <w:rPr>
          <w:sz w:val="32"/>
          <w:szCs w:val="32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406273" w:rsidRPr="00435E63">
        <w:trPr>
          <w:trHeight w:val="1547"/>
        </w:trPr>
        <w:tc>
          <w:tcPr>
            <w:tcW w:w="5400" w:type="dxa"/>
          </w:tcPr>
          <w:bookmarkEnd w:id="0"/>
          <w:p w:rsidR="00406273" w:rsidRPr="00EC39D0" w:rsidRDefault="00406273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Василенку В.І.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ведення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садівництва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Сєвєродонецький район,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Боровеньки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садівниче товариство «Будівельник», ділянка № 343</w:t>
            </w:r>
          </w:p>
          <w:p w:rsidR="00406273" w:rsidRPr="00092127" w:rsidRDefault="00406273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406273" w:rsidRPr="00BC38EB" w:rsidRDefault="00406273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06273" w:rsidRPr="008B0890" w:rsidRDefault="00406273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Василенка Вадима Івановича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69961 від 29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 рахунок земель Садівничого товариства «Будівельник», враховуючи нотаріально посвідчену згоду на  вилучення з користування земельної ділянки, що розташована за адресою: Луганська область, Сєвєродонецький район, с. Боровеньки, садівниче товариство «Будівельник», ділянка № 343, площею 0,0830 га,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406273" w:rsidRPr="00664B1E" w:rsidRDefault="00406273" w:rsidP="00664B1E">
      <w:pPr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406273" w:rsidRPr="00664B1E" w:rsidRDefault="00406273" w:rsidP="001D3185">
      <w:pPr>
        <w:pStyle w:val="25"/>
        <w:ind w:firstLine="567"/>
        <w:rPr>
          <w:sz w:val="16"/>
          <w:szCs w:val="16"/>
          <w:lang w:val="uk-UA"/>
        </w:rPr>
      </w:pPr>
    </w:p>
    <w:p w:rsidR="00406273" w:rsidRPr="007864C7" w:rsidRDefault="00406273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Василенку Вадиму Івановичу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</w:t>
      </w:r>
      <w:r>
        <w:rPr>
          <w:color w:val="000000"/>
          <w:sz w:val="28"/>
          <w:szCs w:val="28"/>
          <w:lang w:val="uk-UA"/>
        </w:rPr>
        <w:t>21680400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7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082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830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r w:rsidRPr="007864C7">
        <w:rPr>
          <w:color w:val="000000"/>
          <w:sz w:val="28"/>
          <w:szCs w:val="28"/>
          <w:lang w:val="uk-UA"/>
        </w:rPr>
        <w:t xml:space="preserve">Сєвєродонецький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r>
        <w:rPr>
          <w:color w:val="000000"/>
          <w:sz w:val="28"/>
          <w:szCs w:val="28"/>
          <w:lang w:val="uk-UA"/>
        </w:rPr>
        <w:t>с</w:t>
      </w:r>
      <w:r w:rsidRPr="00C36BE5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Боровеньки</w:t>
      </w:r>
      <w:r w:rsidRPr="00C36BE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садівниче товариство «Будівельник», ділянка № 343.</w:t>
      </w:r>
    </w:p>
    <w:p w:rsidR="00406273" w:rsidRPr="007864C7" w:rsidRDefault="00406273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406273" w:rsidRDefault="00406273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406273" w:rsidRPr="009677ED" w:rsidRDefault="00406273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406273" w:rsidRDefault="00406273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406273" w:rsidRDefault="00406273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406273" w:rsidRDefault="00406273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406273" w:rsidRDefault="00406273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406273" w:rsidRDefault="00406273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406273" w:rsidRDefault="00406273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406273" w:rsidRDefault="00406273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406273" w:rsidRDefault="00406273" w:rsidP="00E10BB3">
      <w:pPr>
        <w:rPr>
          <w:color w:val="000000"/>
          <w:sz w:val="28"/>
          <w:szCs w:val="28"/>
          <w:lang w:val="uk-UA"/>
        </w:rPr>
      </w:pPr>
    </w:p>
    <w:sectPr w:rsidR="00406273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0894"/>
    <w:rsid w:val="000679AB"/>
    <w:rsid w:val="000722BE"/>
    <w:rsid w:val="00074F59"/>
    <w:rsid w:val="0007760C"/>
    <w:rsid w:val="00080907"/>
    <w:rsid w:val="000851CD"/>
    <w:rsid w:val="00086AD8"/>
    <w:rsid w:val="00091E61"/>
    <w:rsid w:val="00092127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7CB9"/>
    <w:rsid w:val="00160A6F"/>
    <w:rsid w:val="00162F90"/>
    <w:rsid w:val="0018284F"/>
    <w:rsid w:val="001852AB"/>
    <w:rsid w:val="00197098"/>
    <w:rsid w:val="0019723A"/>
    <w:rsid w:val="001A17AA"/>
    <w:rsid w:val="001A7EEF"/>
    <w:rsid w:val="001B43E7"/>
    <w:rsid w:val="001C128C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77991"/>
    <w:rsid w:val="002822D8"/>
    <w:rsid w:val="002958A1"/>
    <w:rsid w:val="00297975"/>
    <w:rsid w:val="002B343C"/>
    <w:rsid w:val="002B6754"/>
    <w:rsid w:val="002D29B0"/>
    <w:rsid w:val="002F33DE"/>
    <w:rsid w:val="002F7096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7096"/>
    <w:rsid w:val="00396607"/>
    <w:rsid w:val="003B2C11"/>
    <w:rsid w:val="003B4534"/>
    <w:rsid w:val="003C48A5"/>
    <w:rsid w:val="003C6152"/>
    <w:rsid w:val="003D19C2"/>
    <w:rsid w:val="003D1B67"/>
    <w:rsid w:val="003E433E"/>
    <w:rsid w:val="003E4840"/>
    <w:rsid w:val="003E5098"/>
    <w:rsid w:val="003E7357"/>
    <w:rsid w:val="003F3EFA"/>
    <w:rsid w:val="003F779D"/>
    <w:rsid w:val="00406273"/>
    <w:rsid w:val="004102B0"/>
    <w:rsid w:val="0042754D"/>
    <w:rsid w:val="004359AE"/>
    <w:rsid w:val="00435E63"/>
    <w:rsid w:val="0043666D"/>
    <w:rsid w:val="00437E60"/>
    <w:rsid w:val="004466D6"/>
    <w:rsid w:val="004513B9"/>
    <w:rsid w:val="00455351"/>
    <w:rsid w:val="0046274D"/>
    <w:rsid w:val="004629D1"/>
    <w:rsid w:val="00473C05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1109"/>
    <w:rsid w:val="004F65E9"/>
    <w:rsid w:val="004F6F6F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23F5F"/>
    <w:rsid w:val="006376A7"/>
    <w:rsid w:val="006403F9"/>
    <w:rsid w:val="00642453"/>
    <w:rsid w:val="00647A4F"/>
    <w:rsid w:val="00652513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4432"/>
    <w:rsid w:val="006F6600"/>
    <w:rsid w:val="00712D55"/>
    <w:rsid w:val="00712F5F"/>
    <w:rsid w:val="00713167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868DC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82E1D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2CEE"/>
    <w:rsid w:val="009738FE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3F00"/>
    <w:rsid w:val="00B25A71"/>
    <w:rsid w:val="00B27598"/>
    <w:rsid w:val="00B417D1"/>
    <w:rsid w:val="00B519B8"/>
    <w:rsid w:val="00B531CA"/>
    <w:rsid w:val="00B54CFD"/>
    <w:rsid w:val="00B606C2"/>
    <w:rsid w:val="00B62DD9"/>
    <w:rsid w:val="00B7232F"/>
    <w:rsid w:val="00B85C3E"/>
    <w:rsid w:val="00B8683E"/>
    <w:rsid w:val="00B90826"/>
    <w:rsid w:val="00B915E4"/>
    <w:rsid w:val="00B9525F"/>
    <w:rsid w:val="00BC38EB"/>
    <w:rsid w:val="00BC7EBF"/>
    <w:rsid w:val="00BD5B04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2192"/>
    <w:rsid w:val="00C335B2"/>
    <w:rsid w:val="00C36BE5"/>
    <w:rsid w:val="00C450EE"/>
    <w:rsid w:val="00C52278"/>
    <w:rsid w:val="00C94E3E"/>
    <w:rsid w:val="00CA7081"/>
    <w:rsid w:val="00CB0616"/>
    <w:rsid w:val="00CB0FC3"/>
    <w:rsid w:val="00CB445E"/>
    <w:rsid w:val="00CD4B46"/>
    <w:rsid w:val="00CE106E"/>
    <w:rsid w:val="00CE1C05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55C82"/>
    <w:rsid w:val="00D62F83"/>
    <w:rsid w:val="00D667DF"/>
    <w:rsid w:val="00D66ED0"/>
    <w:rsid w:val="00D80891"/>
    <w:rsid w:val="00D841F7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3A19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ED3F3E"/>
    <w:rsid w:val="00F04FA3"/>
    <w:rsid w:val="00F060CB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388D"/>
    <w:rsid w:val="00FA5E2A"/>
    <w:rsid w:val="00FA797B"/>
    <w:rsid w:val="00FB44DE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7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1224</Words>
  <Characters>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6</cp:revision>
  <cp:lastPrinted>2021-08-02T11:33:00Z</cp:lastPrinted>
  <dcterms:created xsi:type="dcterms:W3CDTF">2021-08-02T11:34:00Z</dcterms:created>
  <dcterms:modified xsi:type="dcterms:W3CDTF">2021-08-11T07:59:00Z</dcterms:modified>
</cp:coreProperties>
</file>