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4C" w:rsidRPr="00B76222" w:rsidRDefault="0034274C" w:rsidP="00E82962">
      <w:pPr>
        <w:suppressAutoHyphens/>
        <w:rPr>
          <w:i/>
          <w:iCs/>
          <w:lang w:val="uk-UA"/>
        </w:rPr>
      </w:pPr>
      <w:r w:rsidRPr="006C3E1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6C3E10">
        <w:rPr>
          <w:b/>
          <w:bCs/>
          <w:sz w:val="28"/>
          <w:szCs w:val="28"/>
          <w:lang w:val="uk-UA"/>
        </w:rPr>
        <w:t xml:space="preserve"> </w:t>
      </w:r>
      <w:r w:rsidRPr="006C3E10">
        <w:rPr>
          <w:b/>
          <w:bCs/>
          <w:sz w:val="28"/>
          <w:szCs w:val="28"/>
        </w:rPr>
        <w:t>СЄВЄРОДОНЕЦЬКА МIСЬКА РАДА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Pr="00B76222">
        <w:rPr>
          <w:i/>
          <w:iCs/>
          <w:lang w:val="uk-UA"/>
        </w:rPr>
        <w:t>Проект</w:t>
      </w:r>
    </w:p>
    <w:p w:rsidR="0034274C" w:rsidRPr="006C3E10" w:rsidRDefault="0034274C" w:rsidP="00E8296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СЬОМОГО</w:t>
      </w:r>
      <w:r w:rsidRPr="006C3E10">
        <w:rPr>
          <w:b/>
          <w:bCs/>
          <w:sz w:val="28"/>
          <w:szCs w:val="28"/>
        </w:rPr>
        <w:t xml:space="preserve"> СКЛИКАННЯ</w:t>
      </w:r>
    </w:p>
    <w:p w:rsidR="0034274C" w:rsidRPr="006C3E10" w:rsidRDefault="0034274C" w:rsidP="00801CEA">
      <w:pPr>
        <w:suppressAutoHyphens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______________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6C3E10">
        <w:rPr>
          <w:b/>
          <w:bCs/>
          <w:sz w:val="28"/>
          <w:szCs w:val="28"/>
        </w:rPr>
        <w:t>(чергова) сесія</w:t>
      </w:r>
    </w:p>
    <w:p w:rsidR="0034274C" w:rsidRPr="004B6DD8" w:rsidRDefault="0034274C" w:rsidP="007B608B">
      <w:pPr>
        <w:pStyle w:val="Heading1"/>
        <w:suppressAutoHyphens/>
        <w:rPr>
          <w:sz w:val="24"/>
          <w:szCs w:val="24"/>
          <w:lang w:val="uk-UA"/>
        </w:rPr>
      </w:pPr>
      <w:r w:rsidRPr="004B6DD8">
        <w:rPr>
          <w:sz w:val="24"/>
          <w:szCs w:val="24"/>
          <w:lang w:val="uk-UA"/>
        </w:rPr>
        <w:t>РIШЕННЯ №______</w:t>
      </w:r>
    </w:p>
    <w:p w:rsidR="0034274C" w:rsidRDefault="0034274C" w:rsidP="007B608B">
      <w:pPr>
        <w:suppressAutoHyphens/>
        <w:jc w:val="both"/>
        <w:rPr>
          <w:b/>
          <w:bCs/>
          <w:sz w:val="22"/>
          <w:szCs w:val="22"/>
          <w:lang w:val="uk-UA"/>
        </w:rPr>
      </w:pPr>
      <w:r w:rsidRPr="004B6DD8">
        <w:rPr>
          <w:b/>
          <w:bCs/>
          <w:sz w:val="22"/>
          <w:szCs w:val="22"/>
          <w:lang w:val="uk-UA"/>
        </w:rPr>
        <w:t xml:space="preserve">« ____» </w:t>
      </w:r>
      <w:r>
        <w:rPr>
          <w:b/>
          <w:bCs/>
          <w:sz w:val="22"/>
          <w:szCs w:val="22"/>
          <w:lang w:val="uk-UA"/>
        </w:rPr>
        <w:t>червня</w:t>
      </w:r>
      <w:r w:rsidRPr="004B6DD8">
        <w:rPr>
          <w:b/>
          <w:bCs/>
          <w:sz w:val="22"/>
          <w:szCs w:val="22"/>
          <w:lang w:val="uk-UA"/>
        </w:rPr>
        <w:t xml:space="preserve"> 201</w:t>
      </w:r>
      <w:r>
        <w:rPr>
          <w:b/>
          <w:bCs/>
          <w:sz w:val="22"/>
          <w:szCs w:val="22"/>
          <w:lang w:val="uk-UA"/>
        </w:rPr>
        <w:t xml:space="preserve">6 </w:t>
      </w:r>
      <w:r w:rsidRPr="004B6DD8">
        <w:rPr>
          <w:b/>
          <w:bCs/>
          <w:sz w:val="22"/>
          <w:szCs w:val="22"/>
          <w:lang w:val="uk-UA"/>
        </w:rPr>
        <w:t xml:space="preserve">року                                                            </w:t>
      </w:r>
      <w:r>
        <w:rPr>
          <w:b/>
          <w:bCs/>
          <w:sz w:val="22"/>
          <w:szCs w:val="22"/>
          <w:lang w:val="uk-UA"/>
        </w:rPr>
        <w:t xml:space="preserve">           </w:t>
      </w:r>
      <w:r w:rsidRPr="004B6DD8">
        <w:rPr>
          <w:b/>
          <w:bCs/>
          <w:sz w:val="22"/>
          <w:szCs w:val="22"/>
          <w:lang w:val="uk-UA"/>
        </w:rPr>
        <w:t xml:space="preserve">   </w:t>
      </w:r>
    </w:p>
    <w:p w:rsidR="0034274C" w:rsidRPr="004B6DD8" w:rsidRDefault="0034274C" w:rsidP="007B608B">
      <w:pPr>
        <w:suppressAutoHyphens/>
        <w:jc w:val="both"/>
        <w:rPr>
          <w:b/>
          <w:bCs/>
          <w:sz w:val="22"/>
          <w:szCs w:val="22"/>
          <w:lang w:val="uk-UA"/>
        </w:rPr>
      </w:pPr>
      <w:r w:rsidRPr="004B6DD8">
        <w:rPr>
          <w:b/>
          <w:bCs/>
          <w:sz w:val="22"/>
          <w:szCs w:val="22"/>
          <w:lang w:val="uk-UA"/>
        </w:rPr>
        <w:t>м. Сєвєродонецьк</w:t>
      </w:r>
    </w:p>
    <w:p w:rsidR="0034274C" w:rsidRPr="004B6DD8" w:rsidRDefault="0034274C" w:rsidP="004234FB">
      <w:pPr>
        <w:suppressAutoHyphens/>
        <w:jc w:val="both"/>
        <w:rPr>
          <w:b/>
          <w:bCs/>
          <w:sz w:val="22"/>
          <w:szCs w:val="22"/>
          <w:lang w:val="uk-UA"/>
        </w:rPr>
      </w:pPr>
    </w:p>
    <w:p w:rsidR="0034274C" w:rsidRPr="004B6DD8" w:rsidRDefault="0034274C" w:rsidP="004234FB">
      <w:pPr>
        <w:suppressAutoHyphens/>
        <w:jc w:val="both"/>
        <w:rPr>
          <w:sz w:val="22"/>
          <w:szCs w:val="22"/>
          <w:lang w:val="uk-UA"/>
        </w:rPr>
      </w:pPr>
      <w:r w:rsidRPr="004B6DD8">
        <w:rPr>
          <w:sz w:val="22"/>
          <w:szCs w:val="22"/>
          <w:lang w:val="uk-UA"/>
        </w:rPr>
        <w:t>Про затвердження Переліку об’єктів</w:t>
      </w:r>
      <w:r>
        <w:rPr>
          <w:sz w:val="22"/>
          <w:szCs w:val="22"/>
          <w:lang w:val="uk-UA"/>
        </w:rPr>
        <w:t xml:space="preserve"> </w:t>
      </w:r>
    </w:p>
    <w:p w:rsidR="0034274C" w:rsidRDefault="0034274C" w:rsidP="004234FB">
      <w:pPr>
        <w:suppressAutoHyphens/>
        <w:jc w:val="both"/>
        <w:rPr>
          <w:sz w:val="22"/>
          <w:szCs w:val="22"/>
          <w:lang w:val="uk-UA"/>
        </w:rPr>
      </w:pPr>
      <w:r w:rsidRPr="004B6DD8">
        <w:rPr>
          <w:sz w:val="22"/>
          <w:szCs w:val="22"/>
          <w:lang w:val="uk-UA"/>
        </w:rPr>
        <w:t>комунальної власності територіальної</w:t>
      </w:r>
      <w:r>
        <w:rPr>
          <w:sz w:val="22"/>
          <w:szCs w:val="22"/>
          <w:lang w:val="uk-UA"/>
        </w:rPr>
        <w:t xml:space="preserve"> </w:t>
      </w:r>
      <w:r w:rsidRPr="004B6DD8">
        <w:rPr>
          <w:sz w:val="22"/>
          <w:szCs w:val="22"/>
          <w:lang w:val="uk-UA"/>
        </w:rPr>
        <w:t xml:space="preserve">громади </w:t>
      </w:r>
    </w:p>
    <w:p w:rsidR="0034274C" w:rsidRDefault="0034274C" w:rsidP="009D29DA">
      <w:pPr>
        <w:suppressAutoHyphens/>
        <w:jc w:val="both"/>
        <w:rPr>
          <w:sz w:val="22"/>
          <w:szCs w:val="22"/>
          <w:lang w:val="uk-UA"/>
        </w:rPr>
      </w:pPr>
      <w:r w:rsidRPr="004B6DD8">
        <w:rPr>
          <w:sz w:val="22"/>
          <w:szCs w:val="22"/>
          <w:lang w:val="uk-UA"/>
        </w:rPr>
        <w:t>м. Сєвєродонецьк, що підлягають</w:t>
      </w:r>
      <w:r>
        <w:rPr>
          <w:sz w:val="22"/>
          <w:szCs w:val="22"/>
          <w:lang w:val="uk-UA"/>
        </w:rPr>
        <w:t xml:space="preserve"> </w:t>
      </w:r>
      <w:r w:rsidRPr="004B6DD8">
        <w:rPr>
          <w:sz w:val="22"/>
          <w:szCs w:val="22"/>
          <w:lang w:val="uk-UA"/>
        </w:rPr>
        <w:t>відчуженню у 201</w:t>
      </w:r>
      <w:r>
        <w:rPr>
          <w:sz w:val="22"/>
          <w:szCs w:val="22"/>
          <w:lang w:val="uk-UA"/>
        </w:rPr>
        <w:t>6</w:t>
      </w:r>
      <w:r w:rsidRPr="004B6DD8">
        <w:rPr>
          <w:sz w:val="22"/>
          <w:szCs w:val="22"/>
          <w:lang w:val="uk-UA"/>
        </w:rPr>
        <w:t xml:space="preserve"> році</w:t>
      </w:r>
    </w:p>
    <w:p w:rsidR="0034274C" w:rsidRPr="004B6DD8" w:rsidRDefault="0034274C" w:rsidP="009D29DA">
      <w:pPr>
        <w:suppressAutoHyphens/>
        <w:jc w:val="both"/>
        <w:rPr>
          <w:sz w:val="22"/>
          <w:szCs w:val="22"/>
          <w:lang w:val="uk-UA"/>
        </w:rPr>
      </w:pPr>
    </w:p>
    <w:p w:rsidR="0034274C" w:rsidRPr="004A594D" w:rsidRDefault="0034274C" w:rsidP="004234FB">
      <w:pPr>
        <w:pStyle w:val="BodyTextIndent"/>
        <w:suppressAutoHyphens/>
        <w:rPr>
          <w:sz w:val="22"/>
          <w:szCs w:val="22"/>
        </w:rPr>
      </w:pPr>
      <w:r w:rsidRPr="004A594D">
        <w:rPr>
          <w:sz w:val="22"/>
          <w:szCs w:val="22"/>
        </w:rPr>
        <w:t>Керуючись пунктом 30 частини 1 статті 26 Закону України “Про місцеве самоврядування в Україні”</w:t>
      </w:r>
      <w:r>
        <w:rPr>
          <w:sz w:val="22"/>
          <w:szCs w:val="22"/>
        </w:rPr>
        <w:t>, враховуючи вимоги  ст.ст.</w:t>
      </w:r>
      <w:r w:rsidRPr="004A594D">
        <w:rPr>
          <w:sz w:val="22"/>
          <w:szCs w:val="22"/>
        </w:rPr>
        <w:t xml:space="preserve"> 7</w:t>
      </w:r>
      <w:r w:rsidRPr="00C7234C">
        <w:rPr>
          <w:sz w:val="22"/>
          <w:szCs w:val="22"/>
        </w:rPr>
        <w:t>,17,18,18</w:t>
      </w:r>
      <w:r w:rsidRPr="00C7234C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,1</w:t>
      </w:r>
      <w:r w:rsidRPr="00C7234C">
        <w:rPr>
          <w:sz w:val="22"/>
          <w:szCs w:val="22"/>
        </w:rPr>
        <w:t>8</w:t>
      </w:r>
      <w:r w:rsidRPr="00C7234C">
        <w:rPr>
          <w:sz w:val="22"/>
          <w:szCs w:val="22"/>
          <w:vertAlign w:val="superscript"/>
        </w:rPr>
        <w:t>2</w:t>
      </w:r>
      <w:r>
        <w:rPr>
          <w:sz w:val="22"/>
          <w:szCs w:val="22"/>
          <w:vertAlign w:val="superscript"/>
        </w:rPr>
        <w:t xml:space="preserve">  </w:t>
      </w:r>
      <w:r w:rsidRPr="004A594D">
        <w:rPr>
          <w:sz w:val="22"/>
          <w:szCs w:val="22"/>
        </w:rPr>
        <w:t>Закону України «Про приватизацію невеликих державних підприємств (малу приватизацію) від 15.05.1996р. №189/96-ВР зі змінами згідно Закону України від 13.01.2012р. №4336-</w:t>
      </w:r>
      <w:r w:rsidRPr="004A594D">
        <w:rPr>
          <w:sz w:val="22"/>
          <w:szCs w:val="22"/>
          <w:lang w:val="en-US"/>
        </w:rPr>
        <w:t>VI</w:t>
      </w:r>
      <w:r w:rsidRPr="004A594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на виконання  </w:t>
      </w:r>
      <w:r w:rsidRPr="004A594D">
        <w:rPr>
          <w:sz w:val="22"/>
          <w:szCs w:val="22"/>
        </w:rPr>
        <w:t>Програм</w:t>
      </w:r>
      <w:r>
        <w:rPr>
          <w:sz w:val="22"/>
          <w:szCs w:val="22"/>
        </w:rPr>
        <w:t xml:space="preserve">и </w:t>
      </w:r>
      <w:r w:rsidRPr="004A594D">
        <w:rPr>
          <w:sz w:val="22"/>
          <w:szCs w:val="22"/>
        </w:rPr>
        <w:t xml:space="preserve"> відчуження об’єктів комунальної власності територіальної громади м.Сєвєродонецьк на 201</w:t>
      </w:r>
      <w:r>
        <w:rPr>
          <w:sz w:val="22"/>
          <w:szCs w:val="22"/>
        </w:rPr>
        <w:t>6</w:t>
      </w:r>
      <w:r w:rsidRPr="004A594D">
        <w:rPr>
          <w:sz w:val="22"/>
          <w:szCs w:val="22"/>
        </w:rPr>
        <w:t xml:space="preserve"> р</w:t>
      </w:r>
      <w:r>
        <w:rPr>
          <w:sz w:val="22"/>
          <w:szCs w:val="22"/>
        </w:rPr>
        <w:t>і</w:t>
      </w:r>
      <w:r w:rsidRPr="004A594D">
        <w:rPr>
          <w:sz w:val="22"/>
          <w:szCs w:val="22"/>
        </w:rPr>
        <w:t>к</w:t>
      </w:r>
      <w:r>
        <w:rPr>
          <w:sz w:val="22"/>
          <w:szCs w:val="22"/>
        </w:rPr>
        <w:t xml:space="preserve"> та рішень міської ради </w:t>
      </w:r>
      <w:r w:rsidRPr="004A594D">
        <w:rPr>
          <w:sz w:val="22"/>
          <w:szCs w:val="22"/>
        </w:rPr>
        <w:t>«</w:t>
      </w:r>
      <w:r>
        <w:rPr>
          <w:sz w:val="22"/>
          <w:szCs w:val="22"/>
        </w:rPr>
        <w:t>Про затвердження Положення п</w:t>
      </w:r>
      <w:r w:rsidRPr="004A594D">
        <w:rPr>
          <w:sz w:val="22"/>
          <w:szCs w:val="22"/>
        </w:rPr>
        <w:t>ро порядок проведення конкурсу з продажу об’єктів комунальної власності територіальної громади м.Сєвєродо</w:t>
      </w:r>
      <w:r>
        <w:rPr>
          <w:sz w:val="22"/>
          <w:szCs w:val="22"/>
        </w:rPr>
        <w:t>нецьк»  від 24.07.2012р. № 1951,</w:t>
      </w:r>
      <w:r w:rsidRPr="004A594D">
        <w:rPr>
          <w:sz w:val="22"/>
          <w:szCs w:val="22"/>
        </w:rPr>
        <w:t xml:space="preserve"> «</w:t>
      </w:r>
      <w:r>
        <w:rPr>
          <w:sz w:val="22"/>
          <w:szCs w:val="22"/>
        </w:rPr>
        <w:t>Про затвердження Положення про</w:t>
      </w:r>
      <w:r w:rsidRPr="004A594D">
        <w:rPr>
          <w:sz w:val="22"/>
          <w:szCs w:val="22"/>
        </w:rPr>
        <w:t xml:space="preserve"> порядок продажу об’єктів комунальної власності територіальної громади м.Сєвєродонецьк на аукціоні» від 24.07.2012р. №1950</w:t>
      </w:r>
      <w:r>
        <w:rPr>
          <w:sz w:val="22"/>
          <w:szCs w:val="22"/>
        </w:rPr>
        <w:t xml:space="preserve">, </w:t>
      </w:r>
      <w:r w:rsidRPr="004A594D">
        <w:rPr>
          <w:sz w:val="22"/>
          <w:szCs w:val="22"/>
        </w:rPr>
        <w:t>«</w:t>
      </w:r>
      <w:r>
        <w:rPr>
          <w:sz w:val="22"/>
          <w:szCs w:val="22"/>
        </w:rPr>
        <w:t>Про затвердження Положення п</w:t>
      </w:r>
      <w:r w:rsidRPr="004A594D">
        <w:rPr>
          <w:sz w:val="22"/>
          <w:szCs w:val="22"/>
        </w:rPr>
        <w:t>ро порядок проведення аукціону з продажу об’єктів комунальної власності територіальної громади м.Сєвєродонецька за методом зниження ціни лоту» від 24.11.2012р. №1752</w:t>
      </w:r>
      <w:r>
        <w:rPr>
          <w:sz w:val="22"/>
          <w:szCs w:val="22"/>
        </w:rPr>
        <w:t>,</w:t>
      </w:r>
      <w:r w:rsidRPr="004A594D">
        <w:rPr>
          <w:sz w:val="22"/>
          <w:szCs w:val="22"/>
        </w:rPr>
        <w:t xml:space="preserve"> «</w:t>
      </w:r>
      <w:r>
        <w:rPr>
          <w:sz w:val="22"/>
          <w:szCs w:val="22"/>
        </w:rPr>
        <w:t>Про затвердження Положення п</w:t>
      </w:r>
      <w:r w:rsidRPr="004A594D">
        <w:rPr>
          <w:sz w:val="22"/>
          <w:szCs w:val="22"/>
        </w:rPr>
        <w:t xml:space="preserve">ро порядок продажу об’єктів комунальної власності територіальної громади м.Сєвєродонецька на аукціоні без оголошення початкової ціни лота» від 29.11.2012р. №2179; </w:t>
      </w:r>
      <w:r>
        <w:rPr>
          <w:sz w:val="22"/>
          <w:szCs w:val="22"/>
        </w:rPr>
        <w:t>враховуючи соціально-економічну ситуацію в місті, пов</w:t>
      </w:r>
      <w:r w:rsidRPr="004C14D7">
        <w:rPr>
          <w:sz w:val="22"/>
          <w:szCs w:val="22"/>
        </w:rPr>
        <w:t>’</w:t>
      </w:r>
      <w:r>
        <w:rPr>
          <w:sz w:val="22"/>
          <w:szCs w:val="22"/>
        </w:rPr>
        <w:t xml:space="preserve">язану з проведенням АТО, лист Сєвєродонецької міської ради від 15.10.2014р. № 136-ЦИАП, </w:t>
      </w:r>
      <w:r w:rsidRPr="004A594D">
        <w:rPr>
          <w:sz w:val="22"/>
          <w:szCs w:val="22"/>
        </w:rPr>
        <w:t>у відповідності з Положенням про Фонд комунального майна Сєвєродонецької міської ради, затвердженим рішенням 20 - ої сесії міської ради від 26.08.2011р. № 781</w:t>
      </w:r>
      <w:r>
        <w:rPr>
          <w:sz w:val="22"/>
          <w:szCs w:val="22"/>
        </w:rPr>
        <w:t xml:space="preserve">, </w:t>
      </w:r>
      <w:r w:rsidRPr="004A59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та беручі до уваги </w:t>
      </w:r>
      <w:r w:rsidRPr="004A594D">
        <w:rPr>
          <w:sz w:val="22"/>
          <w:szCs w:val="22"/>
        </w:rPr>
        <w:t xml:space="preserve"> заяви фізичних</w:t>
      </w:r>
      <w:r>
        <w:rPr>
          <w:sz w:val="22"/>
          <w:szCs w:val="22"/>
        </w:rPr>
        <w:t xml:space="preserve"> та юридичних</w:t>
      </w:r>
      <w:r w:rsidRPr="004A594D">
        <w:rPr>
          <w:sz w:val="22"/>
          <w:szCs w:val="22"/>
        </w:rPr>
        <w:t xml:space="preserve"> осіб, Сєвєродонецька мiська рада</w:t>
      </w:r>
    </w:p>
    <w:p w:rsidR="0034274C" w:rsidRPr="004B6DD8" w:rsidRDefault="0034274C" w:rsidP="004234FB">
      <w:pPr>
        <w:pStyle w:val="BodyTextIndent"/>
        <w:suppressAutoHyphens/>
        <w:rPr>
          <w:sz w:val="22"/>
          <w:szCs w:val="22"/>
        </w:rPr>
      </w:pPr>
    </w:p>
    <w:p w:rsidR="0034274C" w:rsidRPr="004B6DD8" w:rsidRDefault="0034274C" w:rsidP="000A0275">
      <w:pPr>
        <w:suppressAutoHyphens/>
        <w:jc w:val="both"/>
        <w:rPr>
          <w:b/>
          <w:bCs/>
          <w:sz w:val="22"/>
          <w:szCs w:val="22"/>
          <w:lang w:val="uk-UA"/>
        </w:rPr>
      </w:pPr>
      <w:r w:rsidRPr="004B6DD8">
        <w:rPr>
          <w:b/>
          <w:bCs/>
          <w:sz w:val="22"/>
          <w:szCs w:val="22"/>
          <w:lang w:val="uk-UA"/>
        </w:rPr>
        <w:t>ВИРIШИЛА:</w:t>
      </w:r>
    </w:p>
    <w:p w:rsidR="0034274C" w:rsidRPr="004B6DD8" w:rsidRDefault="0034274C" w:rsidP="000A0275">
      <w:pPr>
        <w:pStyle w:val="BodyTextIndent2"/>
        <w:numPr>
          <w:ilvl w:val="1"/>
          <w:numId w:val="9"/>
        </w:numPr>
        <w:tabs>
          <w:tab w:val="left" w:pos="540"/>
          <w:tab w:val="left" w:pos="900"/>
          <w:tab w:val="num" w:pos="1241"/>
        </w:tabs>
        <w:suppressAutoHyphens/>
        <w:ind w:left="0" w:firstLine="1080"/>
      </w:pPr>
      <w:r w:rsidRPr="004B6DD8">
        <w:t>Затвердити Перелік об’єктів комунальної власності територіальної громади м.Сєвєродонецьк, що підлягають відчуженню у 201</w:t>
      </w:r>
      <w:r>
        <w:t>6</w:t>
      </w:r>
      <w:r w:rsidRPr="004B6DD8">
        <w:t xml:space="preserve"> році (додаток 1).</w:t>
      </w:r>
    </w:p>
    <w:p w:rsidR="0034274C" w:rsidRDefault="0034274C" w:rsidP="0060124E">
      <w:pPr>
        <w:numPr>
          <w:ilvl w:val="1"/>
          <w:numId w:val="9"/>
        </w:numPr>
        <w:suppressAutoHyphens/>
        <w:ind w:left="0" w:firstLine="10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Доручити </w:t>
      </w:r>
      <w:r w:rsidRPr="004B6DD8">
        <w:rPr>
          <w:sz w:val="22"/>
          <w:szCs w:val="22"/>
          <w:lang w:val="uk-UA"/>
        </w:rPr>
        <w:t>Фонду комунального майна</w:t>
      </w:r>
      <w:r>
        <w:rPr>
          <w:sz w:val="22"/>
          <w:szCs w:val="22"/>
          <w:lang w:val="uk-UA"/>
        </w:rPr>
        <w:t>,</w:t>
      </w:r>
      <w:r w:rsidRPr="004B6DD8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у відповідності з </w:t>
      </w:r>
      <w:r w:rsidRPr="004B6DD8">
        <w:rPr>
          <w:sz w:val="22"/>
          <w:szCs w:val="22"/>
          <w:lang w:val="uk-UA"/>
        </w:rPr>
        <w:t xml:space="preserve"> визначено</w:t>
      </w:r>
      <w:r>
        <w:rPr>
          <w:sz w:val="22"/>
          <w:szCs w:val="22"/>
          <w:lang w:val="uk-UA"/>
        </w:rPr>
        <w:t>ю міською радою доцільні</w:t>
      </w:r>
      <w:r w:rsidRPr="004B6DD8">
        <w:rPr>
          <w:sz w:val="22"/>
          <w:szCs w:val="22"/>
          <w:lang w:val="uk-UA"/>
        </w:rPr>
        <w:t>ст</w:t>
      </w:r>
      <w:r>
        <w:rPr>
          <w:sz w:val="22"/>
          <w:szCs w:val="22"/>
          <w:lang w:val="uk-UA"/>
        </w:rPr>
        <w:t xml:space="preserve">ю, </w:t>
      </w:r>
      <w:r w:rsidRPr="004B6DD8">
        <w:rPr>
          <w:sz w:val="22"/>
          <w:szCs w:val="22"/>
          <w:lang w:val="uk-UA"/>
        </w:rPr>
        <w:t xml:space="preserve"> та затвердженими </w:t>
      </w:r>
      <w:r>
        <w:rPr>
          <w:sz w:val="22"/>
          <w:szCs w:val="22"/>
          <w:lang w:val="uk-UA"/>
        </w:rPr>
        <w:t xml:space="preserve">Положеннями про </w:t>
      </w:r>
      <w:r w:rsidRPr="004B6DD8">
        <w:rPr>
          <w:sz w:val="22"/>
          <w:szCs w:val="22"/>
          <w:lang w:val="uk-UA"/>
        </w:rPr>
        <w:t>поряд</w:t>
      </w:r>
      <w:r>
        <w:rPr>
          <w:sz w:val="22"/>
          <w:szCs w:val="22"/>
          <w:lang w:val="uk-UA"/>
        </w:rPr>
        <w:t>ок</w:t>
      </w:r>
      <w:r w:rsidRPr="004B6DD8">
        <w:rPr>
          <w:sz w:val="22"/>
          <w:szCs w:val="22"/>
          <w:lang w:val="uk-UA"/>
        </w:rPr>
        <w:t xml:space="preserve"> та умов</w:t>
      </w:r>
      <w:r>
        <w:rPr>
          <w:sz w:val="22"/>
          <w:szCs w:val="22"/>
          <w:lang w:val="uk-UA"/>
        </w:rPr>
        <w:t>и</w:t>
      </w:r>
      <w:r w:rsidRPr="004B6DD8">
        <w:rPr>
          <w:sz w:val="22"/>
          <w:szCs w:val="22"/>
          <w:lang w:val="uk-UA"/>
        </w:rPr>
        <w:t xml:space="preserve"> відчуження об’єктів комунальної власності </w:t>
      </w:r>
      <w:r>
        <w:rPr>
          <w:sz w:val="22"/>
          <w:szCs w:val="22"/>
          <w:lang w:val="uk-UA"/>
        </w:rPr>
        <w:t xml:space="preserve">територіальної громади м. Сєвєродонецьк,  визначити умови </w:t>
      </w:r>
      <w:r w:rsidRPr="004B6DD8">
        <w:rPr>
          <w:sz w:val="22"/>
          <w:szCs w:val="22"/>
          <w:lang w:val="uk-UA"/>
        </w:rPr>
        <w:t xml:space="preserve">та терміни відчуження </w:t>
      </w:r>
      <w:r>
        <w:rPr>
          <w:sz w:val="22"/>
          <w:szCs w:val="22"/>
          <w:lang w:val="uk-UA"/>
        </w:rPr>
        <w:t xml:space="preserve">конкретних </w:t>
      </w:r>
      <w:r w:rsidRPr="004B6DD8">
        <w:rPr>
          <w:sz w:val="22"/>
          <w:szCs w:val="22"/>
          <w:lang w:val="uk-UA"/>
        </w:rPr>
        <w:t>об’</w:t>
      </w:r>
      <w:r>
        <w:rPr>
          <w:sz w:val="22"/>
          <w:szCs w:val="22"/>
          <w:lang w:val="uk-UA"/>
        </w:rPr>
        <w:t>єктів у спосіб передбачений законодавством</w:t>
      </w:r>
      <w:r w:rsidRPr="004B6DD8">
        <w:rPr>
          <w:sz w:val="22"/>
          <w:szCs w:val="22"/>
          <w:lang w:val="uk-UA"/>
        </w:rPr>
        <w:t xml:space="preserve"> України</w:t>
      </w:r>
      <w:r>
        <w:rPr>
          <w:sz w:val="22"/>
          <w:szCs w:val="22"/>
          <w:lang w:val="uk-UA"/>
        </w:rPr>
        <w:t xml:space="preserve"> </w:t>
      </w:r>
      <w:r w:rsidRPr="004B6DD8">
        <w:rPr>
          <w:sz w:val="22"/>
          <w:szCs w:val="22"/>
          <w:lang w:val="uk-UA"/>
        </w:rPr>
        <w:t>з питань приватизації</w:t>
      </w:r>
      <w:r>
        <w:rPr>
          <w:sz w:val="22"/>
          <w:szCs w:val="22"/>
          <w:lang w:val="uk-UA"/>
        </w:rPr>
        <w:t>.</w:t>
      </w:r>
    </w:p>
    <w:p w:rsidR="0034274C" w:rsidRPr="004B6DD8" w:rsidRDefault="0034274C" w:rsidP="005A2890">
      <w:pPr>
        <w:numPr>
          <w:ilvl w:val="1"/>
          <w:numId w:val="9"/>
        </w:numPr>
        <w:suppressAutoHyphens/>
        <w:ind w:left="0" w:firstLine="10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Об</w:t>
      </w:r>
      <w:r w:rsidRPr="00707058">
        <w:rPr>
          <w:sz w:val="22"/>
          <w:szCs w:val="22"/>
          <w:lang w:val="uk-UA"/>
        </w:rPr>
        <w:t>’</w:t>
      </w:r>
      <w:r>
        <w:rPr>
          <w:sz w:val="22"/>
          <w:szCs w:val="22"/>
          <w:lang w:val="uk-UA"/>
        </w:rPr>
        <w:t xml:space="preserve">єкти, які були внесені до </w:t>
      </w:r>
      <w:r w:rsidRPr="00811035">
        <w:rPr>
          <w:sz w:val="22"/>
          <w:szCs w:val="22"/>
          <w:lang w:val="uk-UA"/>
        </w:rPr>
        <w:t xml:space="preserve">Переліку об’єктів комунальної власності територіальної громади м.Сєвєродонецьк, що підлягали відчуженню у </w:t>
      </w:r>
      <w:r>
        <w:rPr>
          <w:sz w:val="22"/>
          <w:szCs w:val="22"/>
          <w:lang w:val="uk-UA"/>
        </w:rPr>
        <w:t>попередні</w:t>
      </w:r>
      <w:r w:rsidRPr="00811035">
        <w:rPr>
          <w:sz w:val="22"/>
          <w:szCs w:val="22"/>
          <w:lang w:val="uk-UA"/>
        </w:rPr>
        <w:t xml:space="preserve"> ро</w:t>
      </w:r>
      <w:r>
        <w:rPr>
          <w:sz w:val="22"/>
          <w:szCs w:val="22"/>
          <w:lang w:val="uk-UA"/>
        </w:rPr>
        <w:t xml:space="preserve">ки, і не були з різних причин відчужені, і відносно яких, згідно з чинним законодавством України, власник має наміри використати в інтересах громади за іншим призначенням, виключити з </w:t>
      </w:r>
      <w:r w:rsidRPr="00811035">
        <w:rPr>
          <w:sz w:val="22"/>
          <w:szCs w:val="22"/>
          <w:lang w:val="uk-UA"/>
        </w:rPr>
        <w:t>Переліку об’єктів комунальної власності територіальної громади м.Сєвєродонецьк, що підлягали відчуженню у 2015 році (додаток 2).</w:t>
      </w:r>
    </w:p>
    <w:p w:rsidR="0034274C" w:rsidRPr="004B6DD8" w:rsidRDefault="0034274C" w:rsidP="0060124E">
      <w:pPr>
        <w:numPr>
          <w:ilvl w:val="1"/>
          <w:numId w:val="9"/>
        </w:numPr>
        <w:suppressAutoHyphens/>
        <w:jc w:val="both"/>
        <w:rPr>
          <w:sz w:val="22"/>
          <w:szCs w:val="22"/>
        </w:rPr>
      </w:pPr>
      <w:r w:rsidRPr="004B6DD8">
        <w:rPr>
          <w:sz w:val="22"/>
          <w:szCs w:val="22"/>
        </w:rPr>
        <w:t xml:space="preserve">Дане рішення підлягає </w:t>
      </w:r>
      <w:r w:rsidRPr="004B6DD8">
        <w:rPr>
          <w:sz w:val="22"/>
          <w:szCs w:val="22"/>
          <w:lang w:val="uk-UA"/>
        </w:rPr>
        <w:t>оприлюдненню</w:t>
      </w:r>
      <w:r w:rsidRPr="004B6DD8">
        <w:rPr>
          <w:sz w:val="22"/>
          <w:szCs w:val="22"/>
        </w:rPr>
        <w:t>.</w:t>
      </w:r>
    </w:p>
    <w:p w:rsidR="0034274C" w:rsidRDefault="0034274C" w:rsidP="0060124E">
      <w:pPr>
        <w:pStyle w:val="BodyTextIndent2"/>
        <w:numPr>
          <w:ilvl w:val="1"/>
          <w:numId w:val="9"/>
        </w:numPr>
        <w:tabs>
          <w:tab w:val="left" w:pos="540"/>
          <w:tab w:val="left" w:pos="900"/>
          <w:tab w:val="left" w:pos="1080"/>
          <w:tab w:val="num" w:pos="1241"/>
        </w:tabs>
        <w:suppressAutoHyphens/>
        <w:ind w:left="0" w:firstLine="1080"/>
      </w:pPr>
      <w:r w:rsidRPr="004B6DD8"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34274C" w:rsidRDefault="0034274C" w:rsidP="00A74185">
      <w:pPr>
        <w:suppressAutoHyphens/>
        <w:rPr>
          <w:b/>
          <w:bCs/>
          <w:sz w:val="22"/>
          <w:szCs w:val="22"/>
          <w:lang w:val="uk-UA"/>
        </w:rPr>
      </w:pPr>
    </w:p>
    <w:p w:rsidR="0034274C" w:rsidRDefault="0034274C" w:rsidP="00A74185">
      <w:pPr>
        <w:suppressAutoHyphens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</w:t>
      </w:r>
      <w:r w:rsidRPr="004B6DD8">
        <w:rPr>
          <w:b/>
          <w:bCs/>
          <w:sz w:val="22"/>
          <w:szCs w:val="22"/>
        </w:rPr>
        <w:t>icьк</w:t>
      </w:r>
      <w:r>
        <w:rPr>
          <w:b/>
          <w:bCs/>
          <w:sz w:val="22"/>
          <w:szCs w:val="22"/>
          <w:lang w:val="uk-UA"/>
        </w:rPr>
        <w:t>ий</w:t>
      </w:r>
      <w:r w:rsidRPr="004B6DD8">
        <w:rPr>
          <w:b/>
          <w:bCs/>
          <w:sz w:val="22"/>
          <w:szCs w:val="22"/>
        </w:rPr>
        <w:t xml:space="preserve">  голов</w:t>
      </w:r>
      <w:r>
        <w:rPr>
          <w:b/>
          <w:bCs/>
          <w:sz w:val="22"/>
          <w:szCs w:val="22"/>
          <w:lang w:val="uk-UA"/>
        </w:rPr>
        <w:t>а</w:t>
      </w:r>
      <w:r w:rsidRPr="004B6DD8">
        <w:rPr>
          <w:b/>
          <w:bCs/>
          <w:sz w:val="22"/>
          <w:szCs w:val="22"/>
        </w:rPr>
        <w:t xml:space="preserve">                                                                                     </w:t>
      </w:r>
      <w:r w:rsidRPr="004B6DD8">
        <w:rPr>
          <w:b/>
          <w:bCs/>
          <w:sz w:val="22"/>
          <w:szCs w:val="22"/>
          <w:lang w:val="uk-UA"/>
        </w:rPr>
        <w:t xml:space="preserve">             </w:t>
      </w:r>
      <w:r w:rsidRPr="004B6DD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uk-UA"/>
        </w:rPr>
        <w:t xml:space="preserve">           В.В. Казаков</w:t>
      </w:r>
    </w:p>
    <w:p w:rsidR="0034274C" w:rsidRPr="004B6DD8" w:rsidRDefault="0034274C" w:rsidP="00A74185">
      <w:pPr>
        <w:suppressAutoHyphens/>
        <w:rPr>
          <w:b/>
          <w:bCs/>
          <w:sz w:val="22"/>
          <w:szCs w:val="22"/>
        </w:rPr>
      </w:pPr>
    </w:p>
    <w:p w:rsidR="0034274C" w:rsidRPr="004B6DD8" w:rsidRDefault="0034274C" w:rsidP="005A2890">
      <w:pPr>
        <w:rPr>
          <w:b/>
          <w:bCs/>
          <w:sz w:val="22"/>
          <w:szCs w:val="22"/>
        </w:rPr>
      </w:pPr>
      <w:r w:rsidRPr="004B6DD8">
        <w:rPr>
          <w:b/>
          <w:bCs/>
          <w:sz w:val="22"/>
          <w:szCs w:val="22"/>
        </w:rPr>
        <w:t>Підготував:</w:t>
      </w:r>
    </w:p>
    <w:p w:rsidR="0034274C" w:rsidRDefault="0034274C" w:rsidP="005A2890">
      <w:pPr>
        <w:jc w:val="both"/>
        <w:rPr>
          <w:lang w:val="uk-UA"/>
        </w:rPr>
      </w:pPr>
      <w:r>
        <w:rPr>
          <w:lang w:val="uk-UA"/>
        </w:rPr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  <w:t>Г.В. Пригеба</w:t>
      </w:r>
    </w:p>
    <w:p w:rsidR="0034274C" w:rsidRDefault="0034274C" w:rsidP="005A2890">
      <w:pPr>
        <w:jc w:val="both"/>
        <w:rPr>
          <w:lang w:val="uk-UA"/>
        </w:rPr>
      </w:pPr>
      <w:r>
        <w:rPr>
          <w:lang w:val="uk-UA"/>
        </w:rPr>
        <w:t>Заступник міського голови,</w:t>
      </w:r>
    </w:p>
    <w:p w:rsidR="0034274C" w:rsidRPr="004B6DD8" w:rsidRDefault="0034274C" w:rsidP="005A2890">
      <w:pPr>
        <w:rPr>
          <w:sz w:val="22"/>
          <w:szCs w:val="22"/>
        </w:rPr>
      </w:pPr>
      <w:r w:rsidRPr="004B6DD8">
        <w:rPr>
          <w:sz w:val="22"/>
          <w:szCs w:val="22"/>
        </w:rPr>
        <w:t>Начальник Фонду комунального майна</w:t>
      </w:r>
    </w:p>
    <w:p w:rsidR="0034274C" w:rsidRPr="004B6DD8" w:rsidRDefault="0034274C" w:rsidP="005A2890">
      <w:pPr>
        <w:pStyle w:val="BodyTextIndent"/>
        <w:ind w:firstLine="0"/>
        <w:jc w:val="left"/>
        <w:rPr>
          <w:sz w:val="22"/>
          <w:szCs w:val="22"/>
        </w:rPr>
      </w:pPr>
      <w:r w:rsidRPr="004B6DD8">
        <w:rPr>
          <w:sz w:val="22"/>
          <w:szCs w:val="22"/>
        </w:rPr>
        <w:t xml:space="preserve">Сєверодонецької міської ради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4B6DD8">
        <w:rPr>
          <w:sz w:val="22"/>
          <w:szCs w:val="22"/>
        </w:rPr>
        <w:t xml:space="preserve"> О.В.</w:t>
      </w:r>
      <w:r>
        <w:rPr>
          <w:sz w:val="22"/>
          <w:szCs w:val="22"/>
        </w:rPr>
        <w:t xml:space="preserve"> </w:t>
      </w:r>
      <w:r w:rsidRPr="004B6DD8">
        <w:rPr>
          <w:sz w:val="22"/>
          <w:szCs w:val="22"/>
        </w:rPr>
        <w:t>Ольшанський</w:t>
      </w:r>
    </w:p>
    <w:p w:rsidR="0034274C" w:rsidRPr="004B6DD8" w:rsidRDefault="0034274C" w:rsidP="005A2890">
      <w:pPr>
        <w:rPr>
          <w:b/>
          <w:bCs/>
          <w:sz w:val="22"/>
          <w:szCs w:val="22"/>
        </w:rPr>
      </w:pPr>
      <w:r w:rsidRPr="004B6DD8">
        <w:rPr>
          <w:b/>
          <w:bCs/>
          <w:sz w:val="22"/>
          <w:szCs w:val="22"/>
        </w:rPr>
        <w:t>Узгоджено:</w:t>
      </w:r>
    </w:p>
    <w:p w:rsidR="0034274C" w:rsidRPr="004B6DD8" w:rsidRDefault="0034274C" w:rsidP="005A2890">
      <w:pPr>
        <w:rPr>
          <w:sz w:val="22"/>
          <w:szCs w:val="22"/>
        </w:rPr>
      </w:pPr>
      <w:r w:rsidRPr="004B6DD8">
        <w:rPr>
          <w:sz w:val="22"/>
          <w:szCs w:val="22"/>
        </w:rPr>
        <w:t xml:space="preserve">Голова постійної комісії по управлінню </w:t>
      </w:r>
    </w:p>
    <w:p w:rsidR="0034274C" w:rsidRPr="004B6DD8" w:rsidRDefault="0034274C" w:rsidP="005A2890">
      <w:pPr>
        <w:rPr>
          <w:sz w:val="22"/>
          <w:szCs w:val="22"/>
        </w:rPr>
      </w:pPr>
      <w:r w:rsidRPr="004B6DD8">
        <w:rPr>
          <w:sz w:val="22"/>
          <w:szCs w:val="22"/>
        </w:rPr>
        <w:t>житлово – комунальним господарством,</w:t>
      </w:r>
    </w:p>
    <w:p w:rsidR="0034274C" w:rsidRPr="004B6DD8" w:rsidRDefault="0034274C" w:rsidP="005A2890">
      <w:pPr>
        <w:rPr>
          <w:sz w:val="22"/>
          <w:szCs w:val="22"/>
        </w:rPr>
      </w:pPr>
      <w:r w:rsidRPr="004B6DD8">
        <w:rPr>
          <w:sz w:val="22"/>
          <w:szCs w:val="22"/>
        </w:rPr>
        <w:t xml:space="preserve">власністю, комунальною власністю, </w:t>
      </w:r>
    </w:p>
    <w:p w:rsidR="0034274C" w:rsidRPr="004B6DD8" w:rsidRDefault="0034274C" w:rsidP="00180321">
      <w:pPr>
        <w:spacing w:line="360" w:lineRule="auto"/>
        <w:rPr>
          <w:sz w:val="22"/>
          <w:szCs w:val="22"/>
        </w:rPr>
      </w:pPr>
      <w:r w:rsidRPr="004B6DD8">
        <w:rPr>
          <w:sz w:val="22"/>
          <w:szCs w:val="22"/>
        </w:rPr>
        <w:t xml:space="preserve">побутовим та торгівельним обслуговуванням                                    </w:t>
      </w:r>
      <w:r w:rsidRPr="004B6DD8">
        <w:rPr>
          <w:sz w:val="22"/>
          <w:szCs w:val="22"/>
          <w:lang w:val="uk-UA"/>
        </w:rPr>
        <w:t xml:space="preserve">                     </w:t>
      </w:r>
      <w:r>
        <w:rPr>
          <w:sz w:val="22"/>
          <w:szCs w:val="22"/>
          <w:lang w:val="uk-UA"/>
        </w:rPr>
        <w:t xml:space="preserve">      А.Ю. Височин </w:t>
      </w:r>
    </w:p>
    <w:p w:rsidR="0034274C" w:rsidRPr="004B6DD8" w:rsidRDefault="0034274C" w:rsidP="00180321">
      <w:pPr>
        <w:rPr>
          <w:sz w:val="22"/>
          <w:szCs w:val="22"/>
        </w:rPr>
      </w:pPr>
      <w:r w:rsidRPr="004B6DD8">
        <w:rPr>
          <w:sz w:val="22"/>
          <w:szCs w:val="22"/>
        </w:rPr>
        <w:t>Директор департаменту з юридичних питань</w:t>
      </w:r>
    </w:p>
    <w:p w:rsidR="0034274C" w:rsidRPr="006C3E10" w:rsidRDefault="0034274C" w:rsidP="000A0275">
      <w:pPr>
        <w:rPr>
          <w:b/>
          <w:bCs/>
          <w:lang w:val="uk-UA"/>
        </w:rPr>
      </w:pPr>
      <w:r w:rsidRPr="004B6DD8">
        <w:rPr>
          <w:sz w:val="22"/>
          <w:szCs w:val="22"/>
        </w:rPr>
        <w:t xml:space="preserve">та контролю Сєвєродонецької міської ради                                       </w:t>
      </w:r>
      <w:r w:rsidRPr="004B6DD8">
        <w:rPr>
          <w:sz w:val="22"/>
          <w:szCs w:val="22"/>
          <w:lang w:val="uk-UA"/>
        </w:rPr>
        <w:t xml:space="preserve">                   </w:t>
      </w:r>
      <w:r>
        <w:rPr>
          <w:sz w:val="22"/>
          <w:szCs w:val="22"/>
          <w:lang w:val="uk-UA"/>
        </w:rPr>
        <w:t xml:space="preserve">        </w:t>
      </w:r>
      <w:r w:rsidRPr="004B6DD8">
        <w:rPr>
          <w:sz w:val="22"/>
          <w:szCs w:val="22"/>
          <w:lang w:val="uk-UA"/>
        </w:rPr>
        <w:t xml:space="preserve"> </w:t>
      </w:r>
      <w:r w:rsidRPr="004B6DD8">
        <w:rPr>
          <w:sz w:val="22"/>
          <w:szCs w:val="22"/>
        </w:rPr>
        <w:t>О.О. Мураховський</w:t>
      </w:r>
      <w:r w:rsidRPr="004B6DD8">
        <w:rPr>
          <w:b/>
          <w:bCs/>
          <w:sz w:val="22"/>
          <w:szCs w:val="22"/>
        </w:rPr>
        <w:br w:type="page"/>
      </w:r>
      <w:r w:rsidRPr="006C3E10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</w:t>
      </w:r>
      <w:r w:rsidRPr="006C3E10">
        <w:rPr>
          <w:b/>
          <w:bCs/>
          <w:lang w:val="uk-UA"/>
        </w:rPr>
        <w:t>Додаток  1</w:t>
      </w:r>
    </w:p>
    <w:p w:rsidR="0034274C" w:rsidRPr="006C3E10" w:rsidRDefault="0034274C" w:rsidP="00707058">
      <w:pPr>
        <w:pStyle w:val="BodyTextIndent3"/>
        <w:suppressAutoHyphens/>
        <w:ind w:left="5529" w:firstLine="0"/>
        <w:rPr>
          <w:b/>
          <w:bCs/>
          <w:sz w:val="24"/>
          <w:szCs w:val="24"/>
        </w:rPr>
      </w:pPr>
      <w:r w:rsidRPr="006C3E10">
        <w:rPr>
          <w:b/>
          <w:bCs/>
          <w:sz w:val="24"/>
          <w:szCs w:val="24"/>
        </w:rPr>
        <w:t xml:space="preserve">до рiшення </w:t>
      </w:r>
      <w:r>
        <w:rPr>
          <w:b/>
          <w:bCs/>
          <w:sz w:val="24"/>
          <w:szCs w:val="24"/>
        </w:rPr>
        <w:t>__</w:t>
      </w:r>
      <w:r w:rsidRPr="006C3E10">
        <w:rPr>
          <w:b/>
          <w:bCs/>
          <w:sz w:val="24"/>
          <w:szCs w:val="24"/>
        </w:rPr>
        <w:t xml:space="preserve"> сесiї мiської ради</w:t>
      </w:r>
    </w:p>
    <w:p w:rsidR="0034274C" w:rsidRPr="006C3E10" w:rsidRDefault="0034274C" w:rsidP="00707058">
      <w:pPr>
        <w:suppressAutoHyphens/>
        <w:ind w:left="5529"/>
        <w:jc w:val="both"/>
        <w:rPr>
          <w:b/>
          <w:bCs/>
          <w:lang w:val="uk-UA"/>
        </w:rPr>
      </w:pPr>
      <w:r w:rsidRPr="006C3E10">
        <w:rPr>
          <w:b/>
          <w:bCs/>
          <w:lang w:val="uk-UA"/>
        </w:rPr>
        <w:t>вiд «</w:t>
      </w:r>
      <w:r>
        <w:rPr>
          <w:b/>
          <w:bCs/>
          <w:lang w:val="uk-UA"/>
        </w:rPr>
        <w:t xml:space="preserve"> ___ </w:t>
      </w:r>
      <w:r w:rsidRPr="006C3E10">
        <w:rPr>
          <w:b/>
          <w:bCs/>
          <w:lang w:val="uk-UA"/>
        </w:rPr>
        <w:t xml:space="preserve">» </w:t>
      </w:r>
      <w:r>
        <w:rPr>
          <w:b/>
          <w:bCs/>
          <w:lang w:val="uk-UA"/>
        </w:rPr>
        <w:t>червня</w:t>
      </w:r>
      <w:r w:rsidRPr="006C3E10">
        <w:rPr>
          <w:b/>
          <w:bCs/>
          <w:lang w:val="uk-UA"/>
        </w:rPr>
        <w:t xml:space="preserve"> 20</w:t>
      </w:r>
      <w:r>
        <w:rPr>
          <w:b/>
          <w:bCs/>
          <w:lang w:val="uk-UA"/>
        </w:rPr>
        <w:t xml:space="preserve">16 </w:t>
      </w:r>
      <w:r w:rsidRPr="006C3E10">
        <w:rPr>
          <w:b/>
          <w:bCs/>
          <w:lang w:val="uk-UA"/>
        </w:rPr>
        <w:t>року №</w:t>
      </w:r>
      <w:r>
        <w:rPr>
          <w:b/>
          <w:bCs/>
          <w:lang w:val="uk-UA"/>
        </w:rPr>
        <w:t xml:space="preserve"> ____</w:t>
      </w:r>
    </w:p>
    <w:p w:rsidR="0034274C" w:rsidRPr="006C3E10" w:rsidRDefault="0034274C" w:rsidP="004234FB">
      <w:pPr>
        <w:suppressAutoHyphens/>
        <w:jc w:val="both"/>
        <w:rPr>
          <w:sz w:val="22"/>
          <w:szCs w:val="22"/>
          <w:lang w:val="uk-UA"/>
        </w:rPr>
      </w:pPr>
    </w:p>
    <w:p w:rsidR="0034274C" w:rsidRPr="006C3E10" w:rsidRDefault="0034274C" w:rsidP="004234FB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6C3E10">
        <w:rPr>
          <w:b/>
          <w:bCs/>
          <w:sz w:val="28"/>
          <w:szCs w:val="28"/>
          <w:lang w:val="uk-UA"/>
        </w:rPr>
        <w:t>ПЕРЕЛ</w:t>
      </w:r>
      <w:r w:rsidRPr="006C3E10">
        <w:rPr>
          <w:b/>
          <w:bCs/>
          <w:sz w:val="28"/>
          <w:szCs w:val="28"/>
        </w:rPr>
        <w:t>I</w:t>
      </w:r>
      <w:r w:rsidRPr="006C3E10">
        <w:rPr>
          <w:b/>
          <w:bCs/>
          <w:sz w:val="28"/>
          <w:szCs w:val="28"/>
          <w:lang w:val="uk-UA"/>
        </w:rPr>
        <w:t>К</w:t>
      </w:r>
    </w:p>
    <w:p w:rsidR="0034274C" w:rsidRPr="006C3E10" w:rsidRDefault="0034274C" w:rsidP="004234FB">
      <w:pPr>
        <w:suppressAutoHyphens/>
        <w:jc w:val="center"/>
        <w:rPr>
          <w:b/>
          <w:bCs/>
          <w:lang w:val="uk-UA"/>
        </w:rPr>
      </w:pPr>
      <w:r w:rsidRPr="006C3E10">
        <w:rPr>
          <w:b/>
          <w:bCs/>
          <w:lang w:val="uk-UA"/>
        </w:rPr>
        <w:t>об’єкт</w:t>
      </w:r>
      <w:r w:rsidRPr="006C3E10">
        <w:rPr>
          <w:b/>
          <w:bCs/>
        </w:rPr>
        <w:t>i</w:t>
      </w:r>
      <w:r w:rsidRPr="006C3E10">
        <w:rPr>
          <w:b/>
          <w:bCs/>
          <w:lang w:val="uk-UA"/>
        </w:rPr>
        <w:t>в комунальної власност</w:t>
      </w:r>
      <w:r w:rsidRPr="006C3E10">
        <w:rPr>
          <w:b/>
          <w:bCs/>
        </w:rPr>
        <w:t>i</w:t>
      </w:r>
      <w:r w:rsidRPr="006C3E10">
        <w:rPr>
          <w:b/>
          <w:bCs/>
          <w:lang w:val="uk-UA"/>
        </w:rPr>
        <w:t xml:space="preserve"> територіальної громади м. Сєвєродонецьк,</w:t>
      </w:r>
    </w:p>
    <w:p w:rsidR="0034274C" w:rsidRDefault="0034274C" w:rsidP="004234FB">
      <w:pPr>
        <w:suppressAutoHyphens/>
        <w:jc w:val="center"/>
        <w:rPr>
          <w:b/>
          <w:bCs/>
          <w:lang w:val="uk-UA"/>
        </w:rPr>
      </w:pPr>
      <w:r w:rsidRPr="006C3E10">
        <w:rPr>
          <w:b/>
          <w:bCs/>
        </w:rPr>
        <w:t>що пiдлягають відчуженню у 201</w:t>
      </w:r>
      <w:r>
        <w:rPr>
          <w:b/>
          <w:bCs/>
          <w:lang w:val="uk-UA"/>
        </w:rPr>
        <w:t>6</w:t>
      </w:r>
      <w:r w:rsidRPr="006C3E10">
        <w:rPr>
          <w:b/>
          <w:bCs/>
        </w:rPr>
        <w:t xml:space="preserve"> роцi</w:t>
      </w:r>
    </w:p>
    <w:p w:rsidR="0034274C" w:rsidRPr="00B14D49" w:rsidRDefault="0034274C" w:rsidP="004234FB">
      <w:pPr>
        <w:suppressAutoHyphens/>
        <w:jc w:val="center"/>
        <w:rPr>
          <w:b/>
          <w:bCs/>
          <w:lang w:val="uk-UA"/>
        </w:rPr>
      </w:pPr>
    </w:p>
    <w:tbl>
      <w:tblPr>
        <w:tblW w:w="516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47"/>
        <w:gridCol w:w="1669"/>
        <w:gridCol w:w="2187"/>
        <w:gridCol w:w="955"/>
        <w:gridCol w:w="1767"/>
        <w:gridCol w:w="2340"/>
      </w:tblGrid>
      <w:tr w:rsidR="0034274C" w:rsidRPr="006C3E10">
        <w:trPr>
          <w:cantSplit/>
        </w:trPr>
        <w:tc>
          <w:tcPr>
            <w:tcW w:w="401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№</w:t>
            </w:r>
          </w:p>
          <w:p w:rsidR="0034274C" w:rsidRPr="006C3E10" w:rsidRDefault="0034274C" w:rsidP="004234FB">
            <w:pPr>
              <w:suppressAutoHyphens/>
              <w:jc w:val="center"/>
            </w:pPr>
            <w:r w:rsidRPr="006C3E10">
              <w:t>з/п</w:t>
            </w:r>
          </w:p>
        </w:tc>
        <w:tc>
          <w:tcPr>
            <w:tcW w:w="399" w:type="pct"/>
          </w:tcPr>
          <w:p w:rsidR="0034274C" w:rsidRPr="006C3E10" w:rsidRDefault="0034274C" w:rsidP="004234FB">
            <w:pPr>
              <w:suppressAutoHyphens/>
              <w:ind w:right="-110"/>
              <w:jc w:val="center"/>
            </w:pPr>
            <w:r w:rsidRPr="006C3E10">
              <w:t>Інв.</w:t>
            </w:r>
          </w:p>
          <w:p w:rsidR="0034274C" w:rsidRPr="006C3E10" w:rsidRDefault="0034274C" w:rsidP="004234FB">
            <w:pPr>
              <w:suppressAutoHyphens/>
              <w:jc w:val="center"/>
            </w:pPr>
            <w:r w:rsidRPr="006C3E10">
              <w:t>№</w:t>
            </w:r>
          </w:p>
        </w:tc>
        <w:tc>
          <w:tcPr>
            <w:tcW w:w="786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 xml:space="preserve">Назва </w:t>
            </w:r>
          </w:p>
          <w:p w:rsidR="0034274C" w:rsidRPr="006C3E10" w:rsidRDefault="0034274C" w:rsidP="004234FB">
            <w:pPr>
              <w:suppressAutoHyphens/>
              <w:jc w:val="center"/>
            </w:pPr>
            <w:r w:rsidRPr="006C3E10">
              <w:t xml:space="preserve">об’єкту </w:t>
            </w:r>
          </w:p>
        </w:tc>
        <w:tc>
          <w:tcPr>
            <w:tcW w:w="1030" w:type="pct"/>
          </w:tcPr>
          <w:p w:rsidR="0034274C" w:rsidRPr="006C3E10" w:rsidRDefault="0034274C" w:rsidP="004234FB">
            <w:pPr>
              <w:suppressAutoHyphens/>
              <w:ind w:right="-413"/>
              <w:jc w:val="center"/>
            </w:pPr>
            <w:r w:rsidRPr="006C3E10">
              <w:t>Адреса</w:t>
            </w:r>
          </w:p>
        </w:tc>
        <w:tc>
          <w:tcPr>
            <w:tcW w:w="450" w:type="pct"/>
          </w:tcPr>
          <w:p w:rsidR="0034274C" w:rsidRPr="006C3E10" w:rsidRDefault="0034274C" w:rsidP="004B7C84">
            <w:pPr>
              <w:suppressAutoHyphens/>
              <w:jc w:val="center"/>
            </w:pPr>
            <w:r w:rsidRPr="006C3E10">
              <w:t>Площакв.м.</w:t>
            </w:r>
          </w:p>
        </w:tc>
        <w:tc>
          <w:tcPr>
            <w:tcW w:w="832" w:type="pct"/>
          </w:tcPr>
          <w:p w:rsidR="0034274C" w:rsidRPr="006C3E10" w:rsidRDefault="0034274C" w:rsidP="004234FB">
            <w:pPr>
              <w:suppressAutoHyphens/>
              <w:jc w:val="center"/>
            </w:pPr>
            <w:r>
              <w:t>Балансо</w:t>
            </w:r>
            <w:r w:rsidRPr="006C3E10">
              <w:t>утримувач</w:t>
            </w:r>
          </w:p>
          <w:p w:rsidR="0034274C" w:rsidRPr="006C3E10" w:rsidRDefault="0034274C" w:rsidP="004234FB">
            <w:pPr>
              <w:suppressAutoHyphens/>
              <w:jc w:val="center"/>
            </w:pPr>
          </w:p>
        </w:tc>
        <w:tc>
          <w:tcPr>
            <w:tcW w:w="1102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 xml:space="preserve">Примітка </w:t>
            </w:r>
          </w:p>
          <w:p w:rsidR="0034274C" w:rsidRPr="006C3E10" w:rsidRDefault="0034274C" w:rsidP="004234FB">
            <w:pPr>
              <w:suppressAutoHyphens/>
              <w:jc w:val="center"/>
            </w:pPr>
          </w:p>
        </w:tc>
      </w:tr>
      <w:tr w:rsidR="0034274C" w:rsidRPr="006C3E10">
        <w:trPr>
          <w:cantSplit/>
          <w:trHeight w:val="142"/>
        </w:trPr>
        <w:tc>
          <w:tcPr>
            <w:tcW w:w="401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1</w:t>
            </w:r>
          </w:p>
        </w:tc>
        <w:tc>
          <w:tcPr>
            <w:tcW w:w="399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2</w:t>
            </w:r>
          </w:p>
        </w:tc>
        <w:tc>
          <w:tcPr>
            <w:tcW w:w="786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3</w:t>
            </w:r>
          </w:p>
        </w:tc>
        <w:tc>
          <w:tcPr>
            <w:tcW w:w="1030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4</w:t>
            </w:r>
          </w:p>
        </w:tc>
        <w:tc>
          <w:tcPr>
            <w:tcW w:w="450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5</w:t>
            </w:r>
          </w:p>
        </w:tc>
        <w:tc>
          <w:tcPr>
            <w:tcW w:w="832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6</w:t>
            </w:r>
          </w:p>
        </w:tc>
        <w:tc>
          <w:tcPr>
            <w:tcW w:w="1102" w:type="pct"/>
          </w:tcPr>
          <w:p w:rsidR="0034274C" w:rsidRPr="006C3E10" w:rsidRDefault="0034274C" w:rsidP="004234FB">
            <w:pPr>
              <w:suppressAutoHyphens/>
              <w:jc w:val="center"/>
            </w:pPr>
            <w:r w:rsidRPr="006C3E10">
              <w:t>7</w:t>
            </w:r>
          </w:p>
        </w:tc>
      </w:tr>
      <w:tr w:rsidR="0034274C" w:rsidRPr="006C3E10">
        <w:trPr>
          <w:cantSplit/>
        </w:trPr>
        <w:tc>
          <w:tcPr>
            <w:tcW w:w="401" w:type="pct"/>
          </w:tcPr>
          <w:p w:rsidR="0034274C" w:rsidRPr="006C3E10" w:rsidRDefault="0034274C" w:rsidP="007C7B46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786" w:type="pct"/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Нежитлове приміщення</w:t>
            </w:r>
          </w:p>
        </w:tc>
        <w:tc>
          <w:tcPr>
            <w:tcW w:w="1030" w:type="pct"/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686EAD">
            <w:pPr>
              <w:suppressAutoHyphens/>
              <w:jc w:val="center"/>
            </w:pPr>
            <w:r w:rsidRPr="006C3E10">
              <w:t>пр. Гвардійський, 59</w:t>
            </w:r>
          </w:p>
        </w:tc>
        <w:tc>
          <w:tcPr>
            <w:tcW w:w="450" w:type="pct"/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4,4</w:t>
            </w:r>
          </w:p>
        </w:tc>
        <w:tc>
          <w:tcPr>
            <w:tcW w:w="832" w:type="pct"/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КП „Житлосервіс “Евріка”</w:t>
            </w:r>
          </w:p>
        </w:tc>
        <w:tc>
          <w:tcPr>
            <w:tcW w:w="1102" w:type="pct"/>
            <w:vAlign w:val="center"/>
          </w:tcPr>
          <w:p w:rsidR="0034274C" w:rsidRPr="006C3E10" w:rsidRDefault="0034274C" w:rsidP="00ED56DF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 оренді</w:t>
            </w:r>
          </w:p>
        </w:tc>
      </w:tr>
      <w:tr w:rsidR="0034274C" w:rsidRPr="002151A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522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6C3E10">
              <w:t>м. Сєвєродонецьк, вул. Партизанська, 2</w:t>
            </w:r>
            <w:r w:rsidRPr="006C3E10">
              <w:rPr>
                <w:lang w:val="uk-UA"/>
              </w:rPr>
              <w:t>/9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154,9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Pr="002151A9" w:rsidRDefault="0034274C" w:rsidP="002151A9">
            <w:pPr>
              <w:jc w:val="center"/>
              <w:rPr>
                <w:lang w:val="uk-UA"/>
              </w:rPr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2151A9" w:rsidRDefault="0034274C" w:rsidP="00CA0164">
            <w:pPr>
              <w:numPr>
                <w:ilvl w:val="0"/>
                <w:numId w:val="11"/>
              </w:numPr>
              <w:suppressAutoHyphens/>
              <w:jc w:val="center"/>
              <w:rPr>
                <w:lang w:val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2151A9" w:rsidRDefault="0034274C" w:rsidP="00686EAD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2151A9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2151A9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2151A9">
              <w:rPr>
                <w:lang w:val="uk-UA"/>
              </w:rPr>
              <w:t>м. Сєвєродонецьк, вул. Першотравнева, 43</w:t>
            </w:r>
            <w:r w:rsidRPr="006C3E10">
              <w:rPr>
                <w:lang w:val="uk-UA"/>
              </w:rPr>
              <w:t>/133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2151A9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2151A9">
              <w:rPr>
                <w:lang w:val="uk-UA"/>
              </w:rPr>
              <w:t>102,0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2151A9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2151A9">
              <w:rPr>
                <w:lang w:val="uk-UA"/>
              </w:rPr>
              <w:t>КП „Житлосервіс “Добробут”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  <w:rPr>
                <w:highlight w:val="yellow"/>
              </w:rPr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Будівля громадського туалету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686EAD">
            <w:pPr>
              <w:suppressAutoHyphens/>
              <w:jc w:val="center"/>
            </w:pPr>
            <w:r w:rsidRPr="006C3E10">
              <w:t>пр. Гвардійський, 15а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744F25" w:rsidRDefault="0034274C" w:rsidP="00686EA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91,1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КП „Житлосервіс “Світанок”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581973">
            <w:pPr>
              <w:suppressAutoHyphens/>
              <w:jc w:val="center"/>
              <w:rPr>
                <w:lang w:val="uk-UA"/>
              </w:rPr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345/2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Нежитлове приміщення</w:t>
            </w:r>
          </w:p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6C3E10">
              <w:t>вул. Менделєєва, 56</w:t>
            </w:r>
            <w:r w:rsidRPr="006C3E10">
              <w:rPr>
                <w:lang w:val="uk-UA"/>
              </w:rPr>
              <w:t>/38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520,6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F60BB0">
            <w:pPr>
              <w:suppressAutoHyphens/>
              <w:jc w:val="center"/>
            </w:pP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Нежитлове приміщення</w:t>
            </w:r>
          </w:p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6C3E10">
              <w:t>вул. Федоренка,</w:t>
            </w:r>
          </w:p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6C3E10">
              <w:t>49-А</w:t>
            </w:r>
            <w:r w:rsidRPr="006C3E10">
              <w:rPr>
                <w:lang w:val="uk-UA"/>
              </w:rPr>
              <w:t>/2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119,4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КП „Житлосервіс “Промінь"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010B91">
            <w:pPr>
              <w:suppressAutoHyphens/>
              <w:jc w:val="center"/>
              <w:rPr>
                <w:lang w:val="uk-UA"/>
              </w:rPr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F60BB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  <w:rPr>
                <w:lang w:val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Нежитлове приміщення</w:t>
            </w:r>
          </w:p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м. Сєвєродонецьк,</w:t>
            </w:r>
          </w:p>
          <w:p w:rsidR="0034274C" w:rsidRPr="006C3E1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вул. Федоренка,</w:t>
            </w:r>
          </w:p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49</w:t>
            </w:r>
            <w:r w:rsidRPr="006C3E10">
              <w:rPr>
                <w:lang w:val="uk-UA"/>
              </w:rPr>
              <w:t>-</w:t>
            </w:r>
            <w:r w:rsidRPr="00F60BB0">
              <w:rPr>
                <w:lang w:val="uk-UA"/>
              </w:rPr>
              <w:t>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141,5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60BB0" w:rsidRDefault="0034274C" w:rsidP="00686EAD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КП „Житлосервіс “Промінь"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695F99">
            <w:pPr>
              <w:suppressAutoHyphens/>
              <w:jc w:val="center"/>
              <w:rPr>
                <w:lang w:val="uk-UA"/>
              </w:rPr>
            </w:pP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Нежитлове приміщення</w:t>
            </w:r>
          </w:p>
          <w:p w:rsidR="0034274C" w:rsidRPr="006C3E10" w:rsidRDefault="0034274C" w:rsidP="00686EAD">
            <w:pPr>
              <w:suppressAutoHyphens/>
              <w:jc w:val="center"/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F51CA3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пр. </w:t>
            </w:r>
            <w:r>
              <w:rPr>
                <w:lang w:val="uk-UA"/>
              </w:rPr>
              <w:t>Центральни</w:t>
            </w:r>
            <w:r w:rsidRPr="006C3E10">
              <w:t>й, 70</w:t>
            </w:r>
            <w:r w:rsidRPr="006C3E10">
              <w:rPr>
                <w:lang w:val="uk-UA"/>
              </w:rPr>
              <w:t>/161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90,4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686EAD">
            <w:pPr>
              <w:suppressAutoHyphens/>
              <w:jc w:val="center"/>
            </w:pPr>
            <w:r w:rsidRPr="006C3E10">
              <w:t>КП „Житлосервіс “Евріка”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0D3482" w:rsidRDefault="0034274C" w:rsidP="00ED56DF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744F2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</w:t>
            </w:r>
            <w:r>
              <w:rPr>
                <w:lang w:val="uk-UA"/>
              </w:rPr>
              <w:t>а будівля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D25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Єгорова, 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060AD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481,0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Default="0034274C"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695F99">
            <w:pPr>
              <w:suppressAutoHyphens/>
              <w:jc w:val="center"/>
              <w:rPr>
                <w:lang w:val="uk-UA"/>
              </w:rPr>
            </w:pPr>
          </w:p>
          <w:p w:rsidR="0034274C" w:rsidRDefault="0034274C" w:rsidP="00695F99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744F2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</w:t>
            </w:r>
            <w:r>
              <w:rPr>
                <w:lang w:val="uk-UA"/>
              </w:rPr>
              <w:t>а</w:t>
            </w:r>
            <w:r w:rsidRPr="006C3E10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будівля - склад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D25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820136">
            <w:pPr>
              <w:suppressAutoHyphens/>
              <w:jc w:val="center"/>
              <w:rPr>
                <w:lang w:val="uk-UA"/>
              </w:rPr>
            </w:pPr>
          </w:p>
          <w:p w:rsidR="0034274C" w:rsidRDefault="0034274C" w:rsidP="00820136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51,8</w:t>
            </w:r>
          </w:p>
          <w:p w:rsidR="0034274C" w:rsidRDefault="0034274C" w:rsidP="00820136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F709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CB5725">
            <w:pPr>
              <w:jc w:val="center"/>
            </w:pPr>
            <w:r w:rsidRPr="001C0289"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546</w:t>
            </w:r>
          </w:p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F709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Навіс та 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B7C84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4B7C84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820136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247,2</w:t>
            </w:r>
          </w:p>
          <w:p w:rsidR="0034274C" w:rsidRDefault="0034274C" w:rsidP="00820136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5,6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4F709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CB5725">
            <w:pPr>
              <w:jc w:val="center"/>
            </w:pPr>
            <w:r w:rsidRPr="001C0289"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E137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543/1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DE137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DE137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м. Сєвєродонецьк</w:t>
            </w:r>
          </w:p>
          <w:p w:rsidR="0034274C" w:rsidRPr="00AF6E50" w:rsidRDefault="0034274C" w:rsidP="00DE137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DE137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151,4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DE1373">
            <w:pPr>
              <w:jc w:val="center"/>
            </w:pPr>
            <w:r w:rsidRPr="00AF6E50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CB5725">
            <w:pPr>
              <w:jc w:val="center"/>
            </w:pPr>
            <w:r w:rsidRPr="001C0289"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544/1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5757B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5757B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м. Сєвєродонецьк</w:t>
            </w:r>
          </w:p>
          <w:p w:rsidR="0034274C" w:rsidRPr="00AF6E50" w:rsidRDefault="0034274C" w:rsidP="005757B3">
            <w:pPr>
              <w:suppressAutoHyphens/>
              <w:jc w:val="center"/>
              <w:rPr>
                <w:lang w:val="uk-UA"/>
              </w:rPr>
            </w:pPr>
            <w:r w:rsidRPr="00AF6E50"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38436F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130,95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AF6E50" w:rsidRDefault="0034274C" w:rsidP="005757B3">
            <w:pPr>
              <w:jc w:val="center"/>
            </w:pPr>
            <w:r w:rsidRPr="00AF6E50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CB5725">
            <w:pPr>
              <w:jc w:val="center"/>
            </w:pPr>
            <w:r w:rsidRPr="001C0289">
              <w:rPr>
                <w:lang w:val="uk-UA"/>
              </w:rPr>
              <w:t>В оренді</w:t>
            </w:r>
          </w:p>
        </w:tc>
      </w:tr>
      <w:tr w:rsidR="0034274C" w:rsidRPr="002F1EC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544/2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210,25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5757B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CB5725">
            <w:pPr>
              <w:jc w:val="center"/>
            </w:pPr>
            <w:r w:rsidRPr="001C0289">
              <w:rPr>
                <w:lang w:val="uk-UA"/>
              </w:rPr>
              <w:t>В оренді</w:t>
            </w:r>
          </w:p>
        </w:tc>
      </w:tr>
      <w:tr w:rsidR="0034274C" w:rsidRPr="002F1EC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CA0164">
            <w:pPr>
              <w:numPr>
                <w:ilvl w:val="0"/>
                <w:numId w:val="11"/>
              </w:numPr>
              <w:suppressAutoHyphens/>
              <w:jc w:val="center"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545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CE0660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0660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CE0660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Енергетиків, 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0660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162,9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CE0660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6217EE">
            <w:pPr>
              <w:suppressAutoHyphens/>
              <w:jc w:val="center"/>
              <w:rPr>
                <w:lang w:val="uk-UA"/>
              </w:rPr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523,524</w:t>
            </w:r>
          </w:p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526-531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 xml:space="preserve">Комплекс нежитлових будівель та споруд в т.ч 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будівля адмінистративно-побутового комплексу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гаражі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склад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убиральня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огорожа</w:t>
            </w:r>
          </w:p>
          <w:p w:rsidR="0034274C" w:rsidRPr="00B14D49" w:rsidRDefault="0034274C" w:rsidP="004234FB">
            <w:pPr>
              <w:suppressAutoHyphens/>
              <w:jc w:val="center"/>
              <w:rPr>
                <w:sz w:val="18"/>
                <w:szCs w:val="18"/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яма оглядова</w:t>
            </w:r>
          </w:p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 w:rsidRPr="00B14D49">
              <w:rPr>
                <w:sz w:val="18"/>
                <w:szCs w:val="18"/>
                <w:lang w:val="uk-UA"/>
              </w:rPr>
              <w:t>- замощення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D25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Зелена,4-а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E1373" w:rsidRDefault="0034274C" w:rsidP="00A727BD">
            <w:pPr>
              <w:rPr>
                <w:lang w:val="uk-UA"/>
              </w:rPr>
            </w:pP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181,4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247,1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18,2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5,8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148,7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4,0</w:t>
            </w:r>
          </w:p>
          <w:p w:rsidR="0034274C" w:rsidRPr="00DE1373" w:rsidRDefault="0034274C" w:rsidP="00A727BD">
            <w:pPr>
              <w:rPr>
                <w:lang w:val="uk-UA"/>
              </w:rPr>
            </w:pPr>
            <w:r w:rsidRPr="00DE1373">
              <w:rPr>
                <w:lang w:val="uk-UA"/>
              </w:rPr>
              <w:t>1630,0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FE0B4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4F7093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B14D49" w:rsidRDefault="0034274C" w:rsidP="00733A54">
            <w:pPr>
              <w:rPr>
                <w:sz w:val="20"/>
                <w:szCs w:val="20"/>
                <w:lang w:val="uk-UA"/>
              </w:rPr>
            </w:pPr>
            <w:r w:rsidRPr="00B14D49">
              <w:rPr>
                <w:sz w:val="20"/>
                <w:szCs w:val="20"/>
                <w:lang w:val="uk-UA"/>
              </w:rPr>
              <w:t xml:space="preserve">Будинок складу мастил  в т.ч.  </w:t>
            </w:r>
          </w:p>
          <w:p w:rsidR="0034274C" w:rsidRPr="00B14D49" w:rsidRDefault="0034274C" w:rsidP="00733A54">
            <w:pPr>
              <w:rPr>
                <w:sz w:val="20"/>
                <w:szCs w:val="20"/>
                <w:lang w:val="uk-UA"/>
              </w:rPr>
            </w:pPr>
            <w:r w:rsidRPr="00B14D49">
              <w:rPr>
                <w:sz w:val="20"/>
                <w:szCs w:val="20"/>
                <w:lang w:val="uk-UA"/>
              </w:rPr>
              <w:t>- нежитлова будівля</w:t>
            </w:r>
          </w:p>
          <w:p w:rsidR="0034274C" w:rsidRPr="001A13A3" w:rsidRDefault="0034274C" w:rsidP="00733A54">
            <w:pPr>
              <w:rPr>
                <w:sz w:val="22"/>
                <w:szCs w:val="22"/>
              </w:rPr>
            </w:pPr>
            <w:r w:rsidRPr="00B14D49">
              <w:rPr>
                <w:sz w:val="20"/>
                <w:szCs w:val="20"/>
                <w:lang w:val="uk-UA"/>
              </w:rPr>
              <w:t>- рампи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D25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424F3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Промислова, 2-ш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</w:p>
          <w:p w:rsidR="0034274C" w:rsidRDefault="0034274C" w:rsidP="00733A54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406,8</w:t>
            </w:r>
          </w:p>
          <w:p w:rsidR="0034274C" w:rsidRDefault="0034274C" w:rsidP="00733A54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235,1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424F31" w:rsidRDefault="0034274C" w:rsidP="00FE0B43">
            <w:pPr>
              <w:jc w:val="center"/>
              <w:rPr>
                <w:lang w:val="uk-UA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4F7093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4234FB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D25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F51C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бульвар Дружби Народів, 43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  <w:r w:rsidRPr="00CF62E6">
              <w:rPr>
                <w:lang w:val="uk-UA"/>
              </w:rPr>
              <w:t>60,0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FE0B4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4F7093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4234FB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B0173B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B0173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F51C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пр. Центральний, 74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B0173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12,9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E138A" w:rsidRDefault="0034274C" w:rsidP="00B017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Житлосервіс «Злагода»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ED56DF">
            <w:pPr>
              <w:jc w:val="center"/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1767C" w:rsidRDefault="0034274C" w:rsidP="004234F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316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757B3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A84118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квартал 59, гараж №256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B0173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17,8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5757B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01258C" w:rsidRDefault="0034274C" w:rsidP="00ED56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  <w:r w:rsidRPr="00D1767C">
              <w:rPr>
                <w:lang w:val="uk-UA"/>
              </w:rPr>
              <w:t>2</w:t>
            </w:r>
            <w:r>
              <w:rPr>
                <w:lang w:val="uk-UA"/>
              </w:rPr>
              <w:t>55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757B3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757B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пр. Гвардійський, 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108,7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5757B3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266BC7">
            <w:pPr>
              <w:jc w:val="center"/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1767C" w:rsidRDefault="0034274C" w:rsidP="00266BC7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E8265D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9C5F59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Менделеєва, 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E138A" w:rsidRDefault="0034274C" w:rsidP="009C5F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Житлосервіс «Ритм»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266BC7">
            <w:pPr>
              <w:jc w:val="center"/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1767C" w:rsidRDefault="0034274C" w:rsidP="00266BC7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C41E5E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A7418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Курчатова, 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60,4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FE138A" w:rsidRDefault="0034274C" w:rsidP="00A741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Житлосервіс «Еврика»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C41E5E">
            <w:pPr>
              <w:jc w:val="center"/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1767C" w:rsidRDefault="0034274C" w:rsidP="00266BC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232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Нежитлове</w:t>
            </w:r>
          </w:p>
          <w:p w:rsidR="0034274C" w:rsidRPr="00F47F4D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8564F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79493B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Гоголя, 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195,3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8564F7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C41E5E">
            <w:pPr>
              <w:jc w:val="center"/>
            </w:pPr>
            <w:r>
              <w:rPr>
                <w:lang w:val="uk-UA"/>
              </w:rPr>
              <w:t>В оренді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470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Нежитлове</w:t>
            </w:r>
          </w:p>
          <w:p w:rsidR="0034274C" w:rsidRPr="00F47F4D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Pr="00CB5725" w:rsidRDefault="0034274C" w:rsidP="00CB5725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CB5725">
              <w:rPr>
                <w:sz w:val="22"/>
                <w:szCs w:val="22"/>
                <w:lang w:val="uk-UA"/>
              </w:rPr>
              <w:t>вул. Маяковського, 25-б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21,1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CA0F31" w:rsidRDefault="0034274C" w:rsidP="00E8265D">
            <w:pPr>
              <w:jc w:val="center"/>
            </w:pPr>
            <w:r w:rsidRPr="00CA0F31">
              <w:t>Фонд комунального майна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C41E5E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</w:t>
            </w:r>
          </w:p>
          <w:p w:rsidR="0034274C" w:rsidRPr="00F47F4D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1A13A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Новікова, 1-в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41E5E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88,0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1A13A3" w:rsidRDefault="0034274C" w:rsidP="00E8265D">
            <w:pPr>
              <w:jc w:val="center"/>
              <w:rPr>
                <w:sz w:val="20"/>
                <w:szCs w:val="20"/>
                <w:lang w:val="uk-UA"/>
              </w:rPr>
            </w:pPr>
            <w:r w:rsidRPr="001A13A3">
              <w:rPr>
                <w:sz w:val="22"/>
                <w:szCs w:val="22"/>
                <w:lang w:val="uk-UA"/>
              </w:rPr>
              <w:t xml:space="preserve">КП </w:t>
            </w:r>
            <w:r w:rsidRPr="001A13A3">
              <w:rPr>
                <w:sz w:val="20"/>
                <w:szCs w:val="20"/>
                <w:lang w:val="uk-UA"/>
              </w:rPr>
              <w:t>«Сєвєродонецьке тролейбусне управління»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C41E5E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</w:t>
            </w:r>
          </w:p>
          <w:p w:rsidR="0034274C" w:rsidRPr="00F47F4D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Pr="001A13A3" w:rsidRDefault="0034274C" w:rsidP="001A13A3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A13A3">
              <w:rPr>
                <w:sz w:val="22"/>
                <w:szCs w:val="22"/>
                <w:lang w:val="uk-UA"/>
              </w:rPr>
              <w:t>вул. Промислова, 3а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CE325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88,0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1A13A3" w:rsidRDefault="0034274C" w:rsidP="00CE325C">
            <w:pPr>
              <w:jc w:val="center"/>
              <w:rPr>
                <w:sz w:val="20"/>
                <w:szCs w:val="20"/>
                <w:lang w:val="uk-UA"/>
              </w:rPr>
            </w:pPr>
            <w:r w:rsidRPr="001A13A3">
              <w:rPr>
                <w:sz w:val="22"/>
                <w:szCs w:val="22"/>
                <w:lang w:val="uk-UA"/>
              </w:rPr>
              <w:t xml:space="preserve">КП </w:t>
            </w:r>
            <w:r w:rsidRPr="001A13A3">
              <w:rPr>
                <w:sz w:val="20"/>
                <w:szCs w:val="20"/>
                <w:lang w:val="uk-UA"/>
              </w:rPr>
              <w:t>«Сєвєродонецьке тролейбусне управління»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C41E5E">
            <w:pPr>
              <w:jc w:val="center"/>
            </w:pP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4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6C3E10" w:rsidRDefault="0034274C" w:rsidP="00DE5037">
            <w:pPr>
              <w:numPr>
                <w:ilvl w:val="0"/>
                <w:numId w:val="11"/>
              </w:numPr>
              <w:suppressAutoHyphens/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266BC7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Default="0034274C" w:rsidP="005821CA">
            <w:r w:rsidRPr="00F87BA4">
              <w:rPr>
                <w:lang w:val="uk-UA"/>
              </w:rPr>
              <w:t>Нежитлове приміщення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821CA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5821CA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Федоренка, 41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5821CA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129,0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5821CA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74C" w:rsidRDefault="0034274C" w:rsidP="005821CA"/>
        </w:tc>
      </w:tr>
    </w:tbl>
    <w:p w:rsidR="0034274C" w:rsidRPr="00FF118E" w:rsidRDefault="0034274C" w:rsidP="004234FB">
      <w:pPr>
        <w:suppressAutoHyphens/>
        <w:rPr>
          <w:lang w:val="uk-UA"/>
        </w:rPr>
      </w:pPr>
      <w:r w:rsidRPr="002A6288">
        <w:rPr>
          <w:lang w:val="uk-UA"/>
        </w:rPr>
        <w:t>Секретар ради</w:t>
      </w:r>
      <w:r>
        <w:rPr>
          <w:lang w:val="uk-UA"/>
        </w:rPr>
        <w:t xml:space="preserve">                                    </w:t>
      </w:r>
      <w:r w:rsidRPr="002A6288">
        <w:rPr>
          <w:lang w:val="uk-UA"/>
        </w:rPr>
        <w:t xml:space="preserve">                    </w:t>
      </w:r>
      <w:r>
        <w:rPr>
          <w:lang w:val="uk-UA"/>
        </w:rPr>
        <w:t xml:space="preserve">   </w:t>
      </w:r>
      <w:r w:rsidRPr="002A6288">
        <w:rPr>
          <w:lang w:val="uk-UA"/>
        </w:rPr>
        <w:t xml:space="preserve">                                           </w:t>
      </w:r>
      <w:r>
        <w:rPr>
          <w:lang w:val="uk-UA"/>
        </w:rPr>
        <w:t>Г.В. Пригеба</w:t>
      </w:r>
    </w:p>
    <w:p w:rsidR="0034274C" w:rsidRPr="00B524B3" w:rsidRDefault="0034274C" w:rsidP="004234FB">
      <w:pPr>
        <w:suppressAutoHyphens/>
        <w:rPr>
          <w:lang w:val="uk-UA"/>
        </w:rPr>
      </w:pPr>
    </w:p>
    <w:p w:rsidR="0034274C" w:rsidRPr="00DB0AA5" w:rsidRDefault="0034274C" w:rsidP="001A13A3">
      <w:pPr>
        <w:rPr>
          <w:sz w:val="22"/>
          <w:szCs w:val="22"/>
        </w:rPr>
      </w:pPr>
      <w:r w:rsidRPr="00DB0AA5">
        <w:rPr>
          <w:sz w:val="22"/>
          <w:szCs w:val="22"/>
        </w:rPr>
        <w:t>Підготував:</w:t>
      </w:r>
    </w:p>
    <w:p w:rsidR="0034274C" w:rsidRDefault="0034274C" w:rsidP="001A13A3">
      <w:pPr>
        <w:jc w:val="both"/>
        <w:rPr>
          <w:lang w:val="uk-UA"/>
        </w:rPr>
      </w:pPr>
      <w:r>
        <w:rPr>
          <w:lang w:val="uk-UA"/>
        </w:rPr>
        <w:t>Заступник міського голови,</w:t>
      </w:r>
    </w:p>
    <w:p w:rsidR="0034274C" w:rsidRPr="004B6DD8" w:rsidRDefault="0034274C" w:rsidP="001A13A3">
      <w:pPr>
        <w:rPr>
          <w:sz w:val="22"/>
          <w:szCs w:val="22"/>
        </w:rPr>
      </w:pPr>
      <w:r w:rsidRPr="004B6DD8">
        <w:rPr>
          <w:sz w:val="22"/>
          <w:szCs w:val="22"/>
        </w:rPr>
        <w:t>Начальник Фонду комунального майна</w:t>
      </w:r>
    </w:p>
    <w:p w:rsidR="0034274C" w:rsidRDefault="0034274C" w:rsidP="001A13A3">
      <w:pPr>
        <w:pStyle w:val="BodyTextIndent"/>
        <w:ind w:firstLine="0"/>
        <w:jc w:val="left"/>
        <w:rPr>
          <w:sz w:val="22"/>
          <w:szCs w:val="22"/>
        </w:rPr>
      </w:pPr>
      <w:r w:rsidRPr="004B6DD8">
        <w:rPr>
          <w:sz w:val="22"/>
          <w:szCs w:val="22"/>
        </w:rPr>
        <w:t xml:space="preserve">Сєверодонецької міської ради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4B6DD8">
        <w:rPr>
          <w:sz w:val="22"/>
          <w:szCs w:val="22"/>
        </w:rPr>
        <w:t>О.В.Ольшанський</w:t>
      </w:r>
    </w:p>
    <w:p w:rsidR="0034274C" w:rsidRPr="006C3E10" w:rsidRDefault="0034274C" w:rsidP="007C7B46">
      <w:pPr>
        <w:suppressAutoHyphens/>
        <w:ind w:left="5954"/>
        <w:rPr>
          <w:b/>
          <w:bCs/>
          <w:lang w:val="uk-UA"/>
        </w:rPr>
      </w:pPr>
      <w:r>
        <w:rPr>
          <w:b/>
          <w:bCs/>
          <w:lang w:val="uk-UA"/>
        </w:rPr>
        <w:t>Додаток  2</w:t>
      </w:r>
    </w:p>
    <w:p w:rsidR="0034274C" w:rsidRPr="006C3E10" w:rsidRDefault="0034274C" w:rsidP="007C7B46">
      <w:pPr>
        <w:pStyle w:val="BodyTextIndent3"/>
        <w:suppressAutoHyphens/>
        <w:ind w:left="5954" w:firstLine="0"/>
        <w:rPr>
          <w:b/>
          <w:bCs/>
          <w:sz w:val="24"/>
          <w:szCs w:val="24"/>
        </w:rPr>
      </w:pPr>
      <w:r w:rsidRPr="006C3E10">
        <w:rPr>
          <w:b/>
          <w:bCs/>
          <w:sz w:val="24"/>
          <w:szCs w:val="24"/>
        </w:rPr>
        <w:t xml:space="preserve">до рiшення </w:t>
      </w:r>
      <w:r>
        <w:rPr>
          <w:b/>
          <w:bCs/>
          <w:sz w:val="24"/>
          <w:szCs w:val="24"/>
        </w:rPr>
        <w:t>__</w:t>
      </w:r>
      <w:r w:rsidRPr="006C3E10">
        <w:rPr>
          <w:b/>
          <w:bCs/>
          <w:sz w:val="24"/>
          <w:szCs w:val="24"/>
        </w:rPr>
        <w:t xml:space="preserve"> сесiї мiської ради</w:t>
      </w:r>
    </w:p>
    <w:p w:rsidR="0034274C" w:rsidRPr="006C3E10" w:rsidRDefault="0034274C" w:rsidP="007C7B46">
      <w:pPr>
        <w:suppressAutoHyphens/>
        <w:ind w:left="5954"/>
        <w:jc w:val="both"/>
        <w:rPr>
          <w:b/>
          <w:bCs/>
          <w:lang w:val="uk-UA"/>
        </w:rPr>
      </w:pPr>
      <w:r w:rsidRPr="006C3E10">
        <w:rPr>
          <w:b/>
          <w:bCs/>
          <w:lang w:val="uk-UA"/>
        </w:rPr>
        <w:t>вiд «</w:t>
      </w:r>
      <w:r>
        <w:rPr>
          <w:b/>
          <w:bCs/>
          <w:lang w:val="uk-UA"/>
        </w:rPr>
        <w:t xml:space="preserve"> ___ </w:t>
      </w:r>
      <w:r w:rsidRPr="006C3E10">
        <w:rPr>
          <w:b/>
          <w:bCs/>
          <w:lang w:val="uk-UA"/>
        </w:rPr>
        <w:t xml:space="preserve">» </w:t>
      </w:r>
      <w:r>
        <w:rPr>
          <w:b/>
          <w:bCs/>
          <w:lang w:val="uk-UA"/>
        </w:rPr>
        <w:t>червня</w:t>
      </w:r>
      <w:r w:rsidRPr="006C3E10">
        <w:rPr>
          <w:b/>
          <w:bCs/>
          <w:lang w:val="uk-UA"/>
        </w:rPr>
        <w:t xml:space="preserve"> 20</w:t>
      </w:r>
      <w:r>
        <w:rPr>
          <w:b/>
          <w:bCs/>
          <w:lang w:val="uk-UA"/>
        </w:rPr>
        <w:t xml:space="preserve">16 </w:t>
      </w:r>
      <w:r w:rsidRPr="006C3E10">
        <w:rPr>
          <w:b/>
          <w:bCs/>
          <w:lang w:val="uk-UA"/>
        </w:rPr>
        <w:t>року №</w:t>
      </w:r>
      <w:r>
        <w:rPr>
          <w:b/>
          <w:bCs/>
          <w:lang w:val="uk-UA"/>
        </w:rPr>
        <w:t xml:space="preserve"> ____</w:t>
      </w:r>
    </w:p>
    <w:p w:rsidR="0034274C" w:rsidRPr="006C3E10" w:rsidRDefault="0034274C" w:rsidP="007C7B46">
      <w:pPr>
        <w:suppressAutoHyphens/>
        <w:jc w:val="both"/>
        <w:rPr>
          <w:sz w:val="22"/>
          <w:szCs w:val="22"/>
          <w:lang w:val="uk-UA"/>
        </w:rPr>
      </w:pPr>
    </w:p>
    <w:p w:rsidR="0034274C" w:rsidRPr="006C3E10" w:rsidRDefault="0034274C" w:rsidP="007C7B46">
      <w:pPr>
        <w:suppressAutoHyphens/>
        <w:jc w:val="center"/>
        <w:rPr>
          <w:b/>
          <w:bCs/>
          <w:sz w:val="28"/>
          <w:szCs w:val="28"/>
          <w:lang w:val="uk-UA"/>
        </w:rPr>
      </w:pPr>
      <w:r w:rsidRPr="006C3E10">
        <w:rPr>
          <w:b/>
          <w:bCs/>
          <w:sz w:val="28"/>
          <w:szCs w:val="28"/>
          <w:lang w:val="uk-UA"/>
        </w:rPr>
        <w:t>ПЕРЕЛ</w:t>
      </w:r>
      <w:r w:rsidRPr="006C3E10">
        <w:rPr>
          <w:b/>
          <w:bCs/>
          <w:sz w:val="28"/>
          <w:szCs w:val="28"/>
        </w:rPr>
        <w:t>I</w:t>
      </w:r>
      <w:r w:rsidRPr="006C3E10">
        <w:rPr>
          <w:b/>
          <w:bCs/>
          <w:sz w:val="28"/>
          <w:szCs w:val="28"/>
          <w:lang w:val="uk-UA"/>
        </w:rPr>
        <w:t>К</w:t>
      </w:r>
    </w:p>
    <w:p w:rsidR="0034274C" w:rsidRPr="007C7B46" w:rsidRDefault="0034274C" w:rsidP="007C7B46">
      <w:pPr>
        <w:suppressAutoHyphens/>
        <w:jc w:val="center"/>
        <w:rPr>
          <w:lang w:val="uk-UA"/>
        </w:rPr>
      </w:pPr>
      <w:r w:rsidRPr="007C7B46">
        <w:rPr>
          <w:lang w:val="uk-UA"/>
        </w:rPr>
        <w:t>об’єкт</w:t>
      </w:r>
      <w:r w:rsidRPr="007C7B46">
        <w:t>i</w:t>
      </w:r>
      <w:r w:rsidRPr="007C7B46">
        <w:rPr>
          <w:lang w:val="uk-UA"/>
        </w:rPr>
        <w:t>в комунальної власност</w:t>
      </w:r>
      <w:r w:rsidRPr="007C7B46">
        <w:t>i</w:t>
      </w:r>
      <w:r w:rsidRPr="007C7B46">
        <w:rPr>
          <w:lang w:val="uk-UA"/>
        </w:rPr>
        <w:t xml:space="preserve"> територіальної громади м. Сєвєродонецьк,</w:t>
      </w:r>
    </w:p>
    <w:p w:rsidR="0034274C" w:rsidRPr="007C7B46" w:rsidRDefault="0034274C" w:rsidP="007C7B46">
      <w:pPr>
        <w:suppressAutoHyphens/>
        <w:jc w:val="center"/>
        <w:rPr>
          <w:lang w:val="uk-UA"/>
        </w:rPr>
      </w:pPr>
      <w:r w:rsidRPr="007C7B46">
        <w:rPr>
          <w:lang w:val="uk-UA"/>
        </w:rPr>
        <w:t>що п</w:t>
      </w:r>
      <w:r w:rsidRPr="007C7B46">
        <w:t>i</w:t>
      </w:r>
      <w:r w:rsidRPr="007C7B46">
        <w:rPr>
          <w:lang w:val="uk-UA"/>
        </w:rPr>
        <w:t>длягають виключенню з Переліку об’єктів комунальної власності територіальної громади м. Сєвєродонецька, що підлягали відчуженню у 2015 роц</w:t>
      </w:r>
      <w:r w:rsidRPr="007C7B46">
        <w:t>i</w:t>
      </w:r>
    </w:p>
    <w:p w:rsidR="0034274C" w:rsidRPr="007C7B46" w:rsidRDefault="0034274C" w:rsidP="007C7B46">
      <w:pPr>
        <w:suppressAutoHyphens/>
        <w:ind w:left="-851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724"/>
        <w:gridCol w:w="1575"/>
        <w:gridCol w:w="2570"/>
        <w:gridCol w:w="1969"/>
        <w:gridCol w:w="2769"/>
      </w:tblGrid>
      <w:tr w:rsidR="0034274C" w:rsidRPr="007C7B46">
        <w:trPr>
          <w:cantSplit/>
        </w:trPr>
        <w:tc>
          <w:tcPr>
            <w:tcW w:w="327" w:type="pct"/>
          </w:tcPr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№</w:t>
            </w:r>
          </w:p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з/п</w:t>
            </w:r>
          </w:p>
        </w:tc>
        <w:tc>
          <w:tcPr>
            <w:tcW w:w="352" w:type="pct"/>
          </w:tcPr>
          <w:p w:rsidR="0034274C" w:rsidRPr="007C7B46" w:rsidRDefault="0034274C" w:rsidP="00D72395">
            <w:pPr>
              <w:suppressAutoHyphens/>
              <w:ind w:right="-110"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Інв.</w:t>
            </w:r>
          </w:p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№</w:t>
            </w:r>
          </w:p>
        </w:tc>
        <w:tc>
          <w:tcPr>
            <w:tcW w:w="766" w:type="pct"/>
          </w:tcPr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 xml:space="preserve">Назва </w:t>
            </w:r>
          </w:p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 xml:space="preserve">об’єкту </w:t>
            </w:r>
          </w:p>
        </w:tc>
        <w:tc>
          <w:tcPr>
            <w:tcW w:w="1250" w:type="pct"/>
          </w:tcPr>
          <w:p w:rsidR="0034274C" w:rsidRPr="007C7B46" w:rsidRDefault="0034274C" w:rsidP="00D72395">
            <w:pPr>
              <w:suppressAutoHyphens/>
              <w:ind w:right="-413"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Адреса</w:t>
            </w:r>
          </w:p>
        </w:tc>
        <w:tc>
          <w:tcPr>
            <w:tcW w:w="958" w:type="pct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Площа</w:t>
            </w:r>
          </w:p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кв.м.</w:t>
            </w:r>
          </w:p>
        </w:tc>
        <w:tc>
          <w:tcPr>
            <w:tcW w:w="1347" w:type="pct"/>
          </w:tcPr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7C7B46">
              <w:rPr>
                <w:lang w:val="uk-UA"/>
              </w:rPr>
              <w:t>Балансоутримувач</w:t>
            </w:r>
          </w:p>
          <w:p w:rsidR="0034274C" w:rsidRPr="007C7B46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</w:tr>
      <w:tr w:rsidR="0034274C" w:rsidRPr="006C3E10">
        <w:trPr>
          <w:cantSplit/>
          <w:trHeight w:val="142"/>
        </w:trPr>
        <w:tc>
          <w:tcPr>
            <w:tcW w:w="327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1</w:t>
            </w:r>
          </w:p>
        </w:tc>
        <w:tc>
          <w:tcPr>
            <w:tcW w:w="352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2</w:t>
            </w:r>
          </w:p>
        </w:tc>
        <w:tc>
          <w:tcPr>
            <w:tcW w:w="766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3</w:t>
            </w:r>
          </w:p>
        </w:tc>
        <w:tc>
          <w:tcPr>
            <w:tcW w:w="1250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4</w:t>
            </w:r>
          </w:p>
        </w:tc>
        <w:tc>
          <w:tcPr>
            <w:tcW w:w="958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5</w:t>
            </w:r>
          </w:p>
        </w:tc>
        <w:tc>
          <w:tcPr>
            <w:tcW w:w="1347" w:type="pct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6</w:t>
            </w:r>
          </w:p>
        </w:tc>
      </w:tr>
      <w:tr w:rsidR="0034274C" w:rsidRPr="006C3E10">
        <w:trPr>
          <w:cantSplit/>
        </w:trPr>
        <w:tc>
          <w:tcPr>
            <w:tcW w:w="327" w:type="pct"/>
          </w:tcPr>
          <w:p w:rsidR="0034274C" w:rsidRPr="00F60BB0" w:rsidRDefault="0034274C" w:rsidP="00707058">
            <w:pPr>
              <w:suppressAutoHyphens/>
              <w:ind w:right="11"/>
              <w:jc w:val="right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52" w:type="pct"/>
            <w:vAlign w:val="center"/>
          </w:tcPr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vAlign w:val="center"/>
          </w:tcPr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Нежитлова будівля</w:t>
            </w:r>
          </w:p>
        </w:tc>
        <w:tc>
          <w:tcPr>
            <w:tcW w:w="1250" w:type="pct"/>
            <w:vAlign w:val="center"/>
          </w:tcPr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м. Сєвєродонецьк,</w:t>
            </w:r>
          </w:p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вул. Єгорова, 2в</w:t>
            </w:r>
          </w:p>
        </w:tc>
        <w:tc>
          <w:tcPr>
            <w:tcW w:w="958" w:type="pct"/>
            <w:vAlign w:val="center"/>
          </w:tcPr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5831FF">
              <w:rPr>
                <w:lang w:val="uk-UA"/>
              </w:rPr>
              <w:t>1674,1</w:t>
            </w:r>
          </w:p>
        </w:tc>
        <w:tc>
          <w:tcPr>
            <w:tcW w:w="1347" w:type="pct"/>
            <w:vAlign w:val="center"/>
          </w:tcPr>
          <w:p w:rsidR="0034274C" w:rsidRPr="00F60BB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F60BB0">
              <w:rPr>
                <w:lang w:val="uk-UA"/>
              </w:rPr>
              <w:t>КУ«Сєвєродонецька багатопрофільна лікарня»</w:t>
            </w:r>
          </w:p>
        </w:tc>
      </w:tr>
      <w:tr w:rsidR="0034274C" w:rsidRPr="002151A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C7B46" w:rsidRDefault="0034274C" w:rsidP="00707058">
            <w:pPr>
              <w:suppressAutoHyphens/>
              <w:ind w:left="26" w:right="11"/>
              <w:jc w:val="right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Господарчий блок (гаражі)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м. Сєвєродонецьк,</w:t>
            </w:r>
          </w:p>
          <w:p w:rsidR="0034274C" w:rsidRPr="006C3E10" w:rsidRDefault="0034274C" w:rsidP="00D72395">
            <w:pPr>
              <w:suppressAutoHyphens/>
              <w:jc w:val="center"/>
            </w:pPr>
            <w:r w:rsidRPr="006C3E10">
              <w:t>вул. Єгорова, 2б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9341E8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454,1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</w:pPr>
            <w:r w:rsidRPr="006C3E10">
              <w:t>КУ«Сєвєродонецька багатопрофільна лікарня»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146FE7" w:rsidRDefault="0034274C" w:rsidP="00707058">
            <w:pPr>
              <w:suppressAutoHyphens/>
              <w:ind w:right="11"/>
              <w:jc w:val="right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вул. Гагаріна,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113,6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07058" w:rsidRDefault="0034274C" w:rsidP="00707058">
            <w:pPr>
              <w:suppressAutoHyphens/>
              <w:ind w:left="426" w:right="11" w:hanging="426"/>
              <w:jc w:val="right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вул. Гагаріна,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41,2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07058" w:rsidRDefault="0034274C" w:rsidP="00707058">
            <w:pPr>
              <w:suppressAutoHyphens/>
              <w:ind w:left="426" w:right="11" w:hanging="426"/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вул. Гагаріна,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 xml:space="preserve"> 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13,9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“Промінь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07058" w:rsidRDefault="0034274C" w:rsidP="00707058">
            <w:pPr>
              <w:suppressAutoHyphens/>
              <w:ind w:left="426" w:right="11" w:hanging="426"/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вул. Гагаріна,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 xml:space="preserve"> 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13,8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6C3E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07058" w:rsidRDefault="0034274C" w:rsidP="00707058">
            <w:pPr>
              <w:suppressAutoHyphens/>
              <w:ind w:left="426" w:right="11" w:hanging="534"/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 xml:space="preserve">вул. Гагаріна, 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13,2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707058" w:rsidRDefault="0034274C" w:rsidP="00707058">
            <w:pPr>
              <w:suppressAutoHyphens/>
              <w:ind w:left="426" w:right="11" w:hanging="426"/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вул. Гагаріна,</w:t>
            </w:r>
          </w:p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 xml:space="preserve"> 70-а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rPr>
                <w:lang w:val="uk-UA"/>
              </w:rPr>
              <w:t>54,9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6C3E10">
              <w:t xml:space="preserve">КП </w:t>
            </w:r>
            <w:r w:rsidRPr="006C3E10">
              <w:rPr>
                <w:lang w:val="uk-UA"/>
              </w:rPr>
              <w:t>«</w:t>
            </w:r>
            <w:r w:rsidRPr="006C3E10">
              <w:t>Житлосервіс Промінь</w:t>
            </w:r>
            <w:r w:rsidRPr="006C3E10">
              <w:rPr>
                <w:lang w:val="uk-UA"/>
              </w:rPr>
              <w:t>»</w:t>
            </w: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Pr="00C33EFB" w:rsidRDefault="0034274C" w:rsidP="00C33EFB">
            <w:pPr>
              <w:suppressAutoHyphens/>
              <w:ind w:left="426" w:hanging="534"/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D1767C">
              <w:rPr>
                <w:lang w:val="uk-UA"/>
              </w:rPr>
              <w:t>241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6C3E10" w:rsidRDefault="0034274C" w:rsidP="00D72395">
            <w:pPr>
              <w:suppressAutoHyphens/>
              <w:jc w:val="center"/>
              <w:rPr>
                <w:lang w:val="uk-UA"/>
              </w:rPr>
            </w:pPr>
            <w:r w:rsidRPr="00F47F4D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бульвар Дружби народів, 41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D7239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Pr="00CA0F31" w:rsidRDefault="0034274C" w:rsidP="00D72395">
            <w:pPr>
              <w:jc w:val="center"/>
            </w:pPr>
            <w:r w:rsidRPr="00CA0F31">
              <w:t>Фонд комунального майна</w:t>
            </w:r>
          </w:p>
        </w:tc>
      </w:tr>
      <w:tr w:rsidR="0034274C" w:rsidRPr="00F60BB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Default="0034274C" w:rsidP="00C33EFB">
            <w:pPr>
              <w:suppressAutoHyphens/>
              <w:ind w:left="426" w:hanging="534"/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Pr="00D1767C" w:rsidRDefault="0034274C" w:rsidP="00D72395">
            <w:pPr>
              <w:suppressAutoHyphens/>
              <w:jc w:val="center"/>
              <w:rPr>
                <w:lang w:val="uk-UA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C" w:rsidRDefault="0034274C" w:rsidP="00E8265D">
            <w:r w:rsidRPr="00F87BA4">
              <w:rPr>
                <w:lang w:val="uk-UA"/>
              </w:rPr>
              <w:t>Нежитлове приміщення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м. Сєвєродонецьк</w:t>
            </w:r>
          </w:p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вул. Гагаріна, 72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4C" w:rsidRDefault="0034274C" w:rsidP="00E8265D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4,2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74C" w:rsidRDefault="0034274C" w:rsidP="00E8265D">
            <w:pPr>
              <w:jc w:val="center"/>
              <w:rPr>
                <w:lang w:val="uk-UA"/>
              </w:rPr>
            </w:pPr>
          </w:p>
          <w:p w:rsidR="0034274C" w:rsidRPr="00CA0F31" w:rsidRDefault="0034274C" w:rsidP="00E80BB1">
            <w:pPr>
              <w:jc w:val="center"/>
            </w:pPr>
            <w:r>
              <w:rPr>
                <w:lang w:val="uk-UA"/>
              </w:rPr>
              <w:t>КП Житлосервіс «Злагода»</w:t>
            </w:r>
          </w:p>
        </w:tc>
      </w:tr>
    </w:tbl>
    <w:p w:rsidR="0034274C" w:rsidRDefault="0034274C" w:rsidP="007C7B46">
      <w:pPr>
        <w:suppressAutoHyphens/>
        <w:rPr>
          <w:lang w:val="uk-UA"/>
        </w:rPr>
      </w:pPr>
    </w:p>
    <w:p w:rsidR="0034274C" w:rsidRPr="00FF118E" w:rsidRDefault="0034274C" w:rsidP="007C7B46">
      <w:pPr>
        <w:suppressAutoHyphens/>
        <w:rPr>
          <w:lang w:val="uk-UA"/>
        </w:rPr>
      </w:pPr>
      <w:r w:rsidRPr="002A6288">
        <w:rPr>
          <w:lang w:val="uk-UA"/>
        </w:rPr>
        <w:t>Секретар ради</w:t>
      </w:r>
      <w:r>
        <w:rPr>
          <w:lang w:val="uk-UA"/>
        </w:rPr>
        <w:t xml:space="preserve"> </w:t>
      </w:r>
      <w:r w:rsidRPr="002A6288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</w:t>
      </w:r>
      <w:r w:rsidRPr="002A6288">
        <w:rPr>
          <w:lang w:val="uk-UA"/>
        </w:rPr>
        <w:t xml:space="preserve">                                                    </w:t>
      </w:r>
      <w:r>
        <w:rPr>
          <w:lang w:val="uk-UA"/>
        </w:rPr>
        <w:t>Г.В. Пригеба</w:t>
      </w:r>
    </w:p>
    <w:p w:rsidR="0034274C" w:rsidRPr="00B524B3" w:rsidRDefault="0034274C" w:rsidP="007C7B46">
      <w:pPr>
        <w:suppressAutoHyphens/>
        <w:rPr>
          <w:lang w:val="uk-UA"/>
        </w:rPr>
      </w:pPr>
    </w:p>
    <w:p w:rsidR="0034274C" w:rsidRPr="00DB0AA5" w:rsidRDefault="0034274C" w:rsidP="007C7B46">
      <w:pPr>
        <w:spacing w:line="360" w:lineRule="auto"/>
        <w:rPr>
          <w:sz w:val="22"/>
          <w:szCs w:val="22"/>
        </w:rPr>
      </w:pPr>
      <w:r w:rsidRPr="00DB0AA5">
        <w:rPr>
          <w:sz w:val="22"/>
          <w:szCs w:val="22"/>
        </w:rPr>
        <w:t>Підготував:</w:t>
      </w:r>
    </w:p>
    <w:p w:rsidR="0034274C" w:rsidRDefault="0034274C" w:rsidP="007C7B46">
      <w:pPr>
        <w:jc w:val="both"/>
        <w:rPr>
          <w:lang w:val="uk-UA"/>
        </w:rPr>
      </w:pPr>
      <w:r>
        <w:rPr>
          <w:lang w:val="uk-UA"/>
        </w:rPr>
        <w:t>Заступник міського голови,</w:t>
      </w:r>
    </w:p>
    <w:p w:rsidR="0034274C" w:rsidRPr="004B6DD8" w:rsidRDefault="0034274C" w:rsidP="007C7B46">
      <w:pPr>
        <w:rPr>
          <w:sz w:val="22"/>
          <w:szCs w:val="22"/>
        </w:rPr>
      </w:pPr>
      <w:r w:rsidRPr="004B6DD8">
        <w:rPr>
          <w:sz w:val="22"/>
          <w:szCs w:val="22"/>
        </w:rPr>
        <w:t>Начальник Фонду комунального майна</w:t>
      </w:r>
    </w:p>
    <w:p w:rsidR="0034274C" w:rsidRDefault="0034274C" w:rsidP="00D90202">
      <w:pPr>
        <w:pStyle w:val="BodyTextIndent"/>
        <w:spacing w:line="360" w:lineRule="auto"/>
        <w:ind w:firstLine="0"/>
        <w:jc w:val="left"/>
        <w:rPr>
          <w:sz w:val="22"/>
          <w:szCs w:val="22"/>
        </w:rPr>
      </w:pPr>
      <w:r w:rsidRPr="004B6DD8">
        <w:rPr>
          <w:sz w:val="22"/>
          <w:szCs w:val="22"/>
        </w:rPr>
        <w:t xml:space="preserve">Сєверодонецької міської ради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4B6DD8">
        <w:rPr>
          <w:sz w:val="22"/>
          <w:szCs w:val="22"/>
        </w:rPr>
        <w:t>О.В.</w:t>
      </w:r>
      <w:r>
        <w:rPr>
          <w:sz w:val="22"/>
          <w:szCs w:val="22"/>
        </w:rPr>
        <w:t xml:space="preserve"> </w:t>
      </w:r>
      <w:r w:rsidRPr="004B6DD8">
        <w:rPr>
          <w:sz w:val="22"/>
          <w:szCs w:val="22"/>
        </w:rPr>
        <w:t>Ольшанський</w:t>
      </w:r>
    </w:p>
    <w:p w:rsidR="0034274C" w:rsidRDefault="0034274C" w:rsidP="00D90202">
      <w:pPr>
        <w:pStyle w:val="BodyTextIndent"/>
        <w:spacing w:line="360" w:lineRule="auto"/>
        <w:ind w:firstLine="0"/>
        <w:jc w:val="left"/>
        <w:rPr>
          <w:sz w:val="22"/>
          <w:szCs w:val="22"/>
        </w:rPr>
      </w:pPr>
    </w:p>
    <w:p w:rsidR="0034274C" w:rsidRPr="00B524B3" w:rsidRDefault="0034274C" w:rsidP="00D90202">
      <w:pPr>
        <w:pStyle w:val="BodyTextIndent"/>
        <w:spacing w:line="360" w:lineRule="auto"/>
        <w:ind w:firstLine="0"/>
        <w:jc w:val="left"/>
      </w:pPr>
    </w:p>
    <w:sectPr w:rsidR="0034274C" w:rsidRPr="00B524B3" w:rsidSect="00657FDA">
      <w:pgSz w:w="11906" w:h="16838"/>
      <w:pgMar w:top="39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4ABC"/>
    <w:multiLevelType w:val="hybridMultilevel"/>
    <w:tmpl w:val="A5C89522"/>
    <w:lvl w:ilvl="0" w:tplc="A5B8FC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A66B1C"/>
    <w:multiLevelType w:val="hybridMultilevel"/>
    <w:tmpl w:val="C57A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76B60"/>
    <w:multiLevelType w:val="hybridMultilevel"/>
    <w:tmpl w:val="334A2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D3BF6"/>
    <w:multiLevelType w:val="hybridMultilevel"/>
    <w:tmpl w:val="D2A454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B1A42"/>
    <w:multiLevelType w:val="hybridMultilevel"/>
    <w:tmpl w:val="58D2C348"/>
    <w:lvl w:ilvl="0" w:tplc="2BC0BFC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3000E82">
      <w:numFmt w:val="none"/>
      <w:lvlText w:val=""/>
      <w:lvlJc w:val="left"/>
      <w:pPr>
        <w:tabs>
          <w:tab w:val="num" w:pos="360"/>
        </w:tabs>
      </w:pPr>
    </w:lvl>
    <w:lvl w:ilvl="2" w:tplc="011CCC0E">
      <w:numFmt w:val="none"/>
      <w:lvlText w:val=""/>
      <w:lvlJc w:val="left"/>
      <w:pPr>
        <w:tabs>
          <w:tab w:val="num" w:pos="360"/>
        </w:tabs>
      </w:pPr>
    </w:lvl>
    <w:lvl w:ilvl="3" w:tplc="DE2CBFD2">
      <w:numFmt w:val="none"/>
      <w:lvlText w:val=""/>
      <w:lvlJc w:val="left"/>
      <w:pPr>
        <w:tabs>
          <w:tab w:val="num" w:pos="360"/>
        </w:tabs>
      </w:pPr>
    </w:lvl>
    <w:lvl w:ilvl="4" w:tplc="5E7AE420">
      <w:numFmt w:val="none"/>
      <w:lvlText w:val=""/>
      <w:lvlJc w:val="left"/>
      <w:pPr>
        <w:tabs>
          <w:tab w:val="num" w:pos="360"/>
        </w:tabs>
      </w:pPr>
    </w:lvl>
    <w:lvl w:ilvl="5" w:tplc="250CBB64">
      <w:numFmt w:val="none"/>
      <w:lvlText w:val=""/>
      <w:lvlJc w:val="left"/>
      <w:pPr>
        <w:tabs>
          <w:tab w:val="num" w:pos="360"/>
        </w:tabs>
      </w:pPr>
    </w:lvl>
    <w:lvl w:ilvl="6" w:tplc="6B6CA11E">
      <w:numFmt w:val="none"/>
      <w:lvlText w:val=""/>
      <w:lvlJc w:val="left"/>
      <w:pPr>
        <w:tabs>
          <w:tab w:val="num" w:pos="360"/>
        </w:tabs>
      </w:pPr>
    </w:lvl>
    <w:lvl w:ilvl="7" w:tplc="6B76F5D0">
      <w:numFmt w:val="none"/>
      <w:lvlText w:val=""/>
      <w:lvlJc w:val="left"/>
      <w:pPr>
        <w:tabs>
          <w:tab w:val="num" w:pos="360"/>
        </w:tabs>
      </w:pPr>
    </w:lvl>
    <w:lvl w:ilvl="8" w:tplc="E2D83EB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6824C8A"/>
    <w:multiLevelType w:val="multilevel"/>
    <w:tmpl w:val="3D62515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E01108"/>
    <w:multiLevelType w:val="hybridMultilevel"/>
    <w:tmpl w:val="67F6AE22"/>
    <w:lvl w:ilvl="0" w:tplc="E0C6B4E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25D0DA7"/>
    <w:multiLevelType w:val="hybridMultilevel"/>
    <w:tmpl w:val="D2A4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86636"/>
    <w:multiLevelType w:val="hybridMultilevel"/>
    <w:tmpl w:val="F80EDD90"/>
    <w:lvl w:ilvl="0" w:tplc="A5B8FC16">
      <w:start w:val="1"/>
      <w:numFmt w:val="bullet"/>
      <w:lvlText w:val=""/>
      <w:lvlJc w:val="left"/>
      <w:pPr>
        <w:ind w:left="7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2" w:hanging="360"/>
      </w:pPr>
      <w:rPr>
        <w:rFonts w:ascii="Wingdings" w:hAnsi="Wingdings" w:cs="Wingdings" w:hint="default"/>
      </w:rPr>
    </w:lvl>
  </w:abstractNum>
  <w:abstractNum w:abstractNumId="10">
    <w:nsid w:val="7223082E"/>
    <w:multiLevelType w:val="hybridMultilevel"/>
    <w:tmpl w:val="07825184"/>
    <w:lvl w:ilvl="0" w:tplc="0419000F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F3276E7"/>
    <w:multiLevelType w:val="hybridMultilevel"/>
    <w:tmpl w:val="B5EEF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0C7"/>
    <w:rsid w:val="000054B7"/>
    <w:rsid w:val="00007855"/>
    <w:rsid w:val="00007E78"/>
    <w:rsid w:val="00010B91"/>
    <w:rsid w:val="0001258C"/>
    <w:rsid w:val="00013583"/>
    <w:rsid w:val="0001559E"/>
    <w:rsid w:val="00017034"/>
    <w:rsid w:val="00026691"/>
    <w:rsid w:val="00030147"/>
    <w:rsid w:val="000367BC"/>
    <w:rsid w:val="00041255"/>
    <w:rsid w:val="00041912"/>
    <w:rsid w:val="00046226"/>
    <w:rsid w:val="00060ADC"/>
    <w:rsid w:val="000620C2"/>
    <w:rsid w:val="00063EDB"/>
    <w:rsid w:val="00073671"/>
    <w:rsid w:val="000804DF"/>
    <w:rsid w:val="00082951"/>
    <w:rsid w:val="00086C8B"/>
    <w:rsid w:val="000875FD"/>
    <w:rsid w:val="000934E0"/>
    <w:rsid w:val="0009466A"/>
    <w:rsid w:val="00095856"/>
    <w:rsid w:val="00097A2F"/>
    <w:rsid w:val="000A0275"/>
    <w:rsid w:val="000A6BBD"/>
    <w:rsid w:val="000A7453"/>
    <w:rsid w:val="000B1841"/>
    <w:rsid w:val="000B4CDA"/>
    <w:rsid w:val="000B6C37"/>
    <w:rsid w:val="000C0425"/>
    <w:rsid w:val="000D04B9"/>
    <w:rsid w:val="000D1AA7"/>
    <w:rsid w:val="000D3482"/>
    <w:rsid w:val="000D52CE"/>
    <w:rsid w:val="000D60D3"/>
    <w:rsid w:val="000D73B4"/>
    <w:rsid w:val="000D777D"/>
    <w:rsid w:val="000E17BE"/>
    <w:rsid w:val="000E1E22"/>
    <w:rsid w:val="000E7DE1"/>
    <w:rsid w:val="000F365A"/>
    <w:rsid w:val="000F3BB4"/>
    <w:rsid w:val="0010085C"/>
    <w:rsid w:val="00100C5A"/>
    <w:rsid w:val="001044E4"/>
    <w:rsid w:val="00112447"/>
    <w:rsid w:val="00122676"/>
    <w:rsid w:val="0012726E"/>
    <w:rsid w:val="00136390"/>
    <w:rsid w:val="001371DB"/>
    <w:rsid w:val="00140FB6"/>
    <w:rsid w:val="00141E6B"/>
    <w:rsid w:val="001422E6"/>
    <w:rsid w:val="00146FE7"/>
    <w:rsid w:val="00152656"/>
    <w:rsid w:val="00152D21"/>
    <w:rsid w:val="001579BF"/>
    <w:rsid w:val="001679F9"/>
    <w:rsid w:val="001704F4"/>
    <w:rsid w:val="00171696"/>
    <w:rsid w:val="001756A3"/>
    <w:rsid w:val="00180321"/>
    <w:rsid w:val="00180616"/>
    <w:rsid w:val="00181D41"/>
    <w:rsid w:val="00182B51"/>
    <w:rsid w:val="0019299B"/>
    <w:rsid w:val="00192B26"/>
    <w:rsid w:val="001957C6"/>
    <w:rsid w:val="001A13A3"/>
    <w:rsid w:val="001A1EF0"/>
    <w:rsid w:val="001A384D"/>
    <w:rsid w:val="001A48DA"/>
    <w:rsid w:val="001B15DA"/>
    <w:rsid w:val="001B208D"/>
    <w:rsid w:val="001B291A"/>
    <w:rsid w:val="001B2A3E"/>
    <w:rsid w:val="001B5BD2"/>
    <w:rsid w:val="001C0289"/>
    <w:rsid w:val="001C5567"/>
    <w:rsid w:val="001C5DAD"/>
    <w:rsid w:val="001C602D"/>
    <w:rsid w:val="001D0A01"/>
    <w:rsid w:val="001D41C5"/>
    <w:rsid w:val="001D4F37"/>
    <w:rsid w:val="001E17FB"/>
    <w:rsid w:val="001E5967"/>
    <w:rsid w:val="001E7B93"/>
    <w:rsid w:val="001F2055"/>
    <w:rsid w:val="00202C5C"/>
    <w:rsid w:val="002036FD"/>
    <w:rsid w:val="002056C8"/>
    <w:rsid w:val="00207B7C"/>
    <w:rsid w:val="002101F7"/>
    <w:rsid w:val="00211D0C"/>
    <w:rsid w:val="00212720"/>
    <w:rsid w:val="00212F95"/>
    <w:rsid w:val="0021382A"/>
    <w:rsid w:val="002151A9"/>
    <w:rsid w:val="00216548"/>
    <w:rsid w:val="00216FFF"/>
    <w:rsid w:val="00222B5D"/>
    <w:rsid w:val="00222F12"/>
    <w:rsid w:val="00223578"/>
    <w:rsid w:val="00226EA2"/>
    <w:rsid w:val="00230B7B"/>
    <w:rsid w:val="00244761"/>
    <w:rsid w:val="00251A04"/>
    <w:rsid w:val="0026403C"/>
    <w:rsid w:val="00266BC7"/>
    <w:rsid w:val="00267548"/>
    <w:rsid w:val="00271479"/>
    <w:rsid w:val="00272191"/>
    <w:rsid w:val="00272C17"/>
    <w:rsid w:val="002747F2"/>
    <w:rsid w:val="002773D5"/>
    <w:rsid w:val="002809BF"/>
    <w:rsid w:val="002924AB"/>
    <w:rsid w:val="00293D16"/>
    <w:rsid w:val="002944FC"/>
    <w:rsid w:val="00295EDF"/>
    <w:rsid w:val="002A6288"/>
    <w:rsid w:val="002A7086"/>
    <w:rsid w:val="002A7247"/>
    <w:rsid w:val="002B091B"/>
    <w:rsid w:val="002C1B54"/>
    <w:rsid w:val="002C3D92"/>
    <w:rsid w:val="002C58F8"/>
    <w:rsid w:val="002D240E"/>
    <w:rsid w:val="002D2414"/>
    <w:rsid w:val="002D25A3"/>
    <w:rsid w:val="002D2989"/>
    <w:rsid w:val="002D34B6"/>
    <w:rsid w:val="002D4B6F"/>
    <w:rsid w:val="002D76FD"/>
    <w:rsid w:val="002E4936"/>
    <w:rsid w:val="002E7417"/>
    <w:rsid w:val="002F142A"/>
    <w:rsid w:val="002F1EC0"/>
    <w:rsid w:val="002F2317"/>
    <w:rsid w:val="00307B44"/>
    <w:rsid w:val="00310605"/>
    <w:rsid w:val="00311226"/>
    <w:rsid w:val="00312D8D"/>
    <w:rsid w:val="00313087"/>
    <w:rsid w:val="00324F42"/>
    <w:rsid w:val="003254B7"/>
    <w:rsid w:val="003272AF"/>
    <w:rsid w:val="0033151A"/>
    <w:rsid w:val="00335191"/>
    <w:rsid w:val="00335985"/>
    <w:rsid w:val="00336C41"/>
    <w:rsid w:val="0034274C"/>
    <w:rsid w:val="00343A9C"/>
    <w:rsid w:val="00343C97"/>
    <w:rsid w:val="0034421D"/>
    <w:rsid w:val="00346F30"/>
    <w:rsid w:val="0035049E"/>
    <w:rsid w:val="00350F71"/>
    <w:rsid w:val="00352A38"/>
    <w:rsid w:val="00352EA0"/>
    <w:rsid w:val="00353665"/>
    <w:rsid w:val="003554E1"/>
    <w:rsid w:val="00357524"/>
    <w:rsid w:val="00362A0B"/>
    <w:rsid w:val="00377620"/>
    <w:rsid w:val="003806BF"/>
    <w:rsid w:val="0038436F"/>
    <w:rsid w:val="00394070"/>
    <w:rsid w:val="00395B9E"/>
    <w:rsid w:val="0039798E"/>
    <w:rsid w:val="003A2E82"/>
    <w:rsid w:val="003A2EC3"/>
    <w:rsid w:val="003A329D"/>
    <w:rsid w:val="003A3D60"/>
    <w:rsid w:val="003A4E50"/>
    <w:rsid w:val="003A6135"/>
    <w:rsid w:val="003A664B"/>
    <w:rsid w:val="003B2C81"/>
    <w:rsid w:val="003B5076"/>
    <w:rsid w:val="003C2699"/>
    <w:rsid w:val="003C4391"/>
    <w:rsid w:val="003C7DCD"/>
    <w:rsid w:val="003D06F0"/>
    <w:rsid w:val="003E7980"/>
    <w:rsid w:val="003F199B"/>
    <w:rsid w:val="003F3CA9"/>
    <w:rsid w:val="003F4660"/>
    <w:rsid w:val="00401B8E"/>
    <w:rsid w:val="0040255D"/>
    <w:rsid w:val="00403316"/>
    <w:rsid w:val="0040511E"/>
    <w:rsid w:val="004071EC"/>
    <w:rsid w:val="004118C5"/>
    <w:rsid w:val="004151A5"/>
    <w:rsid w:val="00415FFA"/>
    <w:rsid w:val="00416200"/>
    <w:rsid w:val="00416310"/>
    <w:rsid w:val="004234FB"/>
    <w:rsid w:val="00424EEE"/>
    <w:rsid w:val="00424F31"/>
    <w:rsid w:val="00452D59"/>
    <w:rsid w:val="004668E5"/>
    <w:rsid w:val="0047262A"/>
    <w:rsid w:val="0047356B"/>
    <w:rsid w:val="0047483F"/>
    <w:rsid w:val="00474944"/>
    <w:rsid w:val="004756D9"/>
    <w:rsid w:val="00482432"/>
    <w:rsid w:val="00483010"/>
    <w:rsid w:val="0048338F"/>
    <w:rsid w:val="00484903"/>
    <w:rsid w:val="00485BE5"/>
    <w:rsid w:val="004868CE"/>
    <w:rsid w:val="00495820"/>
    <w:rsid w:val="004A26F1"/>
    <w:rsid w:val="004A594D"/>
    <w:rsid w:val="004B1DD3"/>
    <w:rsid w:val="004B3A01"/>
    <w:rsid w:val="004B6DD8"/>
    <w:rsid w:val="004B7406"/>
    <w:rsid w:val="004B7C84"/>
    <w:rsid w:val="004C14D7"/>
    <w:rsid w:val="004C2339"/>
    <w:rsid w:val="004C316F"/>
    <w:rsid w:val="004D45EC"/>
    <w:rsid w:val="004D6CB1"/>
    <w:rsid w:val="004F7093"/>
    <w:rsid w:val="00501313"/>
    <w:rsid w:val="00501EB8"/>
    <w:rsid w:val="00503834"/>
    <w:rsid w:val="00511011"/>
    <w:rsid w:val="005229D3"/>
    <w:rsid w:val="005254EA"/>
    <w:rsid w:val="00533B06"/>
    <w:rsid w:val="0054017F"/>
    <w:rsid w:val="00540840"/>
    <w:rsid w:val="005459BA"/>
    <w:rsid w:val="00553AEA"/>
    <w:rsid w:val="00555369"/>
    <w:rsid w:val="00555995"/>
    <w:rsid w:val="005564D9"/>
    <w:rsid w:val="005575B2"/>
    <w:rsid w:val="00557EF3"/>
    <w:rsid w:val="00560237"/>
    <w:rsid w:val="005603BF"/>
    <w:rsid w:val="00562E38"/>
    <w:rsid w:val="0056422E"/>
    <w:rsid w:val="005736E7"/>
    <w:rsid w:val="005755A2"/>
    <w:rsid w:val="005757B3"/>
    <w:rsid w:val="005760DC"/>
    <w:rsid w:val="00581973"/>
    <w:rsid w:val="005821CA"/>
    <w:rsid w:val="00582AA9"/>
    <w:rsid w:val="005831FF"/>
    <w:rsid w:val="00583843"/>
    <w:rsid w:val="00587CC8"/>
    <w:rsid w:val="00590949"/>
    <w:rsid w:val="00592065"/>
    <w:rsid w:val="00593A88"/>
    <w:rsid w:val="005A0E4E"/>
    <w:rsid w:val="005A119C"/>
    <w:rsid w:val="005A1C78"/>
    <w:rsid w:val="005A2890"/>
    <w:rsid w:val="005B3434"/>
    <w:rsid w:val="005B52EE"/>
    <w:rsid w:val="005B7027"/>
    <w:rsid w:val="005C29F0"/>
    <w:rsid w:val="005C716F"/>
    <w:rsid w:val="005D0DAF"/>
    <w:rsid w:val="005D16DC"/>
    <w:rsid w:val="005D330D"/>
    <w:rsid w:val="005D3A4B"/>
    <w:rsid w:val="005E039B"/>
    <w:rsid w:val="005E4FC7"/>
    <w:rsid w:val="005F0215"/>
    <w:rsid w:val="005F0A61"/>
    <w:rsid w:val="005F3A77"/>
    <w:rsid w:val="005F4933"/>
    <w:rsid w:val="005F671A"/>
    <w:rsid w:val="005F6F5D"/>
    <w:rsid w:val="0060124E"/>
    <w:rsid w:val="006060E2"/>
    <w:rsid w:val="006067D4"/>
    <w:rsid w:val="00612240"/>
    <w:rsid w:val="00612CBB"/>
    <w:rsid w:val="00614C06"/>
    <w:rsid w:val="0062001D"/>
    <w:rsid w:val="006217EE"/>
    <w:rsid w:val="00624940"/>
    <w:rsid w:val="0062554D"/>
    <w:rsid w:val="006259D4"/>
    <w:rsid w:val="006356DE"/>
    <w:rsid w:val="006363A4"/>
    <w:rsid w:val="00654177"/>
    <w:rsid w:val="00654856"/>
    <w:rsid w:val="00657843"/>
    <w:rsid w:val="00657FDA"/>
    <w:rsid w:val="00660118"/>
    <w:rsid w:val="00663C09"/>
    <w:rsid w:val="00664C06"/>
    <w:rsid w:val="00664ED5"/>
    <w:rsid w:val="006701DF"/>
    <w:rsid w:val="0067355E"/>
    <w:rsid w:val="006862DE"/>
    <w:rsid w:val="006867EF"/>
    <w:rsid w:val="00686EAD"/>
    <w:rsid w:val="00690113"/>
    <w:rsid w:val="00691FFA"/>
    <w:rsid w:val="00693C58"/>
    <w:rsid w:val="0069494E"/>
    <w:rsid w:val="00695F99"/>
    <w:rsid w:val="006A08DF"/>
    <w:rsid w:val="006A1DD9"/>
    <w:rsid w:val="006A2254"/>
    <w:rsid w:val="006A58D6"/>
    <w:rsid w:val="006B6DF3"/>
    <w:rsid w:val="006B7D3C"/>
    <w:rsid w:val="006C340A"/>
    <w:rsid w:val="006C3E10"/>
    <w:rsid w:val="006D0B7B"/>
    <w:rsid w:val="006F268E"/>
    <w:rsid w:val="006F5EAB"/>
    <w:rsid w:val="00705690"/>
    <w:rsid w:val="00707058"/>
    <w:rsid w:val="00707313"/>
    <w:rsid w:val="00712380"/>
    <w:rsid w:val="007171BE"/>
    <w:rsid w:val="00717ECF"/>
    <w:rsid w:val="0072208B"/>
    <w:rsid w:val="007306AC"/>
    <w:rsid w:val="00732336"/>
    <w:rsid w:val="00733A54"/>
    <w:rsid w:val="007350B1"/>
    <w:rsid w:val="00737400"/>
    <w:rsid w:val="00744715"/>
    <w:rsid w:val="00744F25"/>
    <w:rsid w:val="00753EA6"/>
    <w:rsid w:val="00754F2D"/>
    <w:rsid w:val="007554BB"/>
    <w:rsid w:val="00764DE5"/>
    <w:rsid w:val="00765FC5"/>
    <w:rsid w:val="00766EF4"/>
    <w:rsid w:val="00767C43"/>
    <w:rsid w:val="00770694"/>
    <w:rsid w:val="007724D2"/>
    <w:rsid w:val="00772B3E"/>
    <w:rsid w:val="007769AE"/>
    <w:rsid w:val="00782D0D"/>
    <w:rsid w:val="0078532D"/>
    <w:rsid w:val="00794066"/>
    <w:rsid w:val="0079493B"/>
    <w:rsid w:val="007971C8"/>
    <w:rsid w:val="007A3BE7"/>
    <w:rsid w:val="007B0068"/>
    <w:rsid w:val="007B546D"/>
    <w:rsid w:val="007B608B"/>
    <w:rsid w:val="007B6AA0"/>
    <w:rsid w:val="007B6AD5"/>
    <w:rsid w:val="007C6A76"/>
    <w:rsid w:val="007C7B46"/>
    <w:rsid w:val="007D0320"/>
    <w:rsid w:val="007D3E40"/>
    <w:rsid w:val="007D4B71"/>
    <w:rsid w:val="007D7265"/>
    <w:rsid w:val="007E3C83"/>
    <w:rsid w:val="007E5660"/>
    <w:rsid w:val="007E5939"/>
    <w:rsid w:val="007F30DF"/>
    <w:rsid w:val="007F3A37"/>
    <w:rsid w:val="007F65B4"/>
    <w:rsid w:val="00801CEA"/>
    <w:rsid w:val="00803159"/>
    <w:rsid w:val="00803813"/>
    <w:rsid w:val="00803DFA"/>
    <w:rsid w:val="00805580"/>
    <w:rsid w:val="00810855"/>
    <w:rsid w:val="00811035"/>
    <w:rsid w:val="00811276"/>
    <w:rsid w:val="0081187E"/>
    <w:rsid w:val="00811892"/>
    <w:rsid w:val="0081307D"/>
    <w:rsid w:val="00813B60"/>
    <w:rsid w:val="00813DFB"/>
    <w:rsid w:val="00817A43"/>
    <w:rsid w:val="00820136"/>
    <w:rsid w:val="00821487"/>
    <w:rsid w:val="00823B35"/>
    <w:rsid w:val="00830F93"/>
    <w:rsid w:val="00832520"/>
    <w:rsid w:val="00840F24"/>
    <w:rsid w:val="008416E5"/>
    <w:rsid w:val="00847013"/>
    <w:rsid w:val="00847A8D"/>
    <w:rsid w:val="008500F4"/>
    <w:rsid w:val="0085137B"/>
    <w:rsid w:val="00855ABD"/>
    <w:rsid w:val="00855CE9"/>
    <w:rsid w:val="008564F7"/>
    <w:rsid w:val="0087010E"/>
    <w:rsid w:val="00874D27"/>
    <w:rsid w:val="00874FD7"/>
    <w:rsid w:val="00875876"/>
    <w:rsid w:val="008767DD"/>
    <w:rsid w:val="00877B8E"/>
    <w:rsid w:val="00882333"/>
    <w:rsid w:val="00882E63"/>
    <w:rsid w:val="0088485A"/>
    <w:rsid w:val="00886329"/>
    <w:rsid w:val="00886B91"/>
    <w:rsid w:val="008A0BA7"/>
    <w:rsid w:val="008B2475"/>
    <w:rsid w:val="008B26FD"/>
    <w:rsid w:val="008B5C2A"/>
    <w:rsid w:val="008C54F6"/>
    <w:rsid w:val="008D0AA6"/>
    <w:rsid w:val="008E16C5"/>
    <w:rsid w:val="008E492F"/>
    <w:rsid w:val="008E4CFA"/>
    <w:rsid w:val="008F2494"/>
    <w:rsid w:val="008F2B45"/>
    <w:rsid w:val="008F4BD6"/>
    <w:rsid w:val="008F708F"/>
    <w:rsid w:val="0090366D"/>
    <w:rsid w:val="009045AC"/>
    <w:rsid w:val="00912CC7"/>
    <w:rsid w:val="00924435"/>
    <w:rsid w:val="0092469B"/>
    <w:rsid w:val="009341E8"/>
    <w:rsid w:val="0093751A"/>
    <w:rsid w:val="00940CB9"/>
    <w:rsid w:val="00940CD1"/>
    <w:rsid w:val="00951220"/>
    <w:rsid w:val="00961052"/>
    <w:rsid w:val="009637C5"/>
    <w:rsid w:val="0098566A"/>
    <w:rsid w:val="0099335D"/>
    <w:rsid w:val="00995FB2"/>
    <w:rsid w:val="009A0185"/>
    <w:rsid w:val="009A3641"/>
    <w:rsid w:val="009A3BA8"/>
    <w:rsid w:val="009A4D64"/>
    <w:rsid w:val="009B67A6"/>
    <w:rsid w:val="009C493C"/>
    <w:rsid w:val="009C5F59"/>
    <w:rsid w:val="009C6DFD"/>
    <w:rsid w:val="009D1C8B"/>
    <w:rsid w:val="009D29DA"/>
    <w:rsid w:val="009D46D2"/>
    <w:rsid w:val="009D4A9C"/>
    <w:rsid w:val="009D6C80"/>
    <w:rsid w:val="009D7B10"/>
    <w:rsid w:val="009E3D8C"/>
    <w:rsid w:val="009E5237"/>
    <w:rsid w:val="009E7201"/>
    <w:rsid w:val="009F1A57"/>
    <w:rsid w:val="00A03F3B"/>
    <w:rsid w:val="00A101C3"/>
    <w:rsid w:val="00A10F33"/>
    <w:rsid w:val="00A134EF"/>
    <w:rsid w:val="00A168F8"/>
    <w:rsid w:val="00A224F9"/>
    <w:rsid w:val="00A313A6"/>
    <w:rsid w:val="00A31D0C"/>
    <w:rsid w:val="00A32055"/>
    <w:rsid w:val="00A346E0"/>
    <w:rsid w:val="00A34A45"/>
    <w:rsid w:val="00A411E8"/>
    <w:rsid w:val="00A47512"/>
    <w:rsid w:val="00A50645"/>
    <w:rsid w:val="00A54F2A"/>
    <w:rsid w:val="00A60B4E"/>
    <w:rsid w:val="00A645E1"/>
    <w:rsid w:val="00A65721"/>
    <w:rsid w:val="00A71957"/>
    <w:rsid w:val="00A71ED6"/>
    <w:rsid w:val="00A727BD"/>
    <w:rsid w:val="00A72CDF"/>
    <w:rsid w:val="00A74185"/>
    <w:rsid w:val="00A84118"/>
    <w:rsid w:val="00A84F73"/>
    <w:rsid w:val="00A86161"/>
    <w:rsid w:val="00A94E6D"/>
    <w:rsid w:val="00A95014"/>
    <w:rsid w:val="00A95733"/>
    <w:rsid w:val="00A963C2"/>
    <w:rsid w:val="00A96999"/>
    <w:rsid w:val="00A96FCF"/>
    <w:rsid w:val="00AA0161"/>
    <w:rsid w:val="00AA3840"/>
    <w:rsid w:val="00AA7A1B"/>
    <w:rsid w:val="00AA7DA2"/>
    <w:rsid w:val="00AB0CC5"/>
    <w:rsid w:val="00AB2AE0"/>
    <w:rsid w:val="00AB6C89"/>
    <w:rsid w:val="00AC6FBF"/>
    <w:rsid w:val="00AD2B79"/>
    <w:rsid w:val="00AD6A06"/>
    <w:rsid w:val="00AE03F1"/>
    <w:rsid w:val="00AE0B90"/>
    <w:rsid w:val="00AE26CD"/>
    <w:rsid w:val="00AE3339"/>
    <w:rsid w:val="00AE47BB"/>
    <w:rsid w:val="00AE51A7"/>
    <w:rsid w:val="00AE5783"/>
    <w:rsid w:val="00AE5D12"/>
    <w:rsid w:val="00AE661B"/>
    <w:rsid w:val="00AE7BB5"/>
    <w:rsid w:val="00AF098B"/>
    <w:rsid w:val="00AF15C6"/>
    <w:rsid w:val="00AF24A1"/>
    <w:rsid w:val="00AF49D0"/>
    <w:rsid w:val="00AF630B"/>
    <w:rsid w:val="00AF6E50"/>
    <w:rsid w:val="00B0173B"/>
    <w:rsid w:val="00B137BE"/>
    <w:rsid w:val="00B14CFC"/>
    <w:rsid w:val="00B14D49"/>
    <w:rsid w:val="00B177FD"/>
    <w:rsid w:val="00B20A1D"/>
    <w:rsid w:val="00B31E4C"/>
    <w:rsid w:val="00B37D62"/>
    <w:rsid w:val="00B469D9"/>
    <w:rsid w:val="00B4724B"/>
    <w:rsid w:val="00B524B3"/>
    <w:rsid w:val="00B5263A"/>
    <w:rsid w:val="00B607E3"/>
    <w:rsid w:val="00B62792"/>
    <w:rsid w:val="00B63594"/>
    <w:rsid w:val="00B65E0F"/>
    <w:rsid w:val="00B703AE"/>
    <w:rsid w:val="00B724F5"/>
    <w:rsid w:val="00B76222"/>
    <w:rsid w:val="00B86851"/>
    <w:rsid w:val="00B90A30"/>
    <w:rsid w:val="00B95390"/>
    <w:rsid w:val="00B9614D"/>
    <w:rsid w:val="00B971D6"/>
    <w:rsid w:val="00B97251"/>
    <w:rsid w:val="00BA3F22"/>
    <w:rsid w:val="00BB157B"/>
    <w:rsid w:val="00BB4CD4"/>
    <w:rsid w:val="00BB63BF"/>
    <w:rsid w:val="00BB6932"/>
    <w:rsid w:val="00BC7080"/>
    <w:rsid w:val="00BD2630"/>
    <w:rsid w:val="00BD5754"/>
    <w:rsid w:val="00BE2CE1"/>
    <w:rsid w:val="00BF4FA0"/>
    <w:rsid w:val="00BF7AEA"/>
    <w:rsid w:val="00C027C7"/>
    <w:rsid w:val="00C03B18"/>
    <w:rsid w:val="00C05AA7"/>
    <w:rsid w:val="00C132F4"/>
    <w:rsid w:val="00C153AF"/>
    <w:rsid w:val="00C15473"/>
    <w:rsid w:val="00C16238"/>
    <w:rsid w:val="00C17E35"/>
    <w:rsid w:val="00C21185"/>
    <w:rsid w:val="00C228F3"/>
    <w:rsid w:val="00C2360E"/>
    <w:rsid w:val="00C23A9D"/>
    <w:rsid w:val="00C24FA1"/>
    <w:rsid w:val="00C33EFB"/>
    <w:rsid w:val="00C3520E"/>
    <w:rsid w:val="00C35F6F"/>
    <w:rsid w:val="00C35FBF"/>
    <w:rsid w:val="00C41E5E"/>
    <w:rsid w:val="00C456BF"/>
    <w:rsid w:val="00C5062A"/>
    <w:rsid w:val="00C52A01"/>
    <w:rsid w:val="00C537F0"/>
    <w:rsid w:val="00C541CA"/>
    <w:rsid w:val="00C7234C"/>
    <w:rsid w:val="00C73218"/>
    <w:rsid w:val="00C750C4"/>
    <w:rsid w:val="00C77BB3"/>
    <w:rsid w:val="00C82E48"/>
    <w:rsid w:val="00C856DE"/>
    <w:rsid w:val="00C85B93"/>
    <w:rsid w:val="00C86B3D"/>
    <w:rsid w:val="00C92D1D"/>
    <w:rsid w:val="00CA0164"/>
    <w:rsid w:val="00CA0F31"/>
    <w:rsid w:val="00CA2F55"/>
    <w:rsid w:val="00CA4506"/>
    <w:rsid w:val="00CB035E"/>
    <w:rsid w:val="00CB2EF6"/>
    <w:rsid w:val="00CB5725"/>
    <w:rsid w:val="00CB7CE0"/>
    <w:rsid w:val="00CC18F0"/>
    <w:rsid w:val="00CC58F4"/>
    <w:rsid w:val="00CC6945"/>
    <w:rsid w:val="00CD23B4"/>
    <w:rsid w:val="00CD2AF9"/>
    <w:rsid w:val="00CD60DA"/>
    <w:rsid w:val="00CE0660"/>
    <w:rsid w:val="00CE325C"/>
    <w:rsid w:val="00CE4F9B"/>
    <w:rsid w:val="00CE56F5"/>
    <w:rsid w:val="00CF273C"/>
    <w:rsid w:val="00CF62E6"/>
    <w:rsid w:val="00D05C5E"/>
    <w:rsid w:val="00D10296"/>
    <w:rsid w:val="00D1051F"/>
    <w:rsid w:val="00D11E8F"/>
    <w:rsid w:val="00D1767C"/>
    <w:rsid w:val="00D22DA0"/>
    <w:rsid w:val="00D24DA0"/>
    <w:rsid w:val="00D26DAD"/>
    <w:rsid w:val="00D300F6"/>
    <w:rsid w:val="00D3144F"/>
    <w:rsid w:val="00D37CFD"/>
    <w:rsid w:val="00D40A07"/>
    <w:rsid w:val="00D4511A"/>
    <w:rsid w:val="00D52B6A"/>
    <w:rsid w:val="00D540B3"/>
    <w:rsid w:val="00D54520"/>
    <w:rsid w:val="00D55A3E"/>
    <w:rsid w:val="00D6412C"/>
    <w:rsid w:val="00D64FBE"/>
    <w:rsid w:val="00D65567"/>
    <w:rsid w:val="00D700C7"/>
    <w:rsid w:val="00D72395"/>
    <w:rsid w:val="00D76FE3"/>
    <w:rsid w:val="00D8578A"/>
    <w:rsid w:val="00D869C1"/>
    <w:rsid w:val="00D90202"/>
    <w:rsid w:val="00D924AB"/>
    <w:rsid w:val="00D927ED"/>
    <w:rsid w:val="00D954A2"/>
    <w:rsid w:val="00DA284E"/>
    <w:rsid w:val="00DA2A2C"/>
    <w:rsid w:val="00DA4313"/>
    <w:rsid w:val="00DA51CB"/>
    <w:rsid w:val="00DA54BF"/>
    <w:rsid w:val="00DB0AA5"/>
    <w:rsid w:val="00DB12B5"/>
    <w:rsid w:val="00DB1BA6"/>
    <w:rsid w:val="00DC7D8E"/>
    <w:rsid w:val="00DD4AB8"/>
    <w:rsid w:val="00DD6ECC"/>
    <w:rsid w:val="00DE1373"/>
    <w:rsid w:val="00DE5037"/>
    <w:rsid w:val="00DE7DB8"/>
    <w:rsid w:val="00DF5395"/>
    <w:rsid w:val="00DF7124"/>
    <w:rsid w:val="00E03A13"/>
    <w:rsid w:val="00E03BE5"/>
    <w:rsid w:val="00E0630E"/>
    <w:rsid w:val="00E122CC"/>
    <w:rsid w:val="00E17C35"/>
    <w:rsid w:val="00E21EDF"/>
    <w:rsid w:val="00E2519E"/>
    <w:rsid w:val="00E27223"/>
    <w:rsid w:val="00E3178E"/>
    <w:rsid w:val="00E332C9"/>
    <w:rsid w:val="00E33794"/>
    <w:rsid w:val="00E3700E"/>
    <w:rsid w:val="00E4040A"/>
    <w:rsid w:val="00E413D1"/>
    <w:rsid w:val="00E45FA1"/>
    <w:rsid w:val="00E46BED"/>
    <w:rsid w:val="00E6518F"/>
    <w:rsid w:val="00E661EE"/>
    <w:rsid w:val="00E71D5C"/>
    <w:rsid w:val="00E76FE4"/>
    <w:rsid w:val="00E80BB1"/>
    <w:rsid w:val="00E8265D"/>
    <w:rsid w:val="00E82962"/>
    <w:rsid w:val="00E83391"/>
    <w:rsid w:val="00E8446C"/>
    <w:rsid w:val="00E9193F"/>
    <w:rsid w:val="00EA23BE"/>
    <w:rsid w:val="00EA2FEA"/>
    <w:rsid w:val="00EA4540"/>
    <w:rsid w:val="00EB0A51"/>
    <w:rsid w:val="00EB4BD6"/>
    <w:rsid w:val="00EC3FD5"/>
    <w:rsid w:val="00EC4615"/>
    <w:rsid w:val="00EC5899"/>
    <w:rsid w:val="00ED0B6B"/>
    <w:rsid w:val="00ED3C72"/>
    <w:rsid w:val="00ED42D3"/>
    <w:rsid w:val="00ED4FB1"/>
    <w:rsid w:val="00ED56DF"/>
    <w:rsid w:val="00ED734D"/>
    <w:rsid w:val="00EE67A4"/>
    <w:rsid w:val="00EF051B"/>
    <w:rsid w:val="00EF0968"/>
    <w:rsid w:val="00EF2A85"/>
    <w:rsid w:val="00EF2AD0"/>
    <w:rsid w:val="00EF33B2"/>
    <w:rsid w:val="00EF34FE"/>
    <w:rsid w:val="00EF5751"/>
    <w:rsid w:val="00F0399B"/>
    <w:rsid w:val="00F13FAF"/>
    <w:rsid w:val="00F17A98"/>
    <w:rsid w:val="00F23455"/>
    <w:rsid w:val="00F23A9F"/>
    <w:rsid w:val="00F24220"/>
    <w:rsid w:val="00F26445"/>
    <w:rsid w:val="00F2676F"/>
    <w:rsid w:val="00F33572"/>
    <w:rsid w:val="00F35AC4"/>
    <w:rsid w:val="00F40262"/>
    <w:rsid w:val="00F43FA6"/>
    <w:rsid w:val="00F47F4D"/>
    <w:rsid w:val="00F51CA3"/>
    <w:rsid w:val="00F52314"/>
    <w:rsid w:val="00F53851"/>
    <w:rsid w:val="00F53DD8"/>
    <w:rsid w:val="00F60BB0"/>
    <w:rsid w:val="00F61C1F"/>
    <w:rsid w:val="00F639F5"/>
    <w:rsid w:val="00F64952"/>
    <w:rsid w:val="00F76717"/>
    <w:rsid w:val="00F80F1D"/>
    <w:rsid w:val="00F8231C"/>
    <w:rsid w:val="00F82EC4"/>
    <w:rsid w:val="00F831AC"/>
    <w:rsid w:val="00F861AA"/>
    <w:rsid w:val="00F87BA4"/>
    <w:rsid w:val="00F969BA"/>
    <w:rsid w:val="00F96CD1"/>
    <w:rsid w:val="00FB15B2"/>
    <w:rsid w:val="00FB1CC5"/>
    <w:rsid w:val="00FB5E9A"/>
    <w:rsid w:val="00FB7D2C"/>
    <w:rsid w:val="00FC1B3B"/>
    <w:rsid w:val="00FC391E"/>
    <w:rsid w:val="00FC47C2"/>
    <w:rsid w:val="00FD2A52"/>
    <w:rsid w:val="00FD3650"/>
    <w:rsid w:val="00FD5D35"/>
    <w:rsid w:val="00FE0B43"/>
    <w:rsid w:val="00FE138A"/>
    <w:rsid w:val="00FE4ED1"/>
    <w:rsid w:val="00FF118E"/>
    <w:rsid w:val="00FF2D09"/>
    <w:rsid w:val="00FF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8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3A88"/>
    <w:pPr>
      <w:keepNext/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3A88"/>
    <w:pPr>
      <w:keepNext/>
      <w:spacing w:line="480" w:lineRule="auto"/>
      <w:ind w:firstLine="720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A91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A91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93A88"/>
    <w:pPr>
      <w:ind w:firstLine="72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26FD"/>
    <w:rPr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semiHidden/>
    <w:rsid w:val="00593A88"/>
    <w:pPr>
      <w:ind w:firstLine="360"/>
      <w:jc w:val="both"/>
    </w:pPr>
    <w:rPr>
      <w:sz w:val="22"/>
      <w:szCs w:val="22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91A91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93A88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91A91"/>
    <w:rPr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593A88"/>
    <w:pPr>
      <w:ind w:left="6120" w:firstLine="270"/>
      <w:jc w:val="both"/>
    </w:pPr>
    <w:rPr>
      <w:sz w:val="22"/>
      <w:szCs w:val="22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91A91"/>
    <w:rPr>
      <w:sz w:val="16"/>
      <w:szCs w:val="16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593A88"/>
    <w:rPr>
      <w:sz w:val="20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69BA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3C4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439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140FB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40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13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4</Pages>
  <Words>5978</Words>
  <Characters>3409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subject/>
  <dc:creator>User</dc:creator>
  <cp:keywords/>
  <dc:description/>
  <cp:lastModifiedBy>admin</cp:lastModifiedBy>
  <cp:revision>17</cp:revision>
  <cp:lastPrinted>2016-06-09T07:39:00Z</cp:lastPrinted>
  <dcterms:created xsi:type="dcterms:W3CDTF">2016-04-26T05:50:00Z</dcterms:created>
  <dcterms:modified xsi:type="dcterms:W3CDTF">2016-06-10T06:54:00Z</dcterms:modified>
</cp:coreProperties>
</file>