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EA" w:rsidRPr="00117450" w:rsidRDefault="004F3BEA" w:rsidP="00737943">
      <w:pPr>
        <w:ind w:firstLine="8640"/>
        <w:rPr>
          <w:b/>
          <w:bCs/>
          <w:sz w:val="28"/>
          <w:szCs w:val="28"/>
          <w:lang w:val="uk-UA"/>
        </w:rPr>
      </w:pPr>
      <w:r w:rsidRPr="00117450">
        <w:rPr>
          <w:b/>
          <w:bCs/>
          <w:sz w:val="28"/>
          <w:szCs w:val="28"/>
          <w:lang w:val="uk-UA"/>
        </w:rPr>
        <w:t>проект</w:t>
      </w:r>
    </w:p>
    <w:p w:rsidR="004F3BEA" w:rsidRDefault="004F3BEA" w:rsidP="00737943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4F3BEA" w:rsidRDefault="004F3BEA" w:rsidP="0073794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4F3BEA" w:rsidRDefault="004F3BEA" w:rsidP="00737943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(чергова) сесія </w:t>
      </w:r>
    </w:p>
    <w:p w:rsidR="004F3BEA" w:rsidRDefault="004F3BEA" w:rsidP="00737943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4F3BEA" w:rsidRDefault="004F3BEA" w:rsidP="0073794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</w:p>
    <w:p w:rsidR="004F3BEA" w:rsidRDefault="004F3BEA" w:rsidP="00737943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2019 року</w:t>
      </w:r>
    </w:p>
    <w:p w:rsidR="004F3BEA" w:rsidRDefault="004F3BEA" w:rsidP="00737943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   м. Сєвєродонецьк</w:t>
      </w:r>
    </w:p>
    <w:tbl>
      <w:tblPr>
        <w:tblW w:w="0" w:type="auto"/>
        <w:tblInd w:w="-106" w:type="dxa"/>
        <w:tblLook w:val="01E0"/>
      </w:tblPr>
      <w:tblGrid>
        <w:gridCol w:w="4860"/>
      </w:tblGrid>
      <w:tr w:rsidR="004F3BEA">
        <w:trPr>
          <w:trHeight w:val="460"/>
        </w:trPr>
        <w:tc>
          <w:tcPr>
            <w:tcW w:w="4860" w:type="dxa"/>
          </w:tcPr>
          <w:p w:rsidR="004F3BEA" w:rsidRDefault="004F3BEA" w:rsidP="005809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-108"/>
              <w:jc w:val="both"/>
              <w:rPr>
                <w:lang w:val="uk-UA"/>
              </w:rPr>
            </w:pPr>
            <w:r w:rsidRPr="006E501D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передачу в оренду земельної ділянки </w:t>
            </w:r>
            <w:r>
              <w:rPr>
                <w:lang w:val="uk-UA"/>
              </w:rPr>
              <w:t xml:space="preserve">ТОВ «СП  № 52 «ТЕРМОІЗОЛЯЦІЯ» </w:t>
            </w:r>
            <w:r>
              <w:rPr>
                <w:color w:val="000000"/>
                <w:lang w:val="uk-UA"/>
              </w:rPr>
              <w:t xml:space="preserve">для обслуговування цілісного майнового комплексу, за адресою: </w:t>
            </w:r>
            <w:r>
              <w:rPr>
                <w:lang w:val="uk-UA"/>
              </w:rPr>
              <w:t>м. Сєвєродонецьк, вул. Пивоварова, буд. 1-В</w:t>
            </w:r>
          </w:p>
          <w:p w:rsidR="004F3BEA" w:rsidRDefault="004F3BEA" w:rsidP="005809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-108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4F3BEA" w:rsidRDefault="004F3BEA" w:rsidP="004D65F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Розглянувши клопотання </w:t>
      </w:r>
      <w:r>
        <w:rPr>
          <w:color w:val="000000"/>
          <w:lang w:val="uk-UA"/>
        </w:rPr>
        <w:t xml:space="preserve">ТОВАРИСТВА З ОБМЕЖЕНОЮ ВІДПОВІДАЛЬНІСТЮ «СПЕЦІАЛІЗОВАНЕ ПІДПРИЄМСТВО № 52 «ТЕРМОІЗОЛЯЦІЯ»  </w:t>
      </w:r>
      <w:r>
        <w:rPr>
          <w:lang w:val="uk-UA"/>
        </w:rPr>
        <w:t xml:space="preserve">(вх. № 47010 від 20.09.2019) </w:t>
      </w:r>
      <w:r>
        <w:rPr>
          <w:color w:val="000000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lang w:val="uk-UA"/>
        </w:rPr>
        <w:t xml:space="preserve">та передачу її в оренду для обслуговування цілісного </w:t>
      </w:r>
      <w:r>
        <w:rPr>
          <w:color w:val="000000"/>
          <w:lang w:val="uk-UA"/>
        </w:rPr>
        <w:t>майнового комплексу,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який</w:t>
      </w:r>
      <w:r>
        <w:rPr>
          <w:lang w:val="uk-UA"/>
        </w:rPr>
        <w:t xml:space="preserve"> належить ТОВ «СП № 52 «ТЕРМОІЗОЛЯЦІЯ»  на праві власності, відповідно до Витягу з Державного реєстру речових прав на нерухоме майно про реєстрацію права власності від 30.12.2016, </w:t>
      </w:r>
      <w:r>
        <w:rPr>
          <w:rStyle w:val="st42"/>
          <w:lang w:val="uk-UA"/>
        </w:rPr>
        <w:t>враховуючи</w:t>
      </w:r>
      <w:r w:rsidRPr="004D65F8">
        <w:rPr>
          <w:rStyle w:val="st42"/>
          <w:lang w:val="uk-UA"/>
        </w:rPr>
        <w:t>,</w:t>
      </w:r>
      <w:r w:rsidRPr="00834516">
        <w:rPr>
          <w:color w:val="000000"/>
          <w:lang w:val="uk-UA"/>
        </w:rPr>
        <w:t xml:space="preserve"> що земельна ділянка раніше </w:t>
      </w:r>
      <w:r>
        <w:rPr>
          <w:color w:val="000000"/>
          <w:lang w:val="uk-UA"/>
        </w:rPr>
        <w:t>надавалась в постійне користування</w:t>
      </w:r>
      <w:r w:rsidRPr="00184FD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КП № 52 «Термоізоляція»</w:t>
      </w:r>
      <w:r w:rsidRPr="0003515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(Державний акт на право постійного користування землею серія ІІ-ЛГ № 006120)  під розташування виробничої бази (ділянка № 1) та </w:t>
      </w:r>
      <w:r w:rsidRPr="0044615B">
        <w:rPr>
          <w:color w:val="000000"/>
          <w:lang w:val="uk-UA"/>
        </w:rPr>
        <w:t xml:space="preserve">рішення сесії міської ради № </w:t>
      </w:r>
      <w:r>
        <w:rPr>
          <w:color w:val="000000"/>
          <w:lang w:val="uk-UA"/>
        </w:rPr>
        <w:t>3075</w:t>
      </w:r>
      <w:r w:rsidRPr="0044615B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>0</w:t>
      </w:r>
      <w:r w:rsidRPr="0044615B">
        <w:rPr>
          <w:color w:val="000000"/>
          <w:lang w:val="uk-UA"/>
        </w:rPr>
        <w:t>9.0</w:t>
      </w:r>
      <w:r>
        <w:rPr>
          <w:color w:val="000000"/>
          <w:lang w:val="uk-UA"/>
        </w:rPr>
        <w:t>1</w:t>
      </w:r>
      <w:r w:rsidRPr="0044615B">
        <w:rPr>
          <w:color w:val="000000"/>
          <w:lang w:val="uk-UA"/>
        </w:rPr>
        <w:t>.2019 «</w:t>
      </w:r>
      <w:r w:rsidRPr="007D6FF6">
        <w:rPr>
          <w:color w:val="000000"/>
          <w:lang w:val="uk-UA"/>
        </w:rPr>
        <w:t>Про припинення права користування</w:t>
      </w:r>
      <w:r>
        <w:rPr>
          <w:color w:val="000000"/>
          <w:lang w:val="uk-UA"/>
        </w:rPr>
        <w:t xml:space="preserve"> </w:t>
      </w:r>
      <w:r w:rsidRPr="007D6FF6">
        <w:rPr>
          <w:color w:val="000000"/>
          <w:lang w:val="uk-UA"/>
        </w:rPr>
        <w:t>земельн</w:t>
      </w:r>
      <w:r>
        <w:rPr>
          <w:color w:val="000000"/>
          <w:lang w:val="uk-UA"/>
        </w:rPr>
        <w:t>ою</w:t>
      </w:r>
      <w:r w:rsidRPr="007D6FF6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 xml:space="preserve">ою  КП № 52 «Термоізоляція»,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та розвитку селищ (протокол                              №   від    2019), відповідно до статей 12, 120, 122, 123, 124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4F3BEA" w:rsidRDefault="004F3BEA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lang w:val="uk-UA"/>
        </w:rPr>
      </w:pPr>
    </w:p>
    <w:p w:rsidR="004F3BEA" w:rsidRDefault="004F3BEA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b/>
          <w:bCs/>
          <w:lang w:val="uk-UA"/>
        </w:rPr>
      </w:pPr>
      <w:r>
        <w:rPr>
          <w:lang w:val="uk-UA"/>
        </w:rPr>
        <w:t xml:space="preserve">   </w:t>
      </w:r>
      <w:r>
        <w:rPr>
          <w:b/>
          <w:bCs/>
          <w:lang w:val="uk-UA"/>
        </w:rPr>
        <w:t xml:space="preserve">ВИРІШИЛА:     </w:t>
      </w:r>
    </w:p>
    <w:p w:rsidR="004F3BEA" w:rsidRPr="004F0987" w:rsidRDefault="004F3BEA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b/>
          <w:bCs/>
          <w:color w:val="000000"/>
          <w:lang w:val="uk-UA"/>
        </w:rPr>
      </w:pPr>
    </w:p>
    <w:p w:rsidR="004F3BEA" w:rsidRDefault="004F3BEA" w:rsidP="005F7FE3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color w:val="FF0000"/>
          <w:lang w:val="uk-UA"/>
        </w:rPr>
        <w:t xml:space="preserve">         </w:t>
      </w:r>
      <w:r>
        <w:rPr>
          <w:lang w:val="uk-UA"/>
        </w:rPr>
        <w:t xml:space="preserve">1. Затвердити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, </w:t>
      </w:r>
      <w:r>
        <w:rPr>
          <w:color w:val="000000"/>
          <w:lang w:val="uk-UA"/>
        </w:rPr>
        <w:t>для обслуговування цілісного майнового комплексу</w:t>
      </w:r>
      <w:r>
        <w:rPr>
          <w:lang w:val="uk-UA"/>
        </w:rPr>
        <w:t>, за адресою: Луганська обл., м. Сєвєродонецьк,  вул. Пивоварова, буд. 1-В.</w:t>
      </w:r>
    </w:p>
    <w:p w:rsidR="004F3BEA" w:rsidRDefault="004F3BEA" w:rsidP="005F7FE3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         2</w:t>
      </w:r>
      <w:r>
        <w:rPr>
          <w:lang w:val="uk-UA"/>
        </w:rPr>
        <w:t xml:space="preserve">. Передати  </w:t>
      </w:r>
      <w:r>
        <w:rPr>
          <w:color w:val="000000"/>
          <w:lang w:val="uk-UA"/>
        </w:rPr>
        <w:t xml:space="preserve">ТОВАРИСТВУ З ОБМЕЖЕНОЮ ВІДПОВІДАЛЬНІСТЮ «СПЕЦІАЛІЗОВАНЕ ПІДПРИЄМСТВО № 52 «ТЕРМОІЗОЛЯЦІЯ»  в оренду, </w:t>
      </w:r>
      <w:r>
        <w:rPr>
          <w:lang w:val="uk-UA"/>
        </w:rPr>
        <w:t xml:space="preserve">строком на                  </w:t>
      </w:r>
      <w:r>
        <w:rPr>
          <w:color w:val="000000"/>
          <w:lang w:val="uk-UA"/>
        </w:rPr>
        <w:t>49 (сорок дев</w:t>
      </w:r>
      <w:r w:rsidRPr="00EA12DF">
        <w:rPr>
          <w:color w:val="000000"/>
          <w:lang w:val="uk-UA"/>
        </w:rPr>
        <w:t>’</w:t>
      </w:r>
      <w:r>
        <w:rPr>
          <w:color w:val="000000"/>
          <w:lang w:val="uk-UA"/>
        </w:rPr>
        <w:t xml:space="preserve">ять) </w:t>
      </w:r>
      <w:r>
        <w:rPr>
          <w:lang w:val="uk-UA"/>
        </w:rPr>
        <w:t xml:space="preserve">років </w:t>
      </w:r>
      <w:r>
        <w:rPr>
          <w:color w:val="000000"/>
          <w:lang w:val="uk-UA"/>
        </w:rPr>
        <w:t xml:space="preserve">з моменту прийняття цього рішення, </w:t>
      </w:r>
      <w:r>
        <w:rPr>
          <w:lang w:val="uk-UA"/>
        </w:rPr>
        <w:t xml:space="preserve">земельну ділянку, кадастровий номер 4412900000:04:002:0020, площею 2,1313 га, </w:t>
      </w:r>
      <w:r>
        <w:rPr>
          <w:color w:val="000000"/>
          <w:lang w:val="uk-UA"/>
        </w:rPr>
        <w:t>для обслуговування цілісного майнового комплексу</w:t>
      </w:r>
      <w:r>
        <w:rPr>
          <w:lang w:val="uk-UA"/>
        </w:rPr>
        <w:t xml:space="preserve">, за адресою: Луганська обл., м. Сєвєродонецьк, вулиця Пивоварова, будинок 1-В (категорія земель - </w:t>
      </w:r>
      <w:r w:rsidRPr="00B52D2A">
        <w:rPr>
          <w:lang w:val="uk-UA"/>
        </w:rPr>
        <w:t xml:space="preserve">землі </w:t>
      </w:r>
      <w:r>
        <w:rPr>
          <w:lang w:val="uk-UA"/>
        </w:rPr>
        <w:t xml:space="preserve">промисловості, транспорту, зв’язку, енергетики, оборони та іншого призначення; цільове призначення земельної ділянки - </w:t>
      </w:r>
      <w:r w:rsidRPr="00F80179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; вид використання - </w:t>
      </w:r>
      <w:r>
        <w:rPr>
          <w:color w:val="000000"/>
          <w:lang w:val="uk-UA"/>
        </w:rPr>
        <w:t>для обслуговування цілісного майнового комплексу)</w:t>
      </w:r>
      <w:r>
        <w:rPr>
          <w:lang w:val="uk-UA"/>
        </w:rPr>
        <w:t>.</w:t>
      </w:r>
    </w:p>
    <w:p w:rsidR="004F3BEA" w:rsidRPr="00F52593" w:rsidRDefault="004F3BEA" w:rsidP="00B4321E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         3. </w:t>
      </w:r>
      <w:r>
        <w:rPr>
          <w:color w:val="000000"/>
          <w:lang w:val="uk-UA"/>
        </w:rPr>
        <w:t xml:space="preserve">ТОВАРИСТВУ З ОБМЕЖЕНОЮ ВІДПОВІДАЛЬНІСТЮ «СПЕЦІАЛІЗОВАНЕ ПІДПРИЄМСТВО № 52 «ТЕРМОІЗОЛЯЦІЯ» укласти у письмовій формі договір оренди землі та здійснити заходи для державної реєстрації права оренди на земельну ділянку у встановленому законодавством порядку. </w:t>
      </w:r>
    </w:p>
    <w:p w:rsidR="004F3BEA" w:rsidRDefault="004F3BEA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  <w:r>
        <w:rPr>
          <w:lang w:val="uk-UA"/>
        </w:rPr>
        <w:t xml:space="preserve">      4</w:t>
      </w:r>
      <w:r>
        <w:rPr>
          <w:color w:val="000000"/>
          <w:lang w:val="uk-UA"/>
        </w:rPr>
        <w:t>.</w:t>
      </w:r>
      <w:r>
        <w:rPr>
          <w:color w:val="FF0000"/>
          <w:lang w:val="uk-UA"/>
        </w:rPr>
        <w:t xml:space="preserve">  </w:t>
      </w:r>
      <w:r>
        <w:rPr>
          <w:color w:val="000000"/>
          <w:lang w:val="uk-UA"/>
        </w:rPr>
        <w:t>Дане рішення підлягає оприлюдненню.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    </w:t>
      </w:r>
    </w:p>
    <w:p w:rsidR="004F3BEA" w:rsidRDefault="004F3BEA" w:rsidP="005F7FE3">
      <w:pPr>
        <w:widowControl w:val="0"/>
        <w:tabs>
          <w:tab w:val="left" w:pos="540"/>
        </w:tabs>
        <w:autoSpaceDE w:val="0"/>
        <w:autoSpaceDN w:val="0"/>
        <w:adjustRightInd w:val="0"/>
        <w:ind w:firstLine="180"/>
        <w:jc w:val="both"/>
        <w:rPr>
          <w:lang w:val="uk-UA"/>
        </w:rPr>
      </w:pPr>
      <w:r>
        <w:rPr>
          <w:lang w:val="uk-UA"/>
        </w:rPr>
        <w:t xml:space="preserve">      5.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F3BEA" w:rsidRDefault="004F3BEA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</w:p>
    <w:p w:rsidR="004F3BEA" w:rsidRPr="00485128" w:rsidRDefault="004F3BEA" w:rsidP="006B4662">
      <w:pPr>
        <w:widowControl w:val="0"/>
        <w:ind w:left="284" w:right="-180" w:firstLine="76"/>
        <w:rPr>
          <w:b/>
          <w:bCs/>
          <w:color w:val="000000"/>
          <w:lang w:val="uk-UA"/>
        </w:rPr>
      </w:pPr>
      <w:r w:rsidRPr="00485128">
        <w:rPr>
          <w:b/>
          <w:bCs/>
          <w:color w:val="000000"/>
          <w:lang w:val="uk-UA"/>
        </w:rPr>
        <w:t>Секретар міської ради,</w:t>
      </w:r>
    </w:p>
    <w:p w:rsidR="004F3BEA" w:rsidRPr="00485128" w:rsidRDefault="004F3BEA" w:rsidP="006B4662">
      <w:pPr>
        <w:widowControl w:val="0"/>
        <w:ind w:left="284" w:firstLine="76"/>
        <w:jc w:val="both"/>
        <w:rPr>
          <w:b/>
          <w:bCs/>
          <w:color w:val="000000"/>
          <w:lang w:val="uk-UA"/>
        </w:rPr>
      </w:pPr>
      <w:r w:rsidRPr="00485128">
        <w:rPr>
          <w:b/>
          <w:bCs/>
          <w:color w:val="000000"/>
          <w:lang w:val="uk-UA"/>
        </w:rPr>
        <w:t>в.о. міського голови</w:t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  <w:t xml:space="preserve">            В.Ткачук</w:t>
      </w:r>
    </w:p>
    <w:p w:rsidR="004F3BEA" w:rsidRPr="00485128" w:rsidRDefault="004F3BEA" w:rsidP="006B4662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p w:rsidR="004F3BEA" w:rsidRDefault="004F3BEA" w:rsidP="005F7FE3">
      <w:pPr>
        <w:widowControl w:val="0"/>
        <w:ind w:left="284"/>
        <w:jc w:val="both"/>
        <w:rPr>
          <w:b/>
          <w:bCs/>
          <w:color w:val="000000"/>
          <w:lang w:val="uk-UA"/>
        </w:rPr>
      </w:pPr>
      <w:r w:rsidRPr="00485128">
        <w:rPr>
          <w:color w:val="000000"/>
          <w:lang w:val="uk-UA"/>
        </w:rPr>
        <w:tab/>
      </w:r>
    </w:p>
    <w:p w:rsidR="004F3BEA" w:rsidRPr="00FF6D22" w:rsidRDefault="004F3BEA" w:rsidP="005F7FE3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  <w:r w:rsidRPr="00FF6D22">
        <w:rPr>
          <w:b/>
          <w:bCs/>
          <w:color w:val="000000"/>
          <w:lang w:val="uk-UA"/>
        </w:rPr>
        <w:t>Підготував:</w:t>
      </w:r>
    </w:p>
    <w:p w:rsidR="004F3BEA" w:rsidRPr="00FF6D22" w:rsidRDefault="004F3BEA" w:rsidP="005F7FE3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Начальник відділу земельних відносин </w:t>
      </w:r>
    </w:p>
    <w:p w:rsidR="004F3BEA" w:rsidRPr="00FF6D22" w:rsidRDefault="004F3BEA" w:rsidP="005F7FE3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департаменту землеустрою, </w:t>
      </w:r>
    </w:p>
    <w:p w:rsidR="004F3BEA" w:rsidRPr="00FF6D22" w:rsidRDefault="004F3BEA" w:rsidP="005F7FE3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містобудування та архітектури      </w:t>
      </w:r>
      <w:r w:rsidRPr="00FF6D22">
        <w:rPr>
          <w:color w:val="000000"/>
          <w:lang w:val="uk-UA"/>
        </w:rPr>
        <w:tab/>
      </w:r>
      <w:r w:rsidRPr="00FF6D22">
        <w:rPr>
          <w:color w:val="000000"/>
          <w:lang w:val="uk-UA"/>
        </w:rPr>
        <w:tab/>
      </w:r>
      <w:r w:rsidRPr="00FF6D22">
        <w:rPr>
          <w:color w:val="000000"/>
          <w:lang w:val="uk-UA"/>
        </w:rPr>
        <w:tab/>
      </w:r>
      <w:r w:rsidRPr="00FF6D22">
        <w:rPr>
          <w:color w:val="000000"/>
          <w:lang w:val="uk-UA"/>
        </w:rPr>
        <w:tab/>
        <w:t xml:space="preserve">            О.Кас’яненко </w:t>
      </w:r>
    </w:p>
    <w:p w:rsidR="004F3BEA" w:rsidRDefault="004F3BEA" w:rsidP="005F7FE3">
      <w:pPr>
        <w:widowControl w:val="0"/>
        <w:tabs>
          <w:tab w:val="left" w:pos="360"/>
        </w:tabs>
        <w:rPr>
          <w:color w:val="000000"/>
          <w:lang w:val="uk-UA"/>
        </w:rPr>
      </w:pPr>
    </w:p>
    <w:sectPr w:rsidR="004F3BEA" w:rsidSect="0055172B">
      <w:pgSz w:w="11906" w:h="16838"/>
      <w:pgMar w:top="180" w:right="56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A91"/>
    <w:rsid w:val="000071A4"/>
    <w:rsid w:val="00012132"/>
    <w:rsid w:val="000214EF"/>
    <w:rsid w:val="00027360"/>
    <w:rsid w:val="0003515A"/>
    <w:rsid w:val="000461ED"/>
    <w:rsid w:val="00047DA4"/>
    <w:rsid w:val="00064BD4"/>
    <w:rsid w:val="000908AA"/>
    <w:rsid w:val="00095178"/>
    <w:rsid w:val="000A30AC"/>
    <w:rsid w:val="000A53DD"/>
    <w:rsid w:val="000A58B7"/>
    <w:rsid w:val="000B100D"/>
    <w:rsid w:val="000B3B53"/>
    <w:rsid w:val="000B7560"/>
    <w:rsid w:val="000C04F6"/>
    <w:rsid w:val="000D34DE"/>
    <w:rsid w:val="000D7496"/>
    <w:rsid w:val="000E085E"/>
    <w:rsid w:val="000E1D6E"/>
    <w:rsid w:val="000E4112"/>
    <w:rsid w:val="000F5DFD"/>
    <w:rsid w:val="000F6A91"/>
    <w:rsid w:val="000F6FF2"/>
    <w:rsid w:val="00101160"/>
    <w:rsid w:val="00102267"/>
    <w:rsid w:val="00106880"/>
    <w:rsid w:val="00110698"/>
    <w:rsid w:val="00110A40"/>
    <w:rsid w:val="00117450"/>
    <w:rsid w:val="00121E4E"/>
    <w:rsid w:val="00123F76"/>
    <w:rsid w:val="00123FC8"/>
    <w:rsid w:val="00152A00"/>
    <w:rsid w:val="00153DF6"/>
    <w:rsid w:val="00153E8E"/>
    <w:rsid w:val="00184FDF"/>
    <w:rsid w:val="00190F8F"/>
    <w:rsid w:val="001946CC"/>
    <w:rsid w:val="001B1F0B"/>
    <w:rsid w:val="001B31A5"/>
    <w:rsid w:val="001D0091"/>
    <w:rsid w:val="001F72A8"/>
    <w:rsid w:val="00204CFA"/>
    <w:rsid w:val="00205E41"/>
    <w:rsid w:val="002137CA"/>
    <w:rsid w:val="00234D38"/>
    <w:rsid w:val="002543AA"/>
    <w:rsid w:val="00256581"/>
    <w:rsid w:val="00260D73"/>
    <w:rsid w:val="00263D51"/>
    <w:rsid w:val="00266FB3"/>
    <w:rsid w:val="002722FF"/>
    <w:rsid w:val="0028620B"/>
    <w:rsid w:val="00287C72"/>
    <w:rsid w:val="0029113A"/>
    <w:rsid w:val="002A0C15"/>
    <w:rsid w:val="002A0FEC"/>
    <w:rsid w:val="002A599A"/>
    <w:rsid w:val="002B151E"/>
    <w:rsid w:val="002B5E37"/>
    <w:rsid w:val="002B6765"/>
    <w:rsid w:val="002C6216"/>
    <w:rsid w:val="002D3DFD"/>
    <w:rsid w:val="002D3F6C"/>
    <w:rsid w:val="002E045A"/>
    <w:rsid w:val="002E1A15"/>
    <w:rsid w:val="00310533"/>
    <w:rsid w:val="003113EE"/>
    <w:rsid w:val="00320794"/>
    <w:rsid w:val="00322B09"/>
    <w:rsid w:val="0033326E"/>
    <w:rsid w:val="00342372"/>
    <w:rsid w:val="00345ED4"/>
    <w:rsid w:val="00350D94"/>
    <w:rsid w:val="00382097"/>
    <w:rsid w:val="00384DCA"/>
    <w:rsid w:val="003973D7"/>
    <w:rsid w:val="003C2B60"/>
    <w:rsid w:val="003E5831"/>
    <w:rsid w:val="003E71E7"/>
    <w:rsid w:val="003F58FD"/>
    <w:rsid w:val="00407B25"/>
    <w:rsid w:val="004326D5"/>
    <w:rsid w:val="00433716"/>
    <w:rsid w:val="0044615B"/>
    <w:rsid w:val="004530DB"/>
    <w:rsid w:val="004531F8"/>
    <w:rsid w:val="00454F23"/>
    <w:rsid w:val="004569E5"/>
    <w:rsid w:val="00463B26"/>
    <w:rsid w:val="00473373"/>
    <w:rsid w:val="00483605"/>
    <w:rsid w:val="00485128"/>
    <w:rsid w:val="00487420"/>
    <w:rsid w:val="004972F1"/>
    <w:rsid w:val="00497E74"/>
    <w:rsid w:val="004A01DF"/>
    <w:rsid w:val="004A3130"/>
    <w:rsid w:val="004B1D27"/>
    <w:rsid w:val="004C0578"/>
    <w:rsid w:val="004C3F89"/>
    <w:rsid w:val="004C60B7"/>
    <w:rsid w:val="004D65F8"/>
    <w:rsid w:val="004D6D22"/>
    <w:rsid w:val="004E1EC9"/>
    <w:rsid w:val="004E375B"/>
    <w:rsid w:val="004E4894"/>
    <w:rsid w:val="004E568F"/>
    <w:rsid w:val="004F0987"/>
    <w:rsid w:val="004F3BEA"/>
    <w:rsid w:val="004F418E"/>
    <w:rsid w:val="00513EF4"/>
    <w:rsid w:val="005156AA"/>
    <w:rsid w:val="00517DA9"/>
    <w:rsid w:val="00532275"/>
    <w:rsid w:val="00535996"/>
    <w:rsid w:val="00537972"/>
    <w:rsid w:val="0055061A"/>
    <w:rsid w:val="00550A4C"/>
    <w:rsid w:val="0055172B"/>
    <w:rsid w:val="00551C17"/>
    <w:rsid w:val="005537EC"/>
    <w:rsid w:val="00556F54"/>
    <w:rsid w:val="00557E57"/>
    <w:rsid w:val="00560300"/>
    <w:rsid w:val="00561796"/>
    <w:rsid w:val="00563B66"/>
    <w:rsid w:val="00565FC1"/>
    <w:rsid w:val="005671F9"/>
    <w:rsid w:val="0057116B"/>
    <w:rsid w:val="00580992"/>
    <w:rsid w:val="00581954"/>
    <w:rsid w:val="00590959"/>
    <w:rsid w:val="005A2ABB"/>
    <w:rsid w:val="005A5727"/>
    <w:rsid w:val="005A6766"/>
    <w:rsid w:val="005B046B"/>
    <w:rsid w:val="005C025D"/>
    <w:rsid w:val="005C6E86"/>
    <w:rsid w:val="005E30D7"/>
    <w:rsid w:val="005E6222"/>
    <w:rsid w:val="005F2090"/>
    <w:rsid w:val="005F7FE3"/>
    <w:rsid w:val="00615167"/>
    <w:rsid w:val="00626FBC"/>
    <w:rsid w:val="00627F6E"/>
    <w:rsid w:val="0064548B"/>
    <w:rsid w:val="00673801"/>
    <w:rsid w:val="006870FF"/>
    <w:rsid w:val="0069177B"/>
    <w:rsid w:val="006923CE"/>
    <w:rsid w:val="006A45FF"/>
    <w:rsid w:val="006A4B2D"/>
    <w:rsid w:val="006B03F0"/>
    <w:rsid w:val="006B419B"/>
    <w:rsid w:val="006B4662"/>
    <w:rsid w:val="006C233F"/>
    <w:rsid w:val="006D37CB"/>
    <w:rsid w:val="006E28A5"/>
    <w:rsid w:val="006E501D"/>
    <w:rsid w:val="006F1E46"/>
    <w:rsid w:val="006F2342"/>
    <w:rsid w:val="006F38DF"/>
    <w:rsid w:val="007007A7"/>
    <w:rsid w:val="00705C82"/>
    <w:rsid w:val="007062E5"/>
    <w:rsid w:val="0071323B"/>
    <w:rsid w:val="007152DD"/>
    <w:rsid w:val="007336B0"/>
    <w:rsid w:val="0073777B"/>
    <w:rsid w:val="00737943"/>
    <w:rsid w:val="0074076D"/>
    <w:rsid w:val="00752180"/>
    <w:rsid w:val="00753474"/>
    <w:rsid w:val="00757E2F"/>
    <w:rsid w:val="0076584D"/>
    <w:rsid w:val="00784BB0"/>
    <w:rsid w:val="007867EF"/>
    <w:rsid w:val="00793D71"/>
    <w:rsid w:val="00795AEC"/>
    <w:rsid w:val="007974D6"/>
    <w:rsid w:val="007A209A"/>
    <w:rsid w:val="007A25FE"/>
    <w:rsid w:val="007C2322"/>
    <w:rsid w:val="007D6FF6"/>
    <w:rsid w:val="007D7062"/>
    <w:rsid w:val="007E3A83"/>
    <w:rsid w:val="007F0B63"/>
    <w:rsid w:val="007F5941"/>
    <w:rsid w:val="00803B05"/>
    <w:rsid w:val="00805888"/>
    <w:rsid w:val="0081551E"/>
    <w:rsid w:val="00824E1D"/>
    <w:rsid w:val="00833870"/>
    <w:rsid w:val="00834516"/>
    <w:rsid w:val="00841CAD"/>
    <w:rsid w:val="00871EE0"/>
    <w:rsid w:val="00873C63"/>
    <w:rsid w:val="008A3933"/>
    <w:rsid w:val="008A44C8"/>
    <w:rsid w:val="008B582B"/>
    <w:rsid w:val="008C05B2"/>
    <w:rsid w:val="008D4B05"/>
    <w:rsid w:val="00910581"/>
    <w:rsid w:val="00912FD8"/>
    <w:rsid w:val="00920A2C"/>
    <w:rsid w:val="0092156C"/>
    <w:rsid w:val="00923305"/>
    <w:rsid w:val="009237A6"/>
    <w:rsid w:val="009306E1"/>
    <w:rsid w:val="00932C63"/>
    <w:rsid w:val="00935EA0"/>
    <w:rsid w:val="00950275"/>
    <w:rsid w:val="009626D5"/>
    <w:rsid w:val="00974E2D"/>
    <w:rsid w:val="009766AD"/>
    <w:rsid w:val="00976FF7"/>
    <w:rsid w:val="009802F3"/>
    <w:rsid w:val="00980E9D"/>
    <w:rsid w:val="0098702A"/>
    <w:rsid w:val="0099257F"/>
    <w:rsid w:val="00996D2D"/>
    <w:rsid w:val="009975B5"/>
    <w:rsid w:val="009A6A6D"/>
    <w:rsid w:val="009C04E4"/>
    <w:rsid w:val="009C528F"/>
    <w:rsid w:val="009C6102"/>
    <w:rsid w:val="009C7C29"/>
    <w:rsid w:val="009D1D4D"/>
    <w:rsid w:val="009F0E87"/>
    <w:rsid w:val="00A00D88"/>
    <w:rsid w:val="00A0651A"/>
    <w:rsid w:val="00A107B2"/>
    <w:rsid w:val="00A13D1D"/>
    <w:rsid w:val="00A447C4"/>
    <w:rsid w:val="00A7195C"/>
    <w:rsid w:val="00A7549A"/>
    <w:rsid w:val="00A76E7B"/>
    <w:rsid w:val="00A8202A"/>
    <w:rsid w:val="00A86132"/>
    <w:rsid w:val="00A86341"/>
    <w:rsid w:val="00A86C6A"/>
    <w:rsid w:val="00AB005D"/>
    <w:rsid w:val="00AB068D"/>
    <w:rsid w:val="00AC4156"/>
    <w:rsid w:val="00AC63B9"/>
    <w:rsid w:val="00AD02FC"/>
    <w:rsid w:val="00AD0BB9"/>
    <w:rsid w:val="00AE4760"/>
    <w:rsid w:val="00AE7678"/>
    <w:rsid w:val="00AF3043"/>
    <w:rsid w:val="00B102AC"/>
    <w:rsid w:val="00B27D41"/>
    <w:rsid w:val="00B3129E"/>
    <w:rsid w:val="00B34374"/>
    <w:rsid w:val="00B3490B"/>
    <w:rsid w:val="00B365F1"/>
    <w:rsid w:val="00B4321E"/>
    <w:rsid w:val="00B52D2A"/>
    <w:rsid w:val="00B63412"/>
    <w:rsid w:val="00B63484"/>
    <w:rsid w:val="00B81F16"/>
    <w:rsid w:val="00B85ADC"/>
    <w:rsid w:val="00BB1DE0"/>
    <w:rsid w:val="00BB27DB"/>
    <w:rsid w:val="00BB4FD3"/>
    <w:rsid w:val="00BB5090"/>
    <w:rsid w:val="00BC3E56"/>
    <w:rsid w:val="00BC7D51"/>
    <w:rsid w:val="00BD008A"/>
    <w:rsid w:val="00BE16C0"/>
    <w:rsid w:val="00BE1BDA"/>
    <w:rsid w:val="00BF0DC8"/>
    <w:rsid w:val="00BF70F8"/>
    <w:rsid w:val="00C05468"/>
    <w:rsid w:val="00C11EB6"/>
    <w:rsid w:val="00C176D1"/>
    <w:rsid w:val="00C178D2"/>
    <w:rsid w:val="00C246DA"/>
    <w:rsid w:val="00C31F53"/>
    <w:rsid w:val="00C57BE4"/>
    <w:rsid w:val="00C62BC8"/>
    <w:rsid w:val="00C63471"/>
    <w:rsid w:val="00C641C5"/>
    <w:rsid w:val="00C73CCC"/>
    <w:rsid w:val="00C825F8"/>
    <w:rsid w:val="00C963D1"/>
    <w:rsid w:val="00CB2423"/>
    <w:rsid w:val="00CB391D"/>
    <w:rsid w:val="00CB7490"/>
    <w:rsid w:val="00CB7F02"/>
    <w:rsid w:val="00CC0DAF"/>
    <w:rsid w:val="00CC3A88"/>
    <w:rsid w:val="00CC4EB1"/>
    <w:rsid w:val="00D10006"/>
    <w:rsid w:val="00D10B43"/>
    <w:rsid w:val="00D16C04"/>
    <w:rsid w:val="00D226C9"/>
    <w:rsid w:val="00D25214"/>
    <w:rsid w:val="00D2790F"/>
    <w:rsid w:val="00D32113"/>
    <w:rsid w:val="00D36360"/>
    <w:rsid w:val="00D37D02"/>
    <w:rsid w:val="00D437F5"/>
    <w:rsid w:val="00D50AA1"/>
    <w:rsid w:val="00D7574A"/>
    <w:rsid w:val="00D77DA1"/>
    <w:rsid w:val="00D804F9"/>
    <w:rsid w:val="00D8534C"/>
    <w:rsid w:val="00D96C99"/>
    <w:rsid w:val="00D97FB7"/>
    <w:rsid w:val="00DA1FBF"/>
    <w:rsid w:val="00DA2230"/>
    <w:rsid w:val="00DC6B66"/>
    <w:rsid w:val="00DD1E32"/>
    <w:rsid w:val="00DD26AB"/>
    <w:rsid w:val="00DE628F"/>
    <w:rsid w:val="00DF216C"/>
    <w:rsid w:val="00DF2B77"/>
    <w:rsid w:val="00E04131"/>
    <w:rsid w:val="00E05235"/>
    <w:rsid w:val="00E11FAD"/>
    <w:rsid w:val="00E254DA"/>
    <w:rsid w:val="00E348CE"/>
    <w:rsid w:val="00E40585"/>
    <w:rsid w:val="00E41402"/>
    <w:rsid w:val="00E417D6"/>
    <w:rsid w:val="00E44B7E"/>
    <w:rsid w:val="00E45A41"/>
    <w:rsid w:val="00E55C8E"/>
    <w:rsid w:val="00E56F25"/>
    <w:rsid w:val="00E57115"/>
    <w:rsid w:val="00E6705B"/>
    <w:rsid w:val="00E7356F"/>
    <w:rsid w:val="00E76648"/>
    <w:rsid w:val="00E77166"/>
    <w:rsid w:val="00E86ECE"/>
    <w:rsid w:val="00E87F88"/>
    <w:rsid w:val="00E91AF1"/>
    <w:rsid w:val="00E92B24"/>
    <w:rsid w:val="00E9340C"/>
    <w:rsid w:val="00EA12DF"/>
    <w:rsid w:val="00EB3923"/>
    <w:rsid w:val="00EC74F0"/>
    <w:rsid w:val="00ED717A"/>
    <w:rsid w:val="00EE3E41"/>
    <w:rsid w:val="00EE5B99"/>
    <w:rsid w:val="00EF3D5A"/>
    <w:rsid w:val="00F00D9A"/>
    <w:rsid w:val="00F10D53"/>
    <w:rsid w:val="00F1312F"/>
    <w:rsid w:val="00F17EFC"/>
    <w:rsid w:val="00F24160"/>
    <w:rsid w:val="00F37711"/>
    <w:rsid w:val="00F40D1E"/>
    <w:rsid w:val="00F429EA"/>
    <w:rsid w:val="00F44C4E"/>
    <w:rsid w:val="00F50BF4"/>
    <w:rsid w:val="00F5252B"/>
    <w:rsid w:val="00F52593"/>
    <w:rsid w:val="00F60DD0"/>
    <w:rsid w:val="00F652E8"/>
    <w:rsid w:val="00F80179"/>
    <w:rsid w:val="00F87063"/>
    <w:rsid w:val="00F9131A"/>
    <w:rsid w:val="00F9174E"/>
    <w:rsid w:val="00FA2B5B"/>
    <w:rsid w:val="00FA35D3"/>
    <w:rsid w:val="00FA38B2"/>
    <w:rsid w:val="00FA735B"/>
    <w:rsid w:val="00FC6911"/>
    <w:rsid w:val="00FD571F"/>
    <w:rsid w:val="00FF01DC"/>
    <w:rsid w:val="00FF3F87"/>
    <w:rsid w:val="00FF5C9D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91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95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195C"/>
    <w:rPr>
      <w:b/>
      <w:bCs/>
      <w:sz w:val="26"/>
      <w:szCs w:val="26"/>
      <w:lang w:val="uk-UA" w:eastAsia="ru-RU"/>
    </w:rPr>
  </w:style>
  <w:style w:type="paragraph" w:customStyle="1" w:styleId="25">
    <w:name w:val="Основной текст 25"/>
    <w:basedOn w:val="Normal"/>
    <w:uiPriority w:val="99"/>
    <w:rsid w:val="000F6A91"/>
    <w:pPr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0F6A9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AD0BB9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DE628F"/>
    <w:pPr>
      <w:ind w:left="720"/>
    </w:pPr>
  </w:style>
  <w:style w:type="character" w:customStyle="1" w:styleId="12">
    <w:name w:val="Знак Знак1"/>
    <w:basedOn w:val="DefaultParagraphFont"/>
    <w:uiPriority w:val="99"/>
    <w:locked/>
    <w:rsid w:val="00737943"/>
    <w:rPr>
      <w:b/>
      <w:bCs/>
      <w:sz w:val="26"/>
      <w:szCs w:val="26"/>
      <w:lang w:val="uk-UA" w:eastAsia="ru-RU"/>
    </w:rPr>
  </w:style>
  <w:style w:type="paragraph" w:customStyle="1" w:styleId="120">
    <w:name w:val="Знак Знак Знак1 Знак Знак Знак Знак Знак Знак Знак Знак Знак2"/>
    <w:basedOn w:val="Normal"/>
    <w:uiPriority w:val="99"/>
    <w:rsid w:val="00737943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4D65F8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2</Pages>
  <Words>2208</Words>
  <Characters>1259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81</cp:revision>
  <cp:lastPrinted>2019-09-25T12:22:00Z</cp:lastPrinted>
  <dcterms:created xsi:type="dcterms:W3CDTF">2019-07-08T08:15:00Z</dcterms:created>
  <dcterms:modified xsi:type="dcterms:W3CDTF">2019-10-10T05:46:00Z</dcterms:modified>
</cp:coreProperties>
</file>