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01" w:rsidRPr="00442D8D" w:rsidRDefault="00AC4101" w:rsidP="00442D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AC4101" w:rsidRPr="00442D8D" w:rsidRDefault="00AC4101" w:rsidP="00442D8D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Pr="00E17C05">
        <w:rPr>
          <w:b/>
          <w:bCs/>
          <w:sz w:val="28"/>
          <w:szCs w:val="28"/>
        </w:rPr>
        <w:t xml:space="preserve">СЄВЄРОДОНЕЦЬКА МIСЬКА РАДА         </w:t>
      </w:r>
      <w:r w:rsidRPr="00252438">
        <w:rPr>
          <w:i/>
          <w:iCs/>
          <w:sz w:val="28"/>
          <w:szCs w:val="28"/>
        </w:rPr>
        <w:t xml:space="preserve">  </w:t>
      </w:r>
      <w:r w:rsidRPr="00E17C05">
        <w:rPr>
          <w:i/>
          <w:iCs/>
          <w:sz w:val="28"/>
          <w:szCs w:val="28"/>
        </w:rPr>
        <w:t xml:space="preserve"> </w:t>
      </w:r>
      <w:r w:rsidRPr="00E17C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</w:t>
      </w:r>
      <w:r w:rsidRPr="00442D8D">
        <w:rPr>
          <w:sz w:val="28"/>
          <w:szCs w:val="28"/>
        </w:rPr>
        <w:t>Проект</w:t>
      </w:r>
    </w:p>
    <w:p w:rsidR="00AC4101" w:rsidRPr="00E17C05" w:rsidRDefault="00AC4101" w:rsidP="003155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СЬОМОГО</w:t>
      </w:r>
      <w:r w:rsidRPr="00E17C05">
        <w:rPr>
          <w:b/>
          <w:bCs/>
          <w:sz w:val="28"/>
          <w:szCs w:val="28"/>
        </w:rPr>
        <w:t xml:space="preserve"> СКЛИКАННЯ</w:t>
      </w:r>
    </w:p>
    <w:p w:rsidR="00AC4101" w:rsidRPr="00E17C05" w:rsidRDefault="00AC4101">
      <w:pPr>
        <w:spacing w:line="480" w:lineRule="auto"/>
        <w:jc w:val="center"/>
        <w:rPr>
          <w:b/>
          <w:bCs/>
          <w:sz w:val="28"/>
          <w:szCs w:val="28"/>
        </w:rPr>
      </w:pPr>
      <w:r w:rsidRPr="008E60DB">
        <w:rPr>
          <w:sz w:val="28"/>
          <w:szCs w:val="28"/>
        </w:rPr>
        <w:t>_____________</w:t>
      </w:r>
      <w:r w:rsidRPr="00E17C05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 </w:t>
      </w:r>
      <w:r w:rsidRPr="008E60DB">
        <w:rPr>
          <w:sz w:val="28"/>
          <w:szCs w:val="28"/>
        </w:rPr>
        <w:t xml:space="preserve">___________ </w:t>
      </w:r>
      <w:r w:rsidRPr="00E17C05">
        <w:rPr>
          <w:b/>
          <w:bCs/>
          <w:sz w:val="28"/>
          <w:szCs w:val="28"/>
        </w:rPr>
        <w:t>) сесія</w:t>
      </w:r>
    </w:p>
    <w:p w:rsidR="00AC4101" w:rsidRPr="00E17C05" w:rsidRDefault="00AC4101" w:rsidP="00EA53A1">
      <w:pPr>
        <w:pStyle w:val="Heading1"/>
        <w:spacing w:after="120"/>
        <w:rPr>
          <w:sz w:val="28"/>
          <w:szCs w:val="28"/>
          <w:lang w:val="uk-UA"/>
        </w:rPr>
      </w:pPr>
      <w:r w:rsidRPr="00E17C05">
        <w:rPr>
          <w:sz w:val="28"/>
          <w:szCs w:val="28"/>
          <w:lang w:val="uk-UA"/>
        </w:rPr>
        <w:t>РIШЕННЯ №</w:t>
      </w:r>
      <w:r>
        <w:rPr>
          <w:sz w:val="28"/>
          <w:szCs w:val="28"/>
          <w:lang w:val="uk-UA"/>
        </w:rPr>
        <w:t xml:space="preserve"> _____</w:t>
      </w:r>
    </w:p>
    <w:p w:rsidR="00AC4101" w:rsidRPr="00E17C05" w:rsidRDefault="00AC4101" w:rsidP="00EA53A1">
      <w:pPr>
        <w:spacing w:after="120"/>
        <w:jc w:val="both"/>
        <w:rPr>
          <w:b/>
          <w:bCs/>
        </w:rPr>
      </w:pPr>
      <w:r w:rsidRPr="00E17C05">
        <w:rPr>
          <w:b/>
          <w:bCs/>
        </w:rPr>
        <w:t>"</w:t>
      </w:r>
      <w:r>
        <w:rPr>
          <w:b/>
          <w:bCs/>
        </w:rPr>
        <w:t xml:space="preserve"> ___</w:t>
      </w:r>
      <w:r w:rsidRPr="00E17C05">
        <w:rPr>
          <w:b/>
          <w:bCs/>
        </w:rPr>
        <w:t xml:space="preserve"> " </w:t>
      </w:r>
      <w:r>
        <w:rPr>
          <w:b/>
          <w:bCs/>
        </w:rPr>
        <w:t xml:space="preserve"> _______ </w:t>
      </w:r>
      <w:r w:rsidRPr="00ED051E">
        <w:rPr>
          <w:b/>
          <w:bCs/>
        </w:rPr>
        <w:t xml:space="preserve"> </w:t>
      </w:r>
      <w:r w:rsidRPr="00E17C05">
        <w:rPr>
          <w:b/>
          <w:bCs/>
        </w:rPr>
        <w:t>201</w:t>
      </w:r>
      <w:r>
        <w:rPr>
          <w:b/>
          <w:bCs/>
        </w:rPr>
        <w:t>9</w:t>
      </w:r>
      <w:r w:rsidRPr="00E17C05">
        <w:rPr>
          <w:b/>
          <w:bCs/>
        </w:rPr>
        <w:t xml:space="preserve"> року                                                                      </w:t>
      </w:r>
    </w:p>
    <w:p w:rsidR="00AC4101" w:rsidRDefault="00AC4101" w:rsidP="00EA53A1">
      <w:pPr>
        <w:jc w:val="both"/>
        <w:rPr>
          <w:b/>
          <w:bCs/>
        </w:rPr>
      </w:pPr>
      <w:r w:rsidRPr="00E17C05">
        <w:rPr>
          <w:b/>
          <w:bCs/>
        </w:rPr>
        <w:t>м. Сєвєродонецьк</w:t>
      </w:r>
    </w:p>
    <w:p w:rsidR="00AC4101" w:rsidRPr="00E17C05" w:rsidRDefault="00AC4101" w:rsidP="00EA53A1">
      <w:pPr>
        <w:jc w:val="both"/>
        <w:rPr>
          <w:b/>
          <w:bCs/>
        </w:rPr>
      </w:pPr>
    </w:p>
    <w:p w:rsidR="00AC4101" w:rsidRDefault="00AC4101" w:rsidP="00672C6A">
      <w:r w:rsidRPr="00E17C05">
        <w:t>Про</w:t>
      </w:r>
      <w:r>
        <w:t xml:space="preserve"> </w:t>
      </w:r>
      <w:r w:rsidRPr="00E17C05">
        <w:t xml:space="preserve"> </w:t>
      </w:r>
      <w:r w:rsidRPr="000718A1">
        <w:t xml:space="preserve">внесення </w:t>
      </w:r>
      <w:r>
        <w:t xml:space="preserve"> </w:t>
      </w:r>
      <w:r w:rsidRPr="000718A1">
        <w:t>змін до рішен</w:t>
      </w:r>
      <w:r>
        <w:t>ня</w:t>
      </w:r>
      <w:r w:rsidRPr="000718A1">
        <w:t xml:space="preserve"> </w:t>
      </w:r>
      <w:r>
        <w:t>57-ї (позачергової)</w:t>
      </w:r>
      <w:r w:rsidRPr="004622BD">
        <w:t xml:space="preserve"> </w:t>
      </w:r>
      <w:r>
        <w:t>сесії</w:t>
      </w:r>
    </w:p>
    <w:p w:rsidR="00AC4101" w:rsidRPr="00E17C05" w:rsidRDefault="00AC4101" w:rsidP="00672C6A">
      <w:r>
        <w:t>Сєвєродонецької  м</w:t>
      </w:r>
      <w:r w:rsidRPr="000718A1">
        <w:t>іської</w:t>
      </w:r>
      <w:r>
        <w:t xml:space="preserve">  ради № 3242  від 22.01.2019р.</w:t>
      </w:r>
    </w:p>
    <w:p w:rsidR="00AC4101" w:rsidRPr="00D033EB" w:rsidRDefault="00AC4101" w:rsidP="00E57665">
      <w:pPr>
        <w:jc w:val="both"/>
      </w:pPr>
      <w:r>
        <w:t>«</w:t>
      </w:r>
      <w:r w:rsidRPr="0094175C">
        <w:t>Про затвердження Програми відчуження</w:t>
      </w:r>
      <w:r>
        <w:t xml:space="preserve"> об</w:t>
      </w:r>
      <w:r w:rsidRPr="00D033EB">
        <w:rPr>
          <w:lang w:val="ru-RU"/>
        </w:rPr>
        <w:t>’</w:t>
      </w:r>
      <w:r>
        <w:t>єктів</w:t>
      </w:r>
    </w:p>
    <w:p w:rsidR="00AC4101" w:rsidRDefault="00AC4101" w:rsidP="00D033EB">
      <w:pPr>
        <w:jc w:val="both"/>
      </w:pPr>
      <w:r>
        <w:t xml:space="preserve"> </w:t>
      </w:r>
      <w:r w:rsidRPr="0094175C">
        <w:t xml:space="preserve">комунальної </w:t>
      </w:r>
      <w:r>
        <w:t xml:space="preserve"> </w:t>
      </w:r>
      <w:r w:rsidRPr="0094175C">
        <w:t xml:space="preserve">власності </w:t>
      </w:r>
      <w:r>
        <w:t xml:space="preserve"> </w:t>
      </w:r>
      <w:r w:rsidRPr="0094175C">
        <w:t>територіальної</w:t>
      </w:r>
      <w:r>
        <w:t xml:space="preserve">  </w:t>
      </w:r>
      <w:r w:rsidRPr="0094175C">
        <w:t xml:space="preserve">громади </w:t>
      </w:r>
    </w:p>
    <w:p w:rsidR="00AC4101" w:rsidRPr="0094175C" w:rsidRDefault="00AC4101" w:rsidP="00D033EB">
      <w:pPr>
        <w:jc w:val="both"/>
      </w:pPr>
      <w:r>
        <w:t xml:space="preserve"> </w:t>
      </w:r>
      <w:r w:rsidRPr="0094175C">
        <w:t xml:space="preserve">м. Сєвєродонецьк </w:t>
      </w:r>
      <w:r>
        <w:t xml:space="preserve"> </w:t>
      </w:r>
      <w:r w:rsidRPr="0094175C">
        <w:t>на 2019 рік</w:t>
      </w:r>
      <w:r>
        <w:t>»</w:t>
      </w:r>
    </w:p>
    <w:p w:rsidR="00AC4101" w:rsidRPr="00E17C05" w:rsidRDefault="00AC4101" w:rsidP="00B50576"/>
    <w:p w:rsidR="00AC4101" w:rsidRPr="004B2522" w:rsidRDefault="00AC4101" w:rsidP="009917D5">
      <w:pPr>
        <w:jc w:val="both"/>
      </w:pPr>
      <w:r>
        <w:t xml:space="preserve">              </w:t>
      </w:r>
      <w:r w:rsidRPr="004B2522">
        <w:t>Керуючись пунктом 30 частини 1 статті 26 Закону України “Про місцеве</w:t>
      </w:r>
      <w:r>
        <w:t xml:space="preserve"> </w:t>
      </w:r>
      <w:r w:rsidRPr="004B2522">
        <w:t>самоврядування</w:t>
      </w:r>
      <w:r>
        <w:t xml:space="preserve"> в Україні”, </w:t>
      </w:r>
      <w:r w:rsidRPr="004B2522">
        <w:t>Закон</w:t>
      </w:r>
      <w:r>
        <w:t>ом</w:t>
      </w:r>
      <w:r w:rsidRPr="004B2522">
        <w:t xml:space="preserve"> України </w:t>
      </w:r>
      <w:r w:rsidRPr="0080146C">
        <w:t xml:space="preserve">«Про приватизацію державного </w:t>
      </w:r>
      <w:r>
        <w:t>і</w:t>
      </w:r>
      <w:r w:rsidRPr="0080146C">
        <w:t xml:space="preserve"> комунального майна» від 18.01.2018р. №</w:t>
      </w:r>
      <w:r>
        <w:t xml:space="preserve"> </w:t>
      </w:r>
      <w:r w:rsidRPr="0080146C">
        <w:t>2269-VIII</w:t>
      </w:r>
      <w:r w:rsidRPr="004B2522">
        <w:t xml:space="preserve">, </w:t>
      </w:r>
      <w:r w:rsidRPr="00DB6883">
        <w:t xml:space="preserve"> враховуючи </w:t>
      </w:r>
      <w:r>
        <w:t xml:space="preserve">письмове </w:t>
      </w:r>
      <w:r w:rsidRPr="00DB6883">
        <w:t>звернення</w:t>
      </w:r>
      <w:r w:rsidRPr="00A2271A">
        <w:t xml:space="preserve"> </w:t>
      </w:r>
      <w:r>
        <w:t>фізичної особи-підприємця Водяника В.В. вх. № В-7425 від 17.10.2019р., що орендує у Фонду комунального майна Сєвєродонецької міської ради нежитлове приміщення загальною площею 39,4 кв.м. за адресою: м. Сєвєродонецьк,  вул. Новікова, 15/359, стосовно включення означеного приміщення до Переліку об</w:t>
      </w:r>
      <w:r w:rsidRPr="00C31378">
        <w:t>’</w:t>
      </w:r>
      <w:r>
        <w:t xml:space="preserve">єктів комунальної власності, що підлягають відчуженню у 2019 році, </w:t>
      </w:r>
      <w:r w:rsidRPr="004B2522">
        <w:t>Сєвєродонецька мiська рада</w:t>
      </w:r>
    </w:p>
    <w:p w:rsidR="00AC4101" w:rsidRDefault="00AC4101" w:rsidP="000C7723">
      <w:pPr>
        <w:tabs>
          <w:tab w:val="left" w:pos="0"/>
        </w:tabs>
        <w:spacing w:before="120" w:after="60"/>
        <w:jc w:val="both"/>
        <w:rPr>
          <w:b/>
          <w:bCs/>
        </w:rPr>
      </w:pPr>
      <w:r w:rsidRPr="00E17C05">
        <w:rPr>
          <w:b/>
          <w:bCs/>
        </w:rPr>
        <w:t>ВИРIШИЛА:</w:t>
      </w:r>
    </w:p>
    <w:p w:rsidR="00AC4101" w:rsidRDefault="00AC4101" w:rsidP="000C7723">
      <w:pPr>
        <w:pStyle w:val="ListParagraph"/>
        <w:numPr>
          <w:ilvl w:val="1"/>
          <w:numId w:val="26"/>
        </w:numPr>
        <w:tabs>
          <w:tab w:val="left" w:pos="1134"/>
        </w:tabs>
        <w:ind w:left="0" w:firstLine="709"/>
        <w:jc w:val="both"/>
      </w:pPr>
      <w:r w:rsidRPr="00FF7A1D">
        <w:t>Внести зміни</w:t>
      </w:r>
      <w:r>
        <w:t xml:space="preserve"> до</w:t>
      </w:r>
      <w:r w:rsidRPr="00DD3D88">
        <w:t xml:space="preserve"> </w:t>
      </w:r>
      <w:r>
        <w:t>рішенням 57-ї (позачергової) сесії міської ради від 22.01.2019р. № 3242 «Про затвердження Програми відчуження об</w:t>
      </w:r>
      <w:r w:rsidRPr="009917D5">
        <w:t>’</w:t>
      </w:r>
      <w:r>
        <w:t>єктів комунальної власності територіальної громади м. Сєвєродонецьк на 2019 рік»,</w:t>
      </w:r>
      <w:r w:rsidRPr="000C7723">
        <w:t xml:space="preserve"> </w:t>
      </w:r>
      <w:r>
        <w:t>доповнивши Перелік об</w:t>
      </w:r>
      <w:r w:rsidRPr="005B24A4">
        <w:t>’</w:t>
      </w:r>
      <w:r>
        <w:t>єктів комунальної власності територіальної громади м. Сєвєродонецьк,  що підлягають відчуженню у 2019 році, включивши до нього  нежитлове приміщення згідно з додатком 1 до цього рішення;</w:t>
      </w:r>
    </w:p>
    <w:p w:rsidR="00AC4101" w:rsidRDefault="00AC4101" w:rsidP="000C7723">
      <w:pPr>
        <w:pStyle w:val="ListParagraph"/>
        <w:numPr>
          <w:ilvl w:val="1"/>
          <w:numId w:val="26"/>
        </w:numPr>
        <w:tabs>
          <w:tab w:val="left" w:pos="1134"/>
        </w:tabs>
        <w:spacing w:after="60"/>
        <w:ind w:left="0" w:firstLine="709"/>
        <w:jc w:val="both"/>
      </w:pPr>
      <w:r>
        <w:t xml:space="preserve"> Доручити Фонду комунального майна міської ради, згідно з чинним законодавством України з питань приватизації, провести передприватизаційну підготовку та відчуження означеного нежитлового приміщення.</w:t>
      </w:r>
    </w:p>
    <w:p w:rsidR="00AC4101" w:rsidRDefault="00AC4101" w:rsidP="000C7723">
      <w:pPr>
        <w:tabs>
          <w:tab w:val="num" w:pos="0"/>
        </w:tabs>
        <w:spacing w:before="60"/>
        <w:ind w:firstLine="357"/>
        <w:jc w:val="both"/>
      </w:pPr>
      <w:r>
        <w:t xml:space="preserve">        3. </w:t>
      </w:r>
      <w:r w:rsidRPr="00E17C05"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AC4101" w:rsidRPr="00E178D0" w:rsidRDefault="00AC4101" w:rsidP="00A30A98">
      <w:pPr>
        <w:spacing w:before="240" w:line="360" w:lineRule="auto"/>
        <w:rPr>
          <w:b/>
          <w:bCs/>
          <w:lang w:val="ru-RU"/>
        </w:rPr>
      </w:pPr>
      <w:r>
        <w:rPr>
          <w:b/>
          <w:bCs/>
          <w:lang w:val="ru-RU"/>
        </w:rPr>
        <w:t>Секретар ради, в.о. м</w:t>
      </w:r>
      <w:r>
        <w:rPr>
          <w:b/>
          <w:bCs/>
        </w:rPr>
        <w:t>icьк</w:t>
      </w:r>
      <w:r>
        <w:rPr>
          <w:b/>
          <w:bCs/>
          <w:lang w:val="ru-RU"/>
        </w:rPr>
        <w:t>ого</w:t>
      </w:r>
      <w:r w:rsidRPr="00E17C05">
        <w:rPr>
          <w:b/>
          <w:bCs/>
        </w:rPr>
        <w:t xml:space="preserve">  голов</w:t>
      </w:r>
      <w:r>
        <w:rPr>
          <w:b/>
          <w:bCs/>
          <w:lang w:val="ru-RU"/>
        </w:rPr>
        <w:t>и</w:t>
      </w:r>
      <w:r w:rsidRPr="00E17C05">
        <w:rPr>
          <w:b/>
          <w:bCs/>
        </w:rPr>
        <w:t xml:space="preserve">                                       </w:t>
      </w:r>
      <w:r>
        <w:rPr>
          <w:b/>
          <w:bCs/>
        </w:rPr>
        <w:t xml:space="preserve">           </w:t>
      </w:r>
      <w:r w:rsidRPr="00E17C05">
        <w:rPr>
          <w:b/>
          <w:bCs/>
        </w:rPr>
        <w:t xml:space="preserve">        </w:t>
      </w:r>
      <w:r>
        <w:rPr>
          <w:b/>
          <w:bCs/>
          <w:lang w:val="ru-RU"/>
        </w:rPr>
        <w:t xml:space="preserve"> </w:t>
      </w:r>
      <w:r w:rsidRPr="00E17C05">
        <w:rPr>
          <w:b/>
          <w:bCs/>
        </w:rPr>
        <w:t>В</w:t>
      </w:r>
      <w:r>
        <w:rPr>
          <w:b/>
          <w:bCs/>
        </w:rPr>
        <w:t>ячеслав</w:t>
      </w:r>
      <w:r w:rsidRPr="00E17C05">
        <w:rPr>
          <w:b/>
          <w:bCs/>
        </w:rPr>
        <w:t xml:space="preserve"> </w:t>
      </w:r>
      <w:r>
        <w:rPr>
          <w:b/>
          <w:bCs/>
          <w:lang w:val="ru-RU"/>
        </w:rPr>
        <w:t>ТКАЧУК</w:t>
      </w:r>
    </w:p>
    <w:p w:rsidR="00AC4101" w:rsidRDefault="00AC4101" w:rsidP="00026F8F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AC4101" w:rsidRDefault="00AC4101" w:rsidP="00026F8F">
      <w:r>
        <w:t>Заступник міського голови, начальник</w:t>
      </w:r>
    </w:p>
    <w:p w:rsidR="00AC4101" w:rsidRDefault="00AC4101" w:rsidP="00026F8F">
      <w:r>
        <w:t>Фонду комунального майна</w:t>
      </w:r>
    </w:p>
    <w:p w:rsidR="00AC4101" w:rsidRDefault="00AC4101" w:rsidP="00026F8F">
      <w:r>
        <w:t>Сєвєродонецької міської ради                                                          Олександр ОЛЬШАНСЬКИЙ</w:t>
      </w:r>
    </w:p>
    <w:p w:rsidR="00AC4101" w:rsidRDefault="00AC4101" w:rsidP="00EC2CC9">
      <w:pPr>
        <w:spacing w:before="60" w:after="60"/>
      </w:pPr>
    </w:p>
    <w:p w:rsidR="00AC4101" w:rsidRDefault="00AC4101" w:rsidP="00EC2CC9">
      <w:pPr>
        <w:spacing w:before="60" w:after="60"/>
      </w:pPr>
    </w:p>
    <w:p w:rsidR="00AC4101" w:rsidRDefault="00AC4101" w:rsidP="00BC5C4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</w:t>
      </w: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</w:p>
    <w:p w:rsidR="00AC4101" w:rsidRDefault="00AC4101" w:rsidP="00BC5C4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Додаток 1</w:t>
      </w:r>
    </w:p>
    <w:p w:rsidR="00AC4101" w:rsidRDefault="00AC4101" w:rsidP="00BC5C46">
      <w:r w:rsidRPr="0089203A">
        <w:t xml:space="preserve">                                                                                                       до рішення </w:t>
      </w:r>
      <w:r>
        <w:t>__ с</w:t>
      </w:r>
      <w:r w:rsidRPr="0089203A">
        <w:t>есії міської ради</w:t>
      </w:r>
    </w:p>
    <w:p w:rsidR="00AC4101" w:rsidRDefault="00AC4101" w:rsidP="00BC5C46">
      <w:r>
        <w:t xml:space="preserve">                                                                                                         від «   » ______ 2019р. № ____</w:t>
      </w:r>
    </w:p>
    <w:p w:rsidR="00AC4101" w:rsidRDefault="00AC4101" w:rsidP="00BC5C46"/>
    <w:p w:rsidR="00AC4101" w:rsidRDefault="00AC4101" w:rsidP="00BC5C46">
      <w:pPr>
        <w:jc w:val="center"/>
      </w:pPr>
    </w:p>
    <w:p w:rsidR="00AC4101" w:rsidRDefault="00AC4101" w:rsidP="00BC5C46">
      <w:pPr>
        <w:jc w:val="center"/>
      </w:pPr>
      <w:r>
        <w:t>ДОПОВНЕННЯ ДО ПЕРЕЛІКУ</w:t>
      </w:r>
    </w:p>
    <w:p w:rsidR="00AC4101" w:rsidRDefault="00AC4101" w:rsidP="00BC5C46">
      <w:pPr>
        <w:jc w:val="center"/>
      </w:pPr>
      <w:r>
        <w:t>0б</w:t>
      </w:r>
      <w:r w:rsidRPr="0089203A">
        <w:t>’</w:t>
      </w:r>
      <w:r>
        <w:t xml:space="preserve">єктів комунальної власності територіальної громади м. Сєвєродонецьк, </w:t>
      </w:r>
    </w:p>
    <w:p w:rsidR="00AC4101" w:rsidRDefault="00AC4101" w:rsidP="00BC5C46">
      <w:pPr>
        <w:jc w:val="center"/>
      </w:pPr>
      <w:r>
        <w:t>що підлягають відчуженню у 2019 році.</w:t>
      </w:r>
    </w:p>
    <w:p w:rsidR="00AC4101" w:rsidRDefault="00AC4101" w:rsidP="00BC5C46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933"/>
        <w:gridCol w:w="1701"/>
        <w:gridCol w:w="2384"/>
        <w:gridCol w:w="927"/>
        <w:gridCol w:w="2128"/>
        <w:gridCol w:w="1188"/>
      </w:tblGrid>
      <w:tr w:rsidR="00AC4101">
        <w:tc>
          <w:tcPr>
            <w:tcW w:w="593" w:type="dxa"/>
          </w:tcPr>
          <w:p w:rsidR="00AC4101" w:rsidRPr="0045080C" w:rsidRDefault="00AC4101" w:rsidP="0045080C">
            <w:pPr>
              <w:jc w:val="center"/>
            </w:pPr>
            <w:r w:rsidRPr="0045080C">
              <w:t>№</w:t>
            </w:r>
          </w:p>
          <w:p w:rsidR="00AC4101" w:rsidRPr="0045080C" w:rsidRDefault="00AC4101" w:rsidP="0045080C">
            <w:pPr>
              <w:jc w:val="center"/>
            </w:pPr>
            <w:r w:rsidRPr="0045080C">
              <w:t>п.п.</w:t>
            </w:r>
          </w:p>
        </w:tc>
        <w:tc>
          <w:tcPr>
            <w:tcW w:w="933" w:type="dxa"/>
          </w:tcPr>
          <w:p w:rsidR="00AC4101" w:rsidRPr="0045080C" w:rsidRDefault="00AC4101" w:rsidP="0045080C">
            <w:pPr>
              <w:jc w:val="center"/>
            </w:pPr>
            <w:r w:rsidRPr="0045080C">
              <w:t>Інв.</w:t>
            </w:r>
          </w:p>
          <w:p w:rsidR="00AC4101" w:rsidRPr="0045080C" w:rsidRDefault="00AC4101" w:rsidP="0045080C">
            <w:pPr>
              <w:jc w:val="center"/>
            </w:pPr>
            <w:r w:rsidRPr="0045080C">
              <w:t>№</w:t>
            </w:r>
          </w:p>
        </w:tc>
        <w:tc>
          <w:tcPr>
            <w:tcW w:w="1701" w:type="dxa"/>
          </w:tcPr>
          <w:p w:rsidR="00AC4101" w:rsidRPr="0045080C" w:rsidRDefault="00AC4101" w:rsidP="0045080C">
            <w:pPr>
              <w:jc w:val="center"/>
            </w:pPr>
            <w:r w:rsidRPr="0045080C">
              <w:t>Назва об</w:t>
            </w:r>
            <w:r w:rsidRPr="0045080C">
              <w:rPr>
                <w:lang w:val="ru-RU"/>
              </w:rPr>
              <w:t>’</w:t>
            </w:r>
            <w:r w:rsidRPr="0045080C">
              <w:t>єкта</w:t>
            </w:r>
          </w:p>
        </w:tc>
        <w:tc>
          <w:tcPr>
            <w:tcW w:w="2384" w:type="dxa"/>
          </w:tcPr>
          <w:p w:rsidR="00AC4101" w:rsidRPr="0045080C" w:rsidRDefault="00AC4101" w:rsidP="0045080C">
            <w:pPr>
              <w:jc w:val="center"/>
            </w:pPr>
            <w:r w:rsidRPr="0045080C">
              <w:t>Адреса</w:t>
            </w:r>
          </w:p>
        </w:tc>
        <w:tc>
          <w:tcPr>
            <w:tcW w:w="927" w:type="dxa"/>
          </w:tcPr>
          <w:p w:rsidR="00AC4101" w:rsidRPr="0045080C" w:rsidRDefault="00AC4101" w:rsidP="0045080C">
            <w:pPr>
              <w:jc w:val="center"/>
            </w:pPr>
            <w:r w:rsidRPr="0045080C">
              <w:t>Площа</w:t>
            </w:r>
          </w:p>
          <w:p w:rsidR="00AC4101" w:rsidRPr="0045080C" w:rsidRDefault="00AC4101" w:rsidP="0045080C">
            <w:pPr>
              <w:jc w:val="center"/>
            </w:pPr>
            <w:r w:rsidRPr="0045080C">
              <w:t>кв.м.</w:t>
            </w:r>
          </w:p>
        </w:tc>
        <w:tc>
          <w:tcPr>
            <w:tcW w:w="2128" w:type="dxa"/>
          </w:tcPr>
          <w:p w:rsidR="00AC4101" w:rsidRPr="0045080C" w:rsidRDefault="00AC4101" w:rsidP="0045080C">
            <w:pPr>
              <w:jc w:val="center"/>
            </w:pPr>
            <w:r w:rsidRPr="0045080C">
              <w:t>Балансоутримувач</w:t>
            </w:r>
          </w:p>
        </w:tc>
        <w:tc>
          <w:tcPr>
            <w:tcW w:w="1188" w:type="dxa"/>
          </w:tcPr>
          <w:p w:rsidR="00AC4101" w:rsidRPr="0045080C" w:rsidRDefault="00AC4101" w:rsidP="0045080C">
            <w:pPr>
              <w:jc w:val="center"/>
            </w:pPr>
            <w:r w:rsidRPr="0045080C">
              <w:t>Примітка</w:t>
            </w:r>
          </w:p>
        </w:tc>
      </w:tr>
      <w:tr w:rsidR="00AC4101">
        <w:tc>
          <w:tcPr>
            <w:tcW w:w="593" w:type="dxa"/>
          </w:tcPr>
          <w:p w:rsidR="00AC4101" w:rsidRPr="0045080C" w:rsidRDefault="00AC4101" w:rsidP="0045080C">
            <w:pPr>
              <w:jc w:val="center"/>
            </w:pPr>
            <w:r w:rsidRPr="0045080C">
              <w:t>1</w:t>
            </w:r>
          </w:p>
        </w:tc>
        <w:tc>
          <w:tcPr>
            <w:tcW w:w="933" w:type="dxa"/>
          </w:tcPr>
          <w:p w:rsidR="00AC4101" w:rsidRPr="0045080C" w:rsidRDefault="00AC4101" w:rsidP="0045080C">
            <w:pPr>
              <w:jc w:val="center"/>
            </w:pPr>
            <w:r w:rsidRPr="0045080C">
              <w:t>2</w:t>
            </w:r>
          </w:p>
        </w:tc>
        <w:tc>
          <w:tcPr>
            <w:tcW w:w="1701" w:type="dxa"/>
          </w:tcPr>
          <w:p w:rsidR="00AC4101" w:rsidRPr="0045080C" w:rsidRDefault="00AC4101" w:rsidP="0045080C">
            <w:pPr>
              <w:jc w:val="center"/>
            </w:pPr>
            <w:r w:rsidRPr="0045080C">
              <w:t>3</w:t>
            </w:r>
          </w:p>
        </w:tc>
        <w:tc>
          <w:tcPr>
            <w:tcW w:w="2384" w:type="dxa"/>
          </w:tcPr>
          <w:p w:rsidR="00AC4101" w:rsidRPr="0045080C" w:rsidRDefault="00AC4101" w:rsidP="0045080C">
            <w:pPr>
              <w:jc w:val="center"/>
            </w:pPr>
            <w:r w:rsidRPr="0045080C">
              <w:t>4</w:t>
            </w:r>
          </w:p>
        </w:tc>
        <w:tc>
          <w:tcPr>
            <w:tcW w:w="927" w:type="dxa"/>
          </w:tcPr>
          <w:p w:rsidR="00AC4101" w:rsidRPr="0045080C" w:rsidRDefault="00AC4101" w:rsidP="0045080C">
            <w:pPr>
              <w:jc w:val="center"/>
            </w:pPr>
            <w:r w:rsidRPr="0045080C">
              <w:t>5</w:t>
            </w:r>
          </w:p>
        </w:tc>
        <w:tc>
          <w:tcPr>
            <w:tcW w:w="2128" w:type="dxa"/>
          </w:tcPr>
          <w:p w:rsidR="00AC4101" w:rsidRPr="0045080C" w:rsidRDefault="00AC4101" w:rsidP="0045080C">
            <w:pPr>
              <w:jc w:val="center"/>
            </w:pPr>
            <w:r w:rsidRPr="0045080C">
              <w:t>6</w:t>
            </w:r>
          </w:p>
        </w:tc>
        <w:tc>
          <w:tcPr>
            <w:tcW w:w="1188" w:type="dxa"/>
          </w:tcPr>
          <w:p w:rsidR="00AC4101" w:rsidRPr="0045080C" w:rsidRDefault="00AC4101" w:rsidP="0045080C">
            <w:pPr>
              <w:jc w:val="center"/>
            </w:pPr>
            <w:r w:rsidRPr="0045080C">
              <w:t>7</w:t>
            </w:r>
          </w:p>
        </w:tc>
      </w:tr>
      <w:tr w:rsidR="00AC4101">
        <w:tc>
          <w:tcPr>
            <w:tcW w:w="593" w:type="dxa"/>
          </w:tcPr>
          <w:p w:rsidR="00AC4101" w:rsidRPr="0045080C" w:rsidRDefault="00AC4101" w:rsidP="0045080C">
            <w:pPr>
              <w:jc w:val="center"/>
            </w:pPr>
            <w:r w:rsidRPr="0045080C">
              <w:t>46</w:t>
            </w:r>
          </w:p>
        </w:tc>
        <w:tc>
          <w:tcPr>
            <w:tcW w:w="933" w:type="dxa"/>
          </w:tcPr>
          <w:p w:rsidR="00AC4101" w:rsidRPr="0045080C" w:rsidRDefault="00AC4101" w:rsidP="0045080C">
            <w:pPr>
              <w:jc w:val="center"/>
            </w:pPr>
            <w:r w:rsidRPr="0045080C">
              <w:t>004/1</w:t>
            </w:r>
          </w:p>
        </w:tc>
        <w:tc>
          <w:tcPr>
            <w:tcW w:w="1701" w:type="dxa"/>
          </w:tcPr>
          <w:p w:rsidR="00AC4101" w:rsidRPr="0045080C" w:rsidRDefault="00AC4101" w:rsidP="0045080C">
            <w:pPr>
              <w:jc w:val="center"/>
            </w:pPr>
            <w:r w:rsidRPr="0045080C">
              <w:t>Нежитлове приміщення</w:t>
            </w:r>
          </w:p>
        </w:tc>
        <w:tc>
          <w:tcPr>
            <w:tcW w:w="2384" w:type="dxa"/>
          </w:tcPr>
          <w:p w:rsidR="00AC4101" w:rsidRDefault="00AC4101" w:rsidP="0045080C">
            <w:pPr>
              <w:tabs>
                <w:tab w:val="left" w:pos="1134"/>
              </w:tabs>
            </w:pPr>
            <w:r>
              <w:t>м. Сєвєродонецьк, вул. Новікова, 15/359</w:t>
            </w:r>
          </w:p>
          <w:p w:rsidR="00AC4101" w:rsidRPr="0045080C" w:rsidRDefault="00AC4101" w:rsidP="0045080C">
            <w:pPr>
              <w:jc w:val="center"/>
            </w:pPr>
          </w:p>
        </w:tc>
        <w:tc>
          <w:tcPr>
            <w:tcW w:w="927" w:type="dxa"/>
          </w:tcPr>
          <w:p w:rsidR="00AC4101" w:rsidRPr="0045080C" w:rsidRDefault="00AC4101" w:rsidP="0045080C">
            <w:pPr>
              <w:jc w:val="center"/>
            </w:pPr>
            <w:r>
              <w:t>39,4</w:t>
            </w:r>
          </w:p>
        </w:tc>
        <w:tc>
          <w:tcPr>
            <w:tcW w:w="2128" w:type="dxa"/>
          </w:tcPr>
          <w:p w:rsidR="00AC4101" w:rsidRPr="0045080C" w:rsidRDefault="00AC4101" w:rsidP="0045080C">
            <w:pPr>
              <w:jc w:val="center"/>
            </w:pPr>
            <w:r w:rsidRPr="0045080C">
              <w:t>Фонд комунального майна</w:t>
            </w:r>
          </w:p>
        </w:tc>
        <w:tc>
          <w:tcPr>
            <w:tcW w:w="1188" w:type="dxa"/>
          </w:tcPr>
          <w:p w:rsidR="00AC4101" w:rsidRPr="0045080C" w:rsidRDefault="00AC4101" w:rsidP="0045080C">
            <w:pPr>
              <w:jc w:val="center"/>
            </w:pPr>
            <w:r w:rsidRPr="0045080C">
              <w:t>В оренді</w:t>
            </w:r>
          </w:p>
        </w:tc>
      </w:tr>
    </w:tbl>
    <w:p w:rsidR="00AC4101" w:rsidRDefault="00AC4101" w:rsidP="00BC5C46">
      <w:pPr>
        <w:jc w:val="center"/>
      </w:pPr>
    </w:p>
    <w:p w:rsidR="00AC4101" w:rsidRDefault="00AC4101" w:rsidP="00EC2CC9">
      <w:pPr>
        <w:spacing w:before="60" w:after="60"/>
      </w:pPr>
    </w:p>
    <w:p w:rsidR="00AC4101" w:rsidRDefault="00AC4101" w:rsidP="00BC5C46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Секретар ради, </w:t>
      </w:r>
    </w:p>
    <w:p w:rsidR="00AC4101" w:rsidRPr="00E178D0" w:rsidRDefault="00AC4101" w:rsidP="00BC5C46">
      <w:pPr>
        <w:spacing w:line="360" w:lineRule="auto"/>
        <w:rPr>
          <w:b/>
          <w:bCs/>
          <w:lang w:val="ru-RU"/>
        </w:rPr>
      </w:pPr>
      <w:r>
        <w:rPr>
          <w:b/>
          <w:bCs/>
          <w:lang w:val="ru-RU"/>
        </w:rPr>
        <w:t>в.о. м</w:t>
      </w:r>
      <w:r>
        <w:rPr>
          <w:b/>
          <w:bCs/>
        </w:rPr>
        <w:t>icьк</w:t>
      </w:r>
      <w:r>
        <w:rPr>
          <w:b/>
          <w:bCs/>
          <w:lang w:val="ru-RU"/>
        </w:rPr>
        <w:t>ого</w:t>
      </w:r>
      <w:r w:rsidRPr="00E17C05">
        <w:rPr>
          <w:b/>
          <w:bCs/>
        </w:rPr>
        <w:t xml:space="preserve">  голов</w:t>
      </w:r>
      <w:r>
        <w:rPr>
          <w:b/>
          <w:bCs/>
          <w:lang w:val="ru-RU"/>
        </w:rPr>
        <w:t>и</w:t>
      </w:r>
      <w:r w:rsidRPr="00E17C05">
        <w:rPr>
          <w:b/>
          <w:bCs/>
        </w:rPr>
        <w:t xml:space="preserve">                                       </w:t>
      </w:r>
      <w:r>
        <w:rPr>
          <w:b/>
          <w:bCs/>
        </w:rPr>
        <w:t xml:space="preserve">           </w:t>
      </w:r>
      <w:r w:rsidRPr="00E17C05">
        <w:rPr>
          <w:b/>
          <w:bCs/>
        </w:rPr>
        <w:t xml:space="preserve">    </w:t>
      </w:r>
      <w:r>
        <w:rPr>
          <w:b/>
          <w:bCs/>
        </w:rPr>
        <w:t xml:space="preserve">                </w:t>
      </w:r>
      <w:r w:rsidRPr="00E17C05">
        <w:rPr>
          <w:b/>
          <w:bCs/>
        </w:rPr>
        <w:t xml:space="preserve">    </w:t>
      </w:r>
      <w:r>
        <w:rPr>
          <w:b/>
          <w:bCs/>
          <w:lang w:val="ru-RU"/>
        </w:rPr>
        <w:t xml:space="preserve"> </w:t>
      </w:r>
      <w:r w:rsidRPr="00E17C05">
        <w:rPr>
          <w:b/>
          <w:bCs/>
        </w:rPr>
        <w:t>В</w:t>
      </w:r>
      <w:r>
        <w:rPr>
          <w:b/>
          <w:bCs/>
        </w:rPr>
        <w:t>ячеслав</w:t>
      </w:r>
      <w:r w:rsidRPr="00E17C05">
        <w:rPr>
          <w:b/>
          <w:bCs/>
        </w:rPr>
        <w:t xml:space="preserve"> </w:t>
      </w:r>
      <w:r>
        <w:rPr>
          <w:b/>
          <w:bCs/>
          <w:lang w:val="ru-RU"/>
        </w:rPr>
        <w:t>ТКАЧУК</w:t>
      </w:r>
    </w:p>
    <w:p w:rsidR="00AC4101" w:rsidRDefault="00AC4101" w:rsidP="00BC5C46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AC4101" w:rsidRPr="00BC5C46" w:rsidRDefault="00AC4101" w:rsidP="00BC5C46">
      <w:pPr>
        <w:pStyle w:val="BodyTextIndent"/>
        <w:tabs>
          <w:tab w:val="left" w:pos="0"/>
        </w:tabs>
        <w:spacing w:after="60"/>
        <w:ind w:firstLine="0"/>
      </w:pPr>
      <w:r w:rsidRPr="00BC5C46">
        <w:t>Підготував:</w:t>
      </w:r>
    </w:p>
    <w:p w:rsidR="00AC4101" w:rsidRDefault="00AC4101" w:rsidP="00BC5C46">
      <w:r>
        <w:t>Заступник міського голови, начальник</w:t>
      </w:r>
    </w:p>
    <w:p w:rsidR="00AC4101" w:rsidRDefault="00AC4101" w:rsidP="00BC5C46">
      <w:r>
        <w:t>Фонду комунального майна</w:t>
      </w:r>
    </w:p>
    <w:p w:rsidR="00AC4101" w:rsidRDefault="00AC4101" w:rsidP="00BC5C46">
      <w:r>
        <w:t>Сєвєродонецької міської ради                                                          Олександр ОЛЬШАНСЬКИЙ</w:t>
      </w:r>
    </w:p>
    <w:p w:rsidR="00AC4101" w:rsidRDefault="00AC4101" w:rsidP="00013271">
      <w:pPr>
        <w:rPr>
          <w:b/>
          <w:bCs/>
        </w:rPr>
      </w:pPr>
    </w:p>
    <w:sectPr w:rsidR="00AC4101" w:rsidSect="00EC2CC9">
      <w:pgSz w:w="11906" w:h="16838"/>
      <w:pgMar w:top="284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101" w:rsidRDefault="00AC4101" w:rsidP="00CF19DE">
      <w:r>
        <w:separator/>
      </w:r>
    </w:p>
  </w:endnote>
  <w:endnote w:type="continuationSeparator" w:id="0">
    <w:p w:rsidR="00AC4101" w:rsidRDefault="00AC4101" w:rsidP="00CF1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101" w:rsidRDefault="00AC4101" w:rsidP="00CF19DE">
      <w:r>
        <w:separator/>
      </w:r>
    </w:p>
  </w:footnote>
  <w:footnote w:type="continuationSeparator" w:id="0">
    <w:p w:rsidR="00AC4101" w:rsidRDefault="00AC4101" w:rsidP="00CF1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7208"/>
    <w:multiLevelType w:val="singleLevel"/>
    <w:tmpl w:val="E5BAD28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08054FD8"/>
    <w:multiLevelType w:val="multilevel"/>
    <w:tmpl w:val="8F8A3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AB0C0D"/>
    <w:multiLevelType w:val="hybridMultilevel"/>
    <w:tmpl w:val="CE4234BA"/>
    <w:lvl w:ilvl="0" w:tplc="7408D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916C36"/>
    <w:multiLevelType w:val="hybridMultilevel"/>
    <w:tmpl w:val="2FDC92B8"/>
    <w:lvl w:ilvl="0" w:tplc="3B709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8AB1A42"/>
    <w:multiLevelType w:val="hybridMultilevel"/>
    <w:tmpl w:val="2354BF94"/>
    <w:lvl w:ilvl="0" w:tplc="2EDC1E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C3CA50E">
      <w:numFmt w:val="none"/>
      <w:lvlText w:val=""/>
      <w:lvlJc w:val="left"/>
      <w:pPr>
        <w:tabs>
          <w:tab w:val="num" w:pos="360"/>
        </w:tabs>
      </w:pPr>
    </w:lvl>
    <w:lvl w:ilvl="2" w:tplc="8F3C8C78">
      <w:numFmt w:val="none"/>
      <w:lvlText w:val=""/>
      <w:lvlJc w:val="left"/>
      <w:pPr>
        <w:tabs>
          <w:tab w:val="num" w:pos="360"/>
        </w:tabs>
      </w:pPr>
    </w:lvl>
    <w:lvl w:ilvl="3" w:tplc="73E6DFF2">
      <w:numFmt w:val="none"/>
      <w:lvlText w:val=""/>
      <w:lvlJc w:val="left"/>
      <w:pPr>
        <w:tabs>
          <w:tab w:val="num" w:pos="360"/>
        </w:tabs>
      </w:pPr>
    </w:lvl>
    <w:lvl w:ilvl="4" w:tplc="D1AC3F1A">
      <w:numFmt w:val="none"/>
      <w:lvlText w:val=""/>
      <w:lvlJc w:val="left"/>
      <w:pPr>
        <w:tabs>
          <w:tab w:val="num" w:pos="360"/>
        </w:tabs>
      </w:pPr>
    </w:lvl>
    <w:lvl w:ilvl="5" w:tplc="45D8068E">
      <w:numFmt w:val="none"/>
      <w:lvlText w:val=""/>
      <w:lvlJc w:val="left"/>
      <w:pPr>
        <w:tabs>
          <w:tab w:val="num" w:pos="360"/>
        </w:tabs>
      </w:pPr>
    </w:lvl>
    <w:lvl w:ilvl="6" w:tplc="DB76FCB0">
      <w:numFmt w:val="none"/>
      <w:lvlText w:val=""/>
      <w:lvlJc w:val="left"/>
      <w:pPr>
        <w:tabs>
          <w:tab w:val="num" w:pos="360"/>
        </w:tabs>
      </w:pPr>
    </w:lvl>
    <w:lvl w:ilvl="7" w:tplc="91584EF8">
      <w:numFmt w:val="none"/>
      <w:lvlText w:val=""/>
      <w:lvlJc w:val="left"/>
      <w:pPr>
        <w:tabs>
          <w:tab w:val="num" w:pos="360"/>
        </w:tabs>
      </w:pPr>
    </w:lvl>
    <w:lvl w:ilvl="8" w:tplc="F086E1E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9EA5D62"/>
    <w:multiLevelType w:val="hybridMultilevel"/>
    <w:tmpl w:val="8DD463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>
    <w:nsid w:val="1B8317A8"/>
    <w:multiLevelType w:val="hybridMultilevel"/>
    <w:tmpl w:val="0A0E341A"/>
    <w:lvl w:ilvl="0" w:tplc="48182F1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D480DE3"/>
    <w:multiLevelType w:val="hybridMultilevel"/>
    <w:tmpl w:val="84ECEE8E"/>
    <w:lvl w:ilvl="0" w:tplc="7408D38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FF23019"/>
    <w:multiLevelType w:val="hybridMultilevel"/>
    <w:tmpl w:val="D034165A"/>
    <w:lvl w:ilvl="0" w:tplc="76FAB958">
      <w:start w:val="1"/>
      <w:numFmt w:val="bullet"/>
      <w:lvlText w:val=""/>
      <w:lvlJc w:val="left"/>
      <w:pPr>
        <w:tabs>
          <w:tab w:val="num" w:pos="1479"/>
        </w:tabs>
        <w:ind w:left="14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9"/>
        </w:tabs>
        <w:ind w:left="21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19"/>
        </w:tabs>
        <w:ind w:left="29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39"/>
        </w:tabs>
        <w:ind w:left="36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59"/>
        </w:tabs>
        <w:ind w:left="43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79"/>
        </w:tabs>
        <w:ind w:left="50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99"/>
        </w:tabs>
        <w:ind w:left="57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19"/>
        </w:tabs>
        <w:ind w:left="65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39"/>
        </w:tabs>
        <w:ind w:left="7239" w:hanging="360"/>
      </w:pPr>
      <w:rPr>
        <w:rFonts w:ascii="Wingdings" w:hAnsi="Wingdings" w:cs="Wingdings" w:hint="default"/>
      </w:rPr>
    </w:lvl>
  </w:abstractNum>
  <w:abstractNum w:abstractNumId="10">
    <w:nsid w:val="255C6C23"/>
    <w:multiLevelType w:val="hybridMultilevel"/>
    <w:tmpl w:val="89063F5A"/>
    <w:lvl w:ilvl="0" w:tplc="E436A3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7C13FB1"/>
    <w:multiLevelType w:val="hybridMultilevel"/>
    <w:tmpl w:val="FA621EB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7413D9"/>
    <w:multiLevelType w:val="hybridMultilevel"/>
    <w:tmpl w:val="8F2E7A0E"/>
    <w:lvl w:ilvl="0" w:tplc="EC669F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A041474"/>
    <w:multiLevelType w:val="hybridMultilevel"/>
    <w:tmpl w:val="9000E41A"/>
    <w:lvl w:ilvl="0" w:tplc="199A90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FBF6350"/>
    <w:multiLevelType w:val="hybridMultilevel"/>
    <w:tmpl w:val="9F6209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2662D0E"/>
    <w:multiLevelType w:val="hybridMultilevel"/>
    <w:tmpl w:val="4B848F14"/>
    <w:lvl w:ilvl="0" w:tplc="199A9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3626462"/>
    <w:multiLevelType w:val="hybridMultilevel"/>
    <w:tmpl w:val="C632E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AAB691B"/>
    <w:multiLevelType w:val="hybridMultilevel"/>
    <w:tmpl w:val="1A9C18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9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D3496A"/>
    <w:multiLevelType w:val="hybridMultilevel"/>
    <w:tmpl w:val="72A6BE7C"/>
    <w:lvl w:ilvl="0" w:tplc="199A90F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48313099"/>
    <w:multiLevelType w:val="hybridMultilevel"/>
    <w:tmpl w:val="1E587AB2"/>
    <w:lvl w:ilvl="0" w:tplc="3B709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00C2BDC"/>
    <w:multiLevelType w:val="multilevel"/>
    <w:tmpl w:val="EF7AE2C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5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D636BB9"/>
    <w:multiLevelType w:val="singleLevel"/>
    <w:tmpl w:val="E8163FAC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7">
    <w:nsid w:val="667E2A7B"/>
    <w:multiLevelType w:val="hybridMultilevel"/>
    <w:tmpl w:val="E090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2B358C"/>
    <w:multiLevelType w:val="multilevel"/>
    <w:tmpl w:val="F7729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4B3598C"/>
    <w:multiLevelType w:val="hybridMultilevel"/>
    <w:tmpl w:val="459A7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6"/>
  </w:num>
  <w:num w:numId="4">
    <w:abstractNumId w:val="0"/>
  </w:num>
  <w:num w:numId="5">
    <w:abstractNumId w:val="10"/>
  </w:num>
  <w:num w:numId="6">
    <w:abstractNumId w:val="13"/>
  </w:num>
  <w:num w:numId="7">
    <w:abstractNumId w:val="8"/>
  </w:num>
  <w:num w:numId="8">
    <w:abstractNumId w:val="2"/>
  </w:num>
  <w:num w:numId="9">
    <w:abstractNumId w:val="29"/>
  </w:num>
  <w:num w:numId="10">
    <w:abstractNumId w:val="12"/>
  </w:num>
  <w:num w:numId="11">
    <w:abstractNumId w:val="16"/>
  </w:num>
  <w:num w:numId="12">
    <w:abstractNumId w:val="14"/>
  </w:num>
  <w:num w:numId="13">
    <w:abstractNumId w:val="15"/>
  </w:num>
  <w:num w:numId="14">
    <w:abstractNumId w:val="17"/>
  </w:num>
  <w:num w:numId="15">
    <w:abstractNumId w:val="22"/>
  </w:num>
  <w:num w:numId="16">
    <w:abstractNumId w:val="9"/>
  </w:num>
  <w:num w:numId="17">
    <w:abstractNumId w:val="11"/>
  </w:num>
  <w:num w:numId="18">
    <w:abstractNumId w:val="21"/>
  </w:num>
  <w:num w:numId="19">
    <w:abstractNumId w:val="25"/>
  </w:num>
  <w:num w:numId="20">
    <w:abstractNumId w:val="19"/>
  </w:num>
  <w:num w:numId="21">
    <w:abstractNumId w:val="4"/>
  </w:num>
  <w:num w:numId="22">
    <w:abstractNumId w:val="23"/>
  </w:num>
  <w:num w:numId="23">
    <w:abstractNumId w:val="3"/>
  </w:num>
  <w:num w:numId="24">
    <w:abstractNumId w:val="6"/>
  </w:num>
  <w:num w:numId="25">
    <w:abstractNumId w:val="7"/>
  </w:num>
  <w:num w:numId="26">
    <w:abstractNumId w:val="24"/>
  </w:num>
  <w:num w:numId="27">
    <w:abstractNumId w:val="28"/>
  </w:num>
  <w:num w:numId="28">
    <w:abstractNumId w:val="1"/>
  </w:num>
  <w:num w:numId="29">
    <w:abstractNumId w:val="27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122"/>
    <w:rsid w:val="0000470A"/>
    <w:rsid w:val="00005824"/>
    <w:rsid w:val="00013271"/>
    <w:rsid w:val="000211F7"/>
    <w:rsid w:val="00022F09"/>
    <w:rsid w:val="00026F8F"/>
    <w:rsid w:val="00032BEA"/>
    <w:rsid w:val="000343B2"/>
    <w:rsid w:val="00041692"/>
    <w:rsid w:val="000424D0"/>
    <w:rsid w:val="000440C4"/>
    <w:rsid w:val="00047242"/>
    <w:rsid w:val="000518DC"/>
    <w:rsid w:val="0006077D"/>
    <w:rsid w:val="00066AA4"/>
    <w:rsid w:val="000718A1"/>
    <w:rsid w:val="00073833"/>
    <w:rsid w:val="000757E4"/>
    <w:rsid w:val="00080AD2"/>
    <w:rsid w:val="000829D8"/>
    <w:rsid w:val="00094A06"/>
    <w:rsid w:val="000A4B48"/>
    <w:rsid w:val="000A540F"/>
    <w:rsid w:val="000B16FD"/>
    <w:rsid w:val="000B6777"/>
    <w:rsid w:val="000B79A0"/>
    <w:rsid w:val="000C3399"/>
    <w:rsid w:val="000C7723"/>
    <w:rsid w:val="000E3142"/>
    <w:rsid w:val="000E5536"/>
    <w:rsid w:val="000E6C64"/>
    <w:rsid w:val="000F4311"/>
    <w:rsid w:val="00105435"/>
    <w:rsid w:val="001103B4"/>
    <w:rsid w:val="00111F56"/>
    <w:rsid w:val="00113660"/>
    <w:rsid w:val="00113834"/>
    <w:rsid w:val="00113C67"/>
    <w:rsid w:val="00114C3F"/>
    <w:rsid w:val="001175C6"/>
    <w:rsid w:val="00122CCD"/>
    <w:rsid w:val="00125FF6"/>
    <w:rsid w:val="00126B0B"/>
    <w:rsid w:val="0013286C"/>
    <w:rsid w:val="00146A18"/>
    <w:rsid w:val="00150A2A"/>
    <w:rsid w:val="0015387B"/>
    <w:rsid w:val="001600DC"/>
    <w:rsid w:val="00164E03"/>
    <w:rsid w:val="00166550"/>
    <w:rsid w:val="00174258"/>
    <w:rsid w:val="00182852"/>
    <w:rsid w:val="0018437F"/>
    <w:rsid w:val="0019136F"/>
    <w:rsid w:val="0019707A"/>
    <w:rsid w:val="001A09D1"/>
    <w:rsid w:val="001A3721"/>
    <w:rsid w:val="001A49EE"/>
    <w:rsid w:val="001A4ED6"/>
    <w:rsid w:val="001B5502"/>
    <w:rsid w:val="001C1DDC"/>
    <w:rsid w:val="001C4E67"/>
    <w:rsid w:val="001C6278"/>
    <w:rsid w:val="001C7B9C"/>
    <w:rsid w:val="001D2EB7"/>
    <w:rsid w:val="001E3ABA"/>
    <w:rsid w:val="00210472"/>
    <w:rsid w:val="002147AB"/>
    <w:rsid w:val="00217A81"/>
    <w:rsid w:val="00223E38"/>
    <w:rsid w:val="00224C09"/>
    <w:rsid w:val="00224F98"/>
    <w:rsid w:val="00232B2C"/>
    <w:rsid w:val="00240AE4"/>
    <w:rsid w:val="00240D3F"/>
    <w:rsid w:val="00240E67"/>
    <w:rsid w:val="00245F8B"/>
    <w:rsid w:val="00250D17"/>
    <w:rsid w:val="00252438"/>
    <w:rsid w:val="00257B54"/>
    <w:rsid w:val="0027354D"/>
    <w:rsid w:val="002803A8"/>
    <w:rsid w:val="002A237D"/>
    <w:rsid w:val="002A3A7D"/>
    <w:rsid w:val="002A51E2"/>
    <w:rsid w:val="002A59D0"/>
    <w:rsid w:val="002C39D0"/>
    <w:rsid w:val="002C3EED"/>
    <w:rsid w:val="002D2122"/>
    <w:rsid w:val="002D2561"/>
    <w:rsid w:val="002E0897"/>
    <w:rsid w:val="002E62DB"/>
    <w:rsid w:val="002F4E7E"/>
    <w:rsid w:val="002F65E2"/>
    <w:rsid w:val="00300F67"/>
    <w:rsid w:val="0030111B"/>
    <w:rsid w:val="003025DC"/>
    <w:rsid w:val="00302C89"/>
    <w:rsid w:val="003057EC"/>
    <w:rsid w:val="003155D0"/>
    <w:rsid w:val="00317E97"/>
    <w:rsid w:val="00324DC2"/>
    <w:rsid w:val="00325E42"/>
    <w:rsid w:val="003309E0"/>
    <w:rsid w:val="00334D88"/>
    <w:rsid w:val="00342B7B"/>
    <w:rsid w:val="00347A9B"/>
    <w:rsid w:val="00354EF1"/>
    <w:rsid w:val="003619FD"/>
    <w:rsid w:val="003716B3"/>
    <w:rsid w:val="00383E4F"/>
    <w:rsid w:val="003915C0"/>
    <w:rsid w:val="003A32A0"/>
    <w:rsid w:val="003A34DA"/>
    <w:rsid w:val="003B1DC2"/>
    <w:rsid w:val="003B3692"/>
    <w:rsid w:val="003B4FC1"/>
    <w:rsid w:val="003B71CF"/>
    <w:rsid w:val="003C3D38"/>
    <w:rsid w:val="003C519C"/>
    <w:rsid w:val="003C64F0"/>
    <w:rsid w:val="003D0F58"/>
    <w:rsid w:val="003D2F6F"/>
    <w:rsid w:val="003E05E2"/>
    <w:rsid w:val="003E2FEB"/>
    <w:rsid w:val="003E57C1"/>
    <w:rsid w:val="003E7B91"/>
    <w:rsid w:val="003F61E7"/>
    <w:rsid w:val="0040005E"/>
    <w:rsid w:val="0041549D"/>
    <w:rsid w:val="00416242"/>
    <w:rsid w:val="004269BE"/>
    <w:rsid w:val="004303E8"/>
    <w:rsid w:val="0043097A"/>
    <w:rsid w:val="00431DE6"/>
    <w:rsid w:val="0043440A"/>
    <w:rsid w:val="00441AA5"/>
    <w:rsid w:val="00441B82"/>
    <w:rsid w:val="00442D8D"/>
    <w:rsid w:val="0045080C"/>
    <w:rsid w:val="00454413"/>
    <w:rsid w:val="00461A9A"/>
    <w:rsid w:val="004622BD"/>
    <w:rsid w:val="004633B6"/>
    <w:rsid w:val="004806AA"/>
    <w:rsid w:val="00481D0A"/>
    <w:rsid w:val="00482AB5"/>
    <w:rsid w:val="0048482F"/>
    <w:rsid w:val="004A6CD7"/>
    <w:rsid w:val="004B2522"/>
    <w:rsid w:val="004B5938"/>
    <w:rsid w:val="004B74B9"/>
    <w:rsid w:val="004B7F6E"/>
    <w:rsid w:val="004D09EB"/>
    <w:rsid w:val="004D26F8"/>
    <w:rsid w:val="004D3274"/>
    <w:rsid w:val="004D779F"/>
    <w:rsid w:val="004E0520"/>
    <w:rsid w:val="004E0C9B"/>
    <w:rsid w:val="004F161D"/>
    <w:rsid w:val="004F581B"/>
    <w:rsid w:val="004F5E9D"/>
    <w:rsid w:val="00502905"/>
    <w:rsid w:val="00506209"/>
    <w:rsid w:val="00507415"/>
    <w:rsid w:val="0051043F"/>
    <w:rsid w:val="00513D73"/>
    <w:rsid w:val="00520115"/>
    <w:rsid w:val="00520FA6"/>
    <w:rsid w:val="005235DB"/>
    <w:rsid w:val="00523BB9"/>
    <w:rsid w:val="005260B6"/>
    <w:rsid w:val="00562009"/>
    <w:rsid w:val="0056225D"/>
    <w:rsid w:val="00581209"/>
    <w:rsid w:val="0059783F"/>
    <w:rsid w:val="005A5773"/>
    <w:rsid w:val="005B1FD8"/>
    <w:rsid w:val="005B24A4"/>
    <w:rsid w:val="005B3B72"/>
    <w:rsid w:val="005B4679"/>
    <w:rsid w:val="005B5C90"/>
    <w:rsid w:val="005C6453"/>
    <w:rsid w:val="005D0166"/>
    <w:rsid w:val="005D0302"/>
    <w:rsid w:val="005D1104"/>
    <w:rsid w:val="005D6D4A"/>
    <w:rsid w:val="005E7A47"/>
    <w:rsid w:val="005E7E6B"/>
    <w:rsid w:val="005F2421"/>
    <w:rsid w:val="005F2BAB"/>
    <w:rsid w:val="006103E1"/>
    <w:rsid w:val="00611DB6"/>
    <w:rsid w:val="0061600A"/>
    <w:rsid w:val="0062458A"/>
    <w:rsid w:val="00626AD1"/>
    <w:rsid w:val="006275A8"/>
    <w:rsid w:val="00627E57"/>
    <w:rsid w:val="00635E4F"/>
    <w:rsid w:val="00643EB0"/>
    <w:rsid w:val="00650B76"/>
    <w:rsid w:val="00651DCF"/>
    <w:rsid w:val="00655390"/>
    <w:rsid w:val="00660A17"/>
    <w:rsid w:val="00663186"/>
    <w:rsid w:val="0066679E"/>
    <w:rsid w:val="0066710A"/>
    <w:rsid w:val="00672C6A"/>
    <w:rsid w:val="00676406"/>
    <w:rsid w:val="006769EA"/>
    <w:rsid w:val="006774BC"/>
    <w:rsid w:val="00683C26"/>
    <w:rsid w:val="006A6D3D"/>
    <w:rsid w:val="006B0E3C"/>
    <w:rsid w:val="006C1C9A"/>
    <w:rsid w:val="006C4A3E"/>
    <w:rsid w:val="006C5206"/>
    <w:rsid w:val="006C5751"/>
    <w:rsid w:val="006C67B5"/>
    <w:rsid w:val="006C70F6"/>
    <w:rsid w:val="006D333F"/>
    <w:rsid w:val="006D6789"/>
    <w:rsid w:val="006E32DE"/>
    <w:rsid w:val="006E3344"/>
    <w:rsid w:val="006F66C3"/>
    <w:rsid w:val="006F7D5B"/>
    <w:rsid w:val="00701E30"/>
    <w:rsid w:val="0070597C"/>
    <w:rsid w:val="00706119"/>
    <w:rsid w:val="00706B22"/>
    <w:rsid w:val="007149DA"/>
    <w:rsid w:val="00716A81"/>
    <w:rsid w:val="00722C1E"/>
    <w:rsid w:val="0073165D"/>
    <w:rsid w:val="00744EBC"/>
    <w:rsid w:val="007501FA"/>
    <w:rsid w:val="00750EB7"/>
    <w:rsid w:val="00751D52"/>
    <w:rsid w:val="00762797"/>
    <w:rsid w:val="0076283F"/>
    <w:rsid w:val="00765E95"/>
    <w:rsid w:val="007727C2"/>
    <w:rsid w:val="00773E39"/>
    <w:rsid w:val="00776B26"/>
    <w:rsid w:val="007833D5"/>
    <w:rsid w:val="0078669F"/>
    <w:rsid w:val="007901C1"/>
    <w:rsid w:val="007D5296"/>
    <w:rsid w:val="007E3A2C"/>
    <w:rsid w:val="007F46CA"/>
    <w:rsid w:val="00800B11"/>
    <w:rsid w:val="0080146C"/>
    <w:rsid w:val="00806841"/>
    <w:rsid w:val="00811F81"/>
    <w:rsid w:val="008141EC"/>
    <w:rsid w:val="0081691F"/>
    <w:rsid w:val="00817DBD"/>
    <w:rsid w:val="008229B8"/>
    <w:rsid w:val="00826B07"/>
    <w:rsid w:val="00832FD9"/>
    <w:rsid w:val="008379D5"/>
    <w:rsid w:val="00845F2C"/>
    <w:rsid w:val="00862374"/>
    <w:rsid w:val="00863E3F"/>
    <w:rsid w:val="00872784"/>
    <w:rsid w:val="00875D27"/>
    <w:rsid w:val="00876879"/>
    <w:rsid w:val="00877242"/>
    <w:rsid w:val="0088716A"/>
    <w:rsid w:val="00890433"/>
    <w:rsid w:val="0089203A"/>
    <w:rsid w:val="00892829"/>
    <w:rsid w:val="008A4F73"/>
    <w:rsid w:val="008B3925"/>
    <w:rsid w:val="008C0ADB"/>
    <w:rsid w:val="008C1368"/>
    <w:rsid w:val="008C5942"/>
    <w:rsid w:val="008C6EC4"/>
    <w:rsid w:val="008E4D44"/>
    <w:rsid w:val="008E60DB"/>
    <w:rsid w:val="008F5A4F"/>
    <w:rsid w:val="00901835"/>
    <w:rsid w:val="009029D9"/>
    <w:rsid w:val="00903FF3"/>
    <w:rsid w:val="00911BF4"/>
    <w:rsid w:val="00915600"/>
    <w:rsid w:val="009203C8"/>
    <w:rsid w:val="009250F8"/>
    <w:rsid w:val="00931DDE"/>
    <w:rsid w:val="0093234C"/>
    <w:rsid w:val="0094175C"/>
    <w:rsid w:val="009471AB"/>
    <w:rsid w:val="00947946"/>
    <w:rsid w:val="009502BE"/>
    <w:rsid w:val="00952232"/>
    <w:rsid w:val="0096365D"/>
    <w:rsid w:val="00984CAE"/>
    <w:rsid w:val="00990276"/>
    <w:rsid w:val="009917D5"/>
    <w:rsid w:val="0099328D"/>
    <w:rsid w:val="009A0920"/>
    <w:rsid w:val="009A19A5"/>
    <w:rsid w:val="009A41F9"/>
    <w:rsid w:val="009C100A"/>
    <w:rsid w:val="009C6B16"/>
    <w:rsid w:val="009D244C"/>
    <w:rsid w:val="009D2652"/>
    <w:rsid w:val="009D6198"/>
    <w:rsid w:val="009E1153"/>
    <w:rsid w:val="009E1C46"/>
    <w:rsid w:val="009E224C"/>
    <w:rsid w:val="009F3EFE"/>
    <w:rsid w:val="009F5946"/>
    <w:rsid w:val="00A00210"/>
    <w:rsid w:val="00A00A83"/>
    <w:rsid w:val="00A03EF0"/>
    <w:rsid w:val="00A11405"/>
    <w:rsid w:val="00A17FC7"/>
    <w:rsid w:val="00A21672"/>
    <w:rsid w:val="00A22690"/>
    <w:rsid w:val="00A2271A"/>
    <w:rsid w:val="00A30A98"/>
    <w:rsid w:val="00A37E86"/>
    <w:rsid w:val="00A41903"/>
    <w:rsid w:val="00A51D79"/>
    <w:rsid w:val="00A6208B"/>
    <w:rsid w:val="00A66A31"/>
    <w:rsid w:val="00A6708A"/>
    <w:rsid w:val="00A757EC"/>
    <w:rsid w:val="00A80B70"/>
    <w:rsid w:val="00A830FF"/>
    <w:rsid w:val="00A83443"/>
    <w:rsid w:val="00A86179"/>
    <w:rsid w:val="00A93E92"/>
    <w:rsid w:val="00A964CF"/>
    <w:rsid w:val="00A978CA"/>
    <w:rsid w:val="00AA3283"/>
    <w:rsid w:val="00AB296B"/>
    <w:rsid w:val="00AB65D6"/>
    <w:rsid w:val="00AC316F"/>
    <w:rsid w:val="00AC4101"/>
    <w:rsid w:val="00AD3F23"/>
    <w:rsid w:val="00AD47FC"/>
    <w:rsid w:val="00AD7163"/>
    <w:rsid w:val="00AD7516"/>
    <w:rsid w:val="00AE6A15"/>
    <w:rsid w:val="00AE6E6B"/>
    <w:rsid w:val="00AF4AAD"/>
    <w:rsid w:val="00B06A0C"/>
    <w:rsid w:val="00B14DEA"/>
    <w:rsid w:val="00B177D1"/>
    <w:rsid w:val="00B211A9"/>
    <w:rsid w:val="00B2440F"/>
    <w:rsid w:val="00B33794"/>
    <w:rsid w:val="00B33E5E"/>
    <w:rsid w:val="00B35FBF"/>
    <w:rsid w:val="00B420DF"/>
    <w:rsid w:val="00B50576"/>
    <w:rsid w:val="00B55610"/>
    <w:rsid w:val="00B56565"/>
    <w:rsid w:val="00B62029"/>
    <w:rsid w:val="00B63955"/>
    <w:rsid w:val="00B72067"/>
    <w:rsid w:val="00B74164"/>
    <w:rsid w:val="00B75870"/>
    <w:rsid w:val="00B85379"/>
    <w:rsid w:val="00B92782"/>
    <w:rsid w:val="00B9448C"/>
    <w:rsid w:val="00B96A36"/>
    <w:rsid w:val="00B96B1A"/>
    <w:rsid w:val="00B97805"/>
    <w:rsid w:val="00B97ACD"/>
    <w:rsid w:val="00BA45EC"/>
    <w:rsid w:val="00BA4EA3"/>
    <w:rsid w:val="00BB1688"/>
    <w:rsid w:val="00BB1FFC"/>
    <w:rsid w:val="00BB6D9A"/>
    <w:rsid w:val="00BB7BD7"/>
    <w:rsid w:val="00BC58F7"/>
    <w:rsid w:val="00BC5C46"/>
    <w:rsid w:val="00BC6E37"/>
    <w:rsid w:val="00BE0FED"/>
    <w:rsid w:val="00BE69F5"/>
    <w:rsid w:val="00BF5E80"/>
    <w:rsid w:val="00BF675D"/>
    <w:rsid w:val="00C2480D"/>
    <w:rsid w:val="00C31378"/>
    <w:rsid w:val="00C37580"/>
    <w:rsid w:val="00C46B89"/>
    <w:rsid w:val="00C54018"/>
    <w:rsid w:val="00C65776"/>
    <w:rsid w:val="00C65C04"/>
    <w:rsid w:val="00C70263"/>
    <w:rsid w:val="00C76122"/>
    <w:rsid w:val="00C9156C"/>
    <w:rsid w:val="00C91F4F"/>
    <w:rsid w:val="00C93ECF"/>
    <w:rsid w:val="00C96A42"/>
    <w:rsid w:val="00CA7F8F"/>
    <w:rsid w:val="00CB191D"/>
    <w:rsid w:val="00CB2F64"/>
    <w:rsid w:val="00CB32C4"/>
    <w:rsid w:val="00CC02E8"/>
    <w:rsid w:val="00CC04F0"/>
    <w:rsid w:val="00CC2268"/>
    <w:rsid w:val="00CC7FF6"/>
    <w:rsid w:val="00CD402A"/>
    <w:rsid w:val="00CD6436"/>
    <w:rsid w:val="00CE5B59"/>
    <w:rsid w:val="00CE67E9"/>
    <w:rsid w:val="00CE7B27"/>
    <w:rsid w:val="00CF0A72"/>
    <w:rsid w:val="00CF19DE"/>
    <w:rsid w:val="00CF2781"/>
    <w:rsid w:val="00CF626D"/>
    <w:rsid w:val="00D033EB"/>
    <w:rsid w:val="00D111C3"/>
    <w:rsid w:val="00D12535"/>
    <w:rsid w:val="00D201BD"/>
    <w:rsid w:val="00D206DC"/>
    <w:rsid w:val="00D228C2"/>
    <w:rsid w:val="00D35393"/>
    <w:rsid w:val="00D41FE9"/>
    <w:rsid w:val="00D449FA"/>
    <w:rsid w:val="00D5281F"/>
    <w:rsid w:val="00D6745C"/>
    <w:rsid w:val="00D71E60"/>
    <w:rsid w:val="00D80EFC"/>
    <w:rsid w:val="00D928DC"/>
    <w:rsid w:val="00DB58CA"/>
    <w:rsid w:val="00DB6849"/>
    <w:rsid w:val="00DB6883"/>
    <w:rsid w:val="00DD3D88"/>
    <w:rsid w:val="00DD6CDC"/>
    <w:rsid w:val="00DE29FA"/>
    <w:rsid w:val="00DE77E0"/>
    <w:rsid w:val="00DF705A"/>
    <w:rsid w:val="00E01B07"/>
    <w:rsid w:val="00E048AB"/>
    <w:rsid w:val="00E13649"/>
    <w:rsid w:val="00E15DDF"/>
    <w:rsid w:val="00E178D0"/>
    <w:rsid w:val="00E17C05"/>
    <w:rsid w:val="00E211B0"/>
    <w:rsid w:val="00E21DE9"/>
    <w:rsid w:val="00E22642"/>
    <w:rsid w:val="00E236A0"/>
    <w:rsid w:val="00E32A0E"/>
    <w:rsid w:val="00E40969"/>
    <w:rsid w:val="00E41D26"/>
    <w:rsid w:val="00E42EEA"/>
    <w:rsid w:val="00E43663"/>
    <w:rsid w:val="00E47DE3"/>
    <w:rsid w:val="00E50A5F"/>
    <w:rsid w:val="00E57665"/>
    <w:rsid w:val="00E6612B"/>
    <w:rsid w:val="00E701E5"/>
    <w:rsid w:val="00E76E60"/>
    <w:rsid w:val="00E774C9"/>
    <w:rsid w:val="00E84593"/>
    <w:rsid w:val="00E8514D"/>
    <w:rsid w:val="00E9139A"/>
    <w:rsid w:val="00EA53A1"/>
    <w:rsid w:val="00EB12C8"/>
    <w:rsid w:val="00EB6177"/>
    <w:rsid w:val="00EC2CC9"/>
    <w:rsid w:val="00EC3633"/>
    <w:rsid w:val="00EC38E5"/>
    <w:rsid w:val="00ED051E"/>
    <w:rsid w:val="00EF49B3"/>
    <w:rsid w:val="00F00666"/>
    <w:rsid w:val="00F013F9"/>
    <w:rsid w:val="00F134A8"/>
    <w:rsid w:val="00F143D9"/>
    <w:rsid w:val="00F2196B"/>
    <w:rsid w:val="00F259D3"/>
    <w:rsid w:val="00F3318B"/>
    <w:rsid w:val="00F34871"/>
    <w:rsid w:val="00F37965"/>
    <w:rsid w:val="00F37CE3"/>
    <w:rsid w:val="00F40834"/>
    <w:rsid w:val="00F546C8"/>
    <w:rsid w:val="00F64481"/>
    <w:rsid w:val="00F708A6"/>
    <w:rsid w:val="00F719CA"/>
    <w:rsid w:val="00F7387B"/>
    <w:rsid w:val="00F800FE"/>
    <w:rsid w:val="00F8463A"/>
    <w:rsid w:val="00F85DA9"/>
    <w:rsid w:val="00F86CDD"/>
    <w:rsid w:val="00FA0001"/>
    <w:rsid w:val="00FB4486"/>
    <w:rsid w:val="00FC30D3"/>
    <w:rsid w:val="00FC3365"/>
    <w:rsid w:val="00FD4C15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CD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2CCD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2CCD"/>
    <w:pPr>
      <w:keepNext/>
      <w:tabs>
        <w:tab w:val="left" w:pos="5812"/>
      </w:tabs>
      <w:jc w:val="center"/>
      <w:outlineLvl w:val="1"/>
    </w:pPr>
  </w:style>
  <w:style w:type="paragraph" w:styleId="Heading4">
    <w:name w:val="heading 4"/>
    <w:basedOn w:val="Normal"/>
    <w:next w:val="Normal"/>
    <w:link w:val="Heading4Char"/>
    <w:uiPriority w:val="99"/>
    <w:qFormat/>
    <w:rsid w:val="00122CCD"/>
    <w:pPr>
      <w:keepNext/>
      <w:ind w:firstLine="709"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0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24F98"/>
    <w:rPr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10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122CC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4F98"/>
    <w:rPr>
      <w:sz w:val="24"/>
      <w:szCs w:val="24"/>
      <w:lang w:val="uk-UA"/>
    </w:rPr>
  </w:style>
  <w:style w:type="paragraph" w:styleId="BodyTextIndent3">
    <w:name w:val="Body Text Indent 3"/>
    <w:basedOn w:val="Normal"/>
    <w:link w:val="BodyTextIndent3Char"/>
    <w:uiPriority w:val="99"/>
    <w:semiHidden/>
    <w:rsid w:val="00122CCD"/>
    <w:pPr>
      <w:ind w:left="6120" w:firstLine="270"/>
      <w:jc w:val="both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24F98"/>
    <w:rPr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semiHidden/>
    <w:rsid w:val="00122CCD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24F98"/>
    <w:rPr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semiHidden/>
    <w:rsid w:val="00122CCD"/>
    <w:pPr>
      <w:spacing w:before="120"/>
      <w:ind w:firstLine="709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5107"/>
    <w:rPr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122CCD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8F510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22CCD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24F98"/>
    <w:rPr>
      <w:sz w:val="22"/>
      <w:szCs w:val="22"/>
      <w:lang w:val="uk-UA"/>
    </w:rPr>
  </w:style>
  <w:style w:type="paragraph" w:styleId="Header">
    <w:name w:val="header"/>
    <w:basedOn w:val="Normal"/>
    <w:link w:val="HeaderChar"/>
    <w:uiPriority w:val="99"/>
    <w:semiHidden/>
    <w:rsid w:val="00CF19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9DE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CF19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9DE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96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B1A"/>
    <w:rPr>
      <w:rFonts w:ascii="Tahoma" w:hAnsi="Tahoma" w:cs="Tahoma"/>
      <w:sz w:val="16"/>
      <w:szCs w:val="16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0424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24D0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8C5942"/>
    <w:pPr>
      <w:ind w:left="720"/>
    </w:pPr>
  </w:style>
  <w:style w:type="table" w:styleId="TableGrid">
    <w:name w:val="Table Grid"/>
    <w:basedOn w:val="TableNormal"/>
    <w:uiPriority w:val="99"/>
    <w:rsid w:val="00BC5C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1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2187</Words>
  <Characters>1248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subject/>
  <dc:creator>Астрон</dc:creator>
  <cp:keywords/>
  <dc:description/>
  <cp:lastModifiedBy>admin</cp:lastModifiedBy>
  <cp:revision>7</cp:revision>
  <cp:lastPrinted>2019-02-15T13:54:00Z</cp:lastPrinted>
  <dcterms:created xsi:type="dcterms:W3CDTF">2019-10-23T06:24:00Z</dcterms:created>
  <dcterms:modified xsi:type="dcterms:W3CDTF">2019-10-23T11:16:00Z</dcterms:modified>
</cp:coreProperties>
</file>