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7B" w:rsidRDefault="00066E7B" w:rsidP="0092124C">
      <w:pPr>
        <w:pStyle w:val="Title"/>
        <w:ind w:left="2124"/>
        <w:rPr>
          <w:i/>
          <w:iCs/>
          <w:lang w:val="uk-UA"/>
        </w:rPr>
      </w:pPr>
      <w:r>
        <w:rPr>
          <w:lang w:val="uk-UA"/>
        </w:rPr>
        <w:t xml:space="preserve">СЄВЄРОДОНЕЦЬКА МIСЬКА РАДА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i/>
          <w:iCs/>
          <w:lang w:val="uk-UA"/>
        </w:rPr>
        <w:t>проєкт</w:t>
      </w:r>
    </w:p>
    <w:p w:rsidR="00066E7B" w:rsidRDefault="00066E7B" w:rsidP="0092124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СЬОМОГО СКЛИКАННЯ</w:t>
      </w:r>
    </w:p>
    <w:p w:rsidR="00066E7B" w:rsidRDefault="00066E7B" w:rsidP="0092124C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________________ (___________) сесія</w:t>
      </w:r>
    </w:p>
    <w:p w:rsidR="00066E7B" w:rsidRDefault="00066E7B" w:rsidP="0092124C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РIШЕННЯ  №           </w:t>
      </w:r>
    </w:p>
    <w:p w:rsidR="00066E7B" w:rsidRDefault="00066E7B" w:rsidP="0092124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_____________  2019 року </w:t>
      </w:r>
    </w:p>
    <w:p w:rsidR="00066E7B" w:rsidRDefault="00066E7B" w:rsidP="0092124C">
      <w:pPr>
        <w:spacing w:line="360" w:lineRule="auto"/>
        <w:jc w:val="both"/>
        <w:rPr>
          <w:lang w:val="uk-UA"/>
        </w:rPr>
      </w:pPr>
      <w:r>
        <w:rPr>
          <w:b/>
          <w:bCs/>
          <w:lang w:val="uk-UA"/>
        </w:rPr>
        <w:t>м. Сєвєродонецьк</w:t>
      </w:r>
    </w:p>
    <w:p w:rsidR="00066E7B" w:rsidRPr="00923111" w:rsidRDefault="00066E7B" w:rsidP="00D13CCF">
      <w:pPr>
        <w:rPr>
          <w:lang w:val="uk-UA"/>
        </w:rPr>
      </w:pPr>
      <w:r w:rsidRPr="00923111">
        <w:rPr>
          <w:lang w:val="uk-UA"/>
        </w:rPr>
        <w:t>Про збільшення статутного капіталу комунального</w:t>
      </w:r>
    </w:p>
    <w:p w:rsidR="00066E7B" w:rsidRPr="00923111" w:rsidRDefault="00066E7B" w:rsidP="00D13CCF">
      <w:pPr>
        <w:rPr>
          <w:lang w:val="uk-UA"/>
        </w:rPr>
      </w:pPr>
      <w:r w:rsidRPr="00923111">
        <w:rPr>
          <w:lang w:val="uk-UA"/>
        </w:rPr>
        <w:t>підприємства  «</w:t>
      </w:r>
      <w:r w:rsidRPr="002D581C">
        <w:rPr>
          <w:lang w:val="uk-UA"/>
        </w:rPr>
        <w:t>Сєвєродонецьккомунсервис</w:t>
      </w:r>
      <w:r w:rsidRPr="00923111">
        <w:rPr>
          <w:lang w:val="uk-UA"/>
        </w:rPr>
        <w:t>»</w:t>
      </w:r>
    </w:p>
    <w:p w:rsidR="00066E7B" w:rsidRPr="00923111" w:rsidRDefault="00066E7B" w:rsidP="00D13CCF">
      <w:pPr>
        <w:rPr>
          <w:lang w:val="uk-UA"/>
        </w:rPr>
      </w:pPr>
      <w:r w:rsidRPr="00923111">
        <w:rPr>
          <w:lang w:val="uk-UA"/>
        </w:rPr>
        <w:t xml:space="preserve"> </w:t>
      </w:r>
    </w:p>
    <w:p w:rsidR="00066E7B" w:rsidRPr="00923111" w:rsidRDefault="00066E7B" w:rsidP="000F0C69">
      <w:pPr>
        <w:ind w:firstLine="709"/>
        <w:jc w:val="both"/>
        <w:rPr>
          <w:lang w:val="uk-UA"/>
        </w:rPr>
      </w:pPr>
      <w:r w:rsidRPr="00923111">
        <w:rPr>
          <w:lang w:val="uk-UA"/>
        </w:rPr>
        <w:t xml:space="preserve">Керуючись статтями 24, 57, 65, 66, 78 Господарського Кодексу України, ст. 26 Закону України «Про місцеве самоврядування в Україні», </w:t>
      </w:r>
      <w:r>
        <w:rPr>
          <w:lang w:val="uk-UA"/>
        </w:rPr>
        <w:t>для забезпечення потреб територіальної громади міста Сєвєродонецька</w:t>
      </w:r>
      <w:bookmarkStart w:id="0" w:name="_GoBack"/>
      <w:bookmarkEnd w:id="0"/>
      <w:r w:rsidRPr="00923111">
        <w:rPr>
          <w:lang w:val="uk-UA"/>
        </w:rPr>
        <w:t xml:space="preserve">, Сєвєродонецька міська рада </w:t>
      </w:r>
    </w:p>
    <w:p w:rsidR="00066E7B" w:rsidRPr="00923111" w:rsidRDefault="00066E7B" w:rsidP="00D97001">
      <w:pPr>
        <w:pStyle w:val="BodyText"/>
        <w:spacing w:after="0"/>
        <w:rPr>
          <w:lang w:val="uk-UA"/>
        </w:rPr>
      </w:pPr>
    </w:p>
    <w:p w:rsidR="00066E7B" w:rsidRPr="00923111" w:rsidRDefault="00066E7B" w:rsidP="00D97001">
      <w:pPr>
        <w:jc w:val="both"/>
        <w:rPr>
          <w:b/>
          <w:bCs/>
          <w:lang w:val="uk-UA"/>
        </w:rPr>
      </w:pPr>
      <w:r w:rsidRPr="00923111">
        <w:rPr>
          <w:b/>
          <w:bCs/>
          <w:lang w:val="uk-UA"/>
        </w:rPr>
        <w:t>ВИРIШИЛА:</w:t>
      </w:r>
    </w:p>
    <w:p w:rsidR="00066E7B" w:rsidRPr="00923111" w:rsidRDefault="00066E7B" w:rsidP="00477917">
      <w:pPr>
        <w:jc w:val="both"/>
        <w:rPr>
          <w:lang w:val="uk-UA"/>
        </w:rPr>
      </w:pPr>
    </w:p>
    <w:p w:rsidR="00066E7B" w:rsidRPr="00923111" w:rsidRDefault="00066E7B" w:rsidP="00161D23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2311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Збільшити статутний </w:t>
      </w:r>
      <w:r w:rsidRPr="00923111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підприємства  «Сєвєродонецьккомунсервис» </w:t>
      </w:r>
      <w:r w:rsidRPr="00923111">
        <w:rPr>
          <w:rFonts w:ascii="Times New Roman" w:hAnsi="Times New Roman" w:cs="Times New Roman"/>
          <w:sz w:val="24"/>
          <w:szCs w:val="24"/>
          <w:lang w:val="uk-UA" w:eastAsia="ru-RU"/>
        </w:rPr>
        <w:t>на                   167 000,00 (сто шістдесят сім тисяч) гривень за рахунок внеску власника – Сєвєродонецької міської ради.</w:t>
      </w:r>
    </w:p>
    <w:p w:rsidR="00066E7B" w:rsidRPr="00923111" w:rsidRDefault="00066E7B" w:rsidP="00161D23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2311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Затвердити статутний капітал комунального підприємства </w:t>
      </w:r>
      <w:r w:rsidRPr="00923111">
        <w:rPr>
          <w:rFonts w:ascii="Times New Roman" w:hAnsi="Times New Roman" w:cs="Times New Roman"/>
          <w:sz w:val="24"/>
          <w:szCs w:val="24"/>
          <w:lang w:val="uk-UA"/>
        </w:rPr>
        <w:t xml:space="preserve">«Сєвєродонецьккомунсервис» </w:t>
      </w:r>
      <w:r w:rsidRPr="0092311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у розмірі </w:t>
      </w:r>
      <w:r w:rsidRPr="0092311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92311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923111">
        <w:rPr>
          <w:rFonts w:ascii="Times New Roman" w:hAnsi="Times New Roman" w:cs="Times New Roman"/>
          <w:color w:val="000000"/>
          <w:sz w:val="24"/>
          <w:szCs w:val="24"/>
        </w:rPr>
        <w:t>797</w:t>
      </w:r>
      <w:r w:rsidRPr="0092311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923111">
        <w:rPr>
          <w:rFonts w:ascii="Times New Roman" w:hAnsi="Times New Roman" w:cs="Times New Roman"/>
          <w:color w:val="000000"/>
          <w:sz w:val="24"/>
          <w:szCs w:val="24"/>
        </w:rPr>
        <w:t>581,83</w:t>
      </w:r>
      <w:r w:rsidRPr="0092311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923111">
        <w:rPr>
          <w:rFonts w:ascii="Times New Roman" w:hAnsi="Times New Roman" w:cs="Times New Roman"/>
          <w:sz w:val="24"/>
          <w:szCs w:val="24"/>
          <w:lang w:val="uk-UA"/>
        </w:rPr>
        <w:t>грн.</w:t>
      </w:r>
      <w:r w:rsidRPr="0092311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(один мільйон  сімсот дев’яносто сім тисяч  п’ятсот вісімдесят одна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грн. </w:t>
      </w:r>
      <w:r w:rsidRPr="00923111">
        <w:rPr>
          <w:rFonts w:ascii="Times New Roman" w:hAnsi="Times New Roman" w:cs="Times New Roman"/>
          <w:sz w:val="24"/>
          <w:szCs w:val="24"/>
          <w:lang w:val="uk-UA" w:eastAsia="ru-RU"/>
        </w:rPr>
        <w:t>83 коп. ).</w:t>
      </w:r>
    </w:p>
    <w:p w:rsidR="00066E7B" w:rsidRPr="00923111" w:rsidRDefault="00066E7B" w:rsidP="00161D23">
      <w:pPr>
        <w:pStyle w:val="BodyTextIndent2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923111">
        <w:rPr>
          <w:lang w:val="uk-UA"/>
        </w:rPr>
        <w:t>Дане рішення підлягає оприлюдненню.</w:t>
      </w:r>
    </w:p>
    <w:p w:rsidR="00066E7B" w:rsidRPr="00923111" w:rsidRDefault="00066E7B" w:rsidP="00161D23">
      <w:pPr>
        <w:pStyle w:val="ListParagraph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23111">
        <w:rPr>
          <w:rFonts w:ascii="Times New Roman" w:hAnsi="Times New Roman" w:cs="Times New Roman"/>
          <w:sz w:val="24"/>
          <w:szCs w:val="24"/>
          <w:lang w:val="uk-UA" w:eastAsia="ru-RU"/>
        </w:rPr>
        <w:t>Контроль за виконанням цього рішення покласти на постійні комісії з питань планування бюджету та фінансів та по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066E7B" w:rsidRPr="00923111" w:rsidRDefault="00066E7B" w:rsidP="00C00219">
      <w:pPr>
        <w:jc w:val="both"/>
        <w:rPr>
          <w:b/>
          <w:bCs/>
          <w:lang w:val="uk-UA"/>
        </w:rPr>
      </w:pPr>
    </w:p>
    <w:p w:rsidR="00066E7B" w:rsidRPr="001C7E13" w:rsidRDefault="00066E7B" w:rsidP="00C00219">
      <w:pPr>
        <w:jc w:val="both"/>
        <w:rPr>
          <w:b/>
          <w:bCs/>
          <w:lang w:val="uk-UA"/>
        </w:rPr>
      </w:pPr>
    </w:p>
    <w:p w:rsidR="00066E7B" w:rsidRDefault="00066E7B" w:rsidP="00A24273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міської ради, в.о. міського голови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066E7B" w:rsidRDefault="00066E7B" w:rsidP="00A24273">
      <w:pPr>
        <w:jc w:val="both"/>
        <w:rPr>
          <w:b/>
          <w:bCs/>
          <w:lang w:val="uk-UA"/>
        </w:rPr>
      </w:pPr>
    </w:p>
    <w:p w:rsidR="00066E7B" w:rsidRDefault="00066E7B" w:rsidP="00A24273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Підготував:</w:t>
      </w:r>
    </w:p>
    <w:p w:rsidR="00066E7B" w:rsidRDefault="00066E7B" w:rsidP="00A24273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Заступник міського голови, </w:t>
      </w:r>
    </w:p>
    <w:p w:rsidR="00066E7B" w:rsidRDefault="00066E7B" w:rsidP="00A24273">
      <w:pPr>
        <w:rPr>
          <w:color w:val="000000"/>
          <w:lang w:val="uk-UA"/>
        </w:rPr>
      </w:pPr>
      <w:r>
        <w:rPr>
          <w:color w:val="000000"/>
          <w:lang w:val="uk-UA"/>
        </w:rPr>
        <w:t>Начальник Фонду комунального майна</w:t>
      </w:r>
    </w:p>
    <w:p w:rsidR="00066E7B" w:rsidRDefault="00066E7B" w:rsidP="00A24273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Сєвєродонецької міської ради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Олександр ОЛЬШАНСЬКИЙ </w:t>
      </w:r>
    </w:p>
    <w:p w:rsidR="00066E7B" w:rsidRDefault="00066E7B" w:rsidP="00A24273">
      <w:pPr>
        <w:jc w:val="both"/>
        <w:rPr>
          <w:b/>
          <w:bCs/>
          <w:color w:val="000000"/>
          <w:lang w:val="uk-UA"/>
        </w:rPr>
      </w:pPr>
    </w:p>
    <w:sectPr w:rsidR="00066E7B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E3452B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3"/>
  </w:num>
  <w:num w:numId="10">
    <w:abstractNumId w:val="8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1"/>
  </w:num>
  <w:num w:numId="25">
    <w:abstractNumId w:val="19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105D0"/>
    <w:rsid w:val="000300FA"/>
    <w:rsid w:val="0003505F"/>
    <w:rsid w:val="00054F3D"/>
    <w:rsid w:val="00066E7B"/>
    <w:rsid w:val="000739F3"/>
    <w:rsid w:val="00085016"/>
    <w:rsid w:val="000A0A03"/>
    <w:rsid w:val="000A64D8"/>
    <w:rsid w:val="000A6A32"/>
    <w:rsid w:val="000B0086"/>
    <w:rsid w:val="000D0BDF"/>
    <w:rsid w:val="000D6977"/>
    <w:rsid w:val="000E11E0"/>
    <w:rsid w:val="000F0C69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1D23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2D581C"/>
    <w:rsid w:val="002F3475"/>
    <w:rsid w:val="00303416"/>
    <w:rsid w:val="00312F6F"/>
    <w:rsid w:val="0031469F"/>
    <w:rsid w:val="003164CF"/>
    <w:rsid w:val="003239C5"/>
    <w:rsid w:val="00325E13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196D"/>
    <w:rsid w:val="003B7A74"/>
    <w:rsid w:val="003C6A4B"/>
    <w:rsid w:val="003D2DBF"/>
    <w:rsid w:val="003E5AC5"/>
    <w:rsid w:val="003F3D44"/>
    <w:rsid w:val="003F5484"/>
    <w:rsid w:val="00401779"/>
    <w:rsid w:val="00404BC8"/>
    <w:rsid w:val="00405BE9"/>
    <w:rsid w:val="00407750"/>
    <w:rsid w:val="00414FCB"/>
    <w:rsid w:val="00416203"/>
    <w:rsid w:val="0042151D"/>
    <w:rsid w:val="00423B8E"/>
    <w:rsid w:val="00424124"/>
    <w:rsid w:val="004276C7"/>
    <w:rsid w:val="00436ACA"/>
    <w:rsid w:val="00444911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4FF1"/>
    <w:rsid w:val="00586AB0"/>
    <w:rsid w:val="00591670"/>
    <w:rsid w:val="00597BF3"/>
    <w:rsid w:val="005A497A"/>
    <w:rsid w:val="005B67A1"/>
    <w:rsid w:val="005B6D85"/>
    <w:rsid w:val="005C553D"/>
    <w:rsid w:val="005D12E3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A3D6F"/>
    <w:rsid w:val="006B1668"/>
    <w:rsid w:val="006C5E60"/>
    <w:rsid w:val="006F22F8"/>
    <w:rsid w:val="006F2EAA"/>
    <w:rsid w:val="006F3FF8"/>
    <w:rsid w:val="006F5D0C"/>
    <w:rsid w:val="00701645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4888"/>
    <w:rsid w:val="00786E32"/>
    <w:rsid w:val="00797485"/>
    <w:rsid w:val="007A2525"/>
    <w:rsid w:val="007A4A21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050A"/>
    <w:rsid w:val="00832BF7"/>
    <w:rsid w:val="00836119"/>
    <w:rsid w:val="00842889"/>
    <w:rsid w:val="008525B5"/>
    <w:rsid w:val="00856342"/>
    <w:rsid w:val="00877680"/>
    <w:rsid w:val="008A4523"/>
    <w:rsid w:val="008A49BD"/>
    <w:rsid w:val="008A6BCB"/>
    <w:rsid w:val="008B13A2"/>
    <w:rsid w:val="008C4040"/>
    <w:rsid w:val="008E459E"/>
    <w:rsid w:val="008E5144"/>
    <w:rsid w:val="008F3B6D"/>
    <w:rsid w:val="009163DD"/>
    <w:rsid w:val="0092124C"/>
    <w:rsid w:val="00923111"/>
    <w:rsid w:val="00933060"/>
    <w:rsid w:val="00934D19"/>
    <w:rsid w:val="00944368"/>
    <w:rsid w:val="00946B83"/>
    <w:rsid w:val="0095078D"/>
    <w:rsid w:val="0095710C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239BF"/>
    <w:rsid w:val="00A24273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7B"/>
    <w:rsid w:val="00BD5BA4"/>
    <w:rsid w:val="00BE390B"/>
    <w:rsid w:val="00BE55EE"/>
    <w:rsid w:val="00BF3E04"/>
    <w:rsid w:val="00BF5AB1"/>
    <w:rsid w:val="00C00219"/>
    <w:rsid w:val="00C0494E"/>
    <w:rsid w:val="00C27CD9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C3155"/>
    <w:rsid w:val="00CD761E"/>
    <w:rsid w:val="00CE0903"/>
    <w:rsid w:val="00CE5B71"/>
    <w:rsid w:val="00CE7D34"/>
    <w:rsid w:val="00CF019B"/>
    <w:rsid w:val="00CF0AF8"/>
    <w:rsid w:val="00CF693A"/>
    <w:rsid w:val="00D13CCF"/>
    <w:rsid w:val="00D16F25"/>
    <w:rsid w:val="00D21863"/>
    <w:rsid w:val="00D21DE5"/>
    <w:rsid w:val="00D26BFC"/>
    <w:rsid w:val="00D354F5"/>
    <w:rsid w:val="00D766D8"/>
    <w:rsid w:val="00D8277F"/>
    <w:rsid w:val="00D95FEF"/>
    <w:rsid w:val="00D96205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8106A"/>
    <w:rsid w:val="00EC61A8"/>
    <w:rsid w:val="00EE1A17"/>
    <w:rsid w:val="00EE69D6"/>
    <w:rsid w:val="00EF099D"/>
    <w:rsid w:val="00EF5A86"/>
    <w:rsid w:val="00F01464"/>
    <w:rsid w:val="00F2403D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2D0"/>
    <w:rsid w:val="00FD7C6F"/>
    <w:rsid w:val="00FF0AF3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124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403B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03B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A403B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69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861</Words>
  <Characters>492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8</cp:revision>
  <cp:lastPrinted>2019-12-17T14:01:00Z</cp:lastPrinted>
  <dcterms:created xsi:type="dcterms:W3CDTF">2019-12-17T11:04:00Z</dcterms:created>
  <dcterms:modified xsi:type="dcterms:W3CDTF">2019-12-18T08:27:00Z</dcterms:modified>
</cp:coreProperties>
</file>