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F1" w:rsidRDefault="004348F1" w:rsidP="0092124C">
      <w:pPr>
        <w:pStyle w:val="Title"/>
        <w:ind w:left="2124"/>
        <w:rPr>
          <w:i/>
          <w:iCs/>
          <w:lang w:val="uk-UA"/>
        </w:rPr>
      </w:pPr>
      <w:r>
        <w:rPr>
          <w:lang w:val="uk-UA"/>
        </w:rPr>
        <w:t xml:space="preserve">СЄВЄРОДОНЕЦЬКА МIСЬКА РАДА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i/>
          <w:iCs/>
          <w:lang w:val="uk-UA"/>
        </w:rPr>
        <w:t>проєкт</w:t>
      </w:r>
    </w:p>
    <w:p w:rsidR="004348F1" w:rsidRDefault="004348F1" w:rsidP="0092124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СЬОМОГО СКЛИКАННЯ</w:t>
      </w:r>
    </w:p>
    <w:p w:rsidR="004348F1" w:rsidRDefault="004348F1" w:rsidP="0092124C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 (___________) сесія</w:t>
      </w:r>
    </w:p>
    <w:p w:rsidR="004348F1" w:rsidRDefault="004348F1" w:rsidP="0092124C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РIШЕННЯ  №           </w:t>
      </w:r>
    </w:p>
    <w:p w:rsidR="004348F1" w:rsidRDefault="004348F1" w:rsidP="0092124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_____________  2019 року </w:t>
      </w:r>
    </w:p>
    <w:p w:rsidR="004348F1" w:rsidRDefault="004348F1" w:rsidP="0092124C">
      <w:pPr>
        <w:spacing w:line="360" w:lineRule="auto"/>
        <w:jc w:val="both"/>
        <w:rPr>
          <w:lang w:val="uk-UA"/>
        </w:rPr>
      </w:pPr>
      <w:r>
        <w:rPr>
          <w:b/>
          <w:bCs/>
          <w:lang w:val="uk-UA"/>
        </w:rPr>
        <w:t>м. Сєвєродонецьк</w:t>
      </w:r>
    </w:p>
    <w:p w:rsidR="004348F1" w:rsidRDefault="004348F1" w:rsidP="00D13CCF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 комунального</w:t>
      </w:r>
    </w:p>
    <w:p w:rsidR="004348F1" w:rsidRDefault="004348F1" w:rsidP="00D13CCF">
      <w:pPr>
        <w:rPr>
          <w:lang w:val="uk-UA"/>
        </w:rPr>
      </w:pPr>
      <w:r>
        <w:rPr>
          <w:lang w:val="uk-UA"/>
        </w:rPr>
        <w:t xml:space="preserve"> підприємства  «Житлосервіс «Світанок»</w:t>
      </w:r>
    </w:p>
    <w:p w:rsidR="004348F1" w:rsidRPr="001C7E13" w:rsidRDefault="004348F1" w:rsidP="00D13CCF">
      <w:pPr>
        <w:rPr>
          <w:lang w:val="uk-UA"/>
        </w:rPr>
      </w:pPr>
      <w:r>
        <w:rPr>
          <w:lang w:val="uk-UA"/>
        </w:rPr>
        <w:t xml:space="preserve"> </w:t>
      </w:r>
    </w:p>
    <w:p w:rsidR="004348F1" w:rsidRPr="001C7E13" w:rsidRDefault="004348F1" w:rsidP="000F0C69">
      <w:pPr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</w:t>
      </w:r>
      <w:r w:rsidRPr="00161D23">
        <w:rPr>
          <w:lang w:val="uk-UA"/>
        </w:rPr>
        <w:t>24, 57, 65, 66, 78 Господарського Кодексу України, ст. 26 Закону України «Про місцеве самоврядування в Україні»,</w:t>
      </w:r>
      <w:r w:rsidRPr="005255F3">
        <w:rPr>
          <w:lang w:val="uk-UA"/>
        </w:rPr>
        <w:t xml:space="preserve"> </w:t>
      </w:r>
      <w:bookmarkStart w:id="0" w:name="_GoBack"/>
      <w:r>
        <w:rPr>
          <w:lang w:val="uk-UA"/>
        </w:rPr>
        <w:t>для</w:t>
      </w:r>
      <w:r w:rsidRPr="000A0A03">
        <w:rPr>
          <w:lang w:val="uk-UA"/>
        </w:rPr>
        <w:t xml:space="preserve"> забезпечення </w:t>
      </w:r>
      <w:r>
        <w:rPr>
          <w:lang w:val="uk-UA"/>
        </w:rPr>
        <w:t>потреб територіальної громади міста Сєвєродонецька</w:t>
      </w:r>
      <w:bookmarkEnd w:id="0"/>
      <w:r>
        <w:rPr>
          <w:lang w:val="uk-UA"/>
        </w:rPr>
        <w:t>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Сєвєродонецька міська рада </w:t>
      </w:r>
    </w:p>
    <w:p w:rsidR="004348F1" w:rsidRPr="001C7E13" w:rsidRDefault="004348F1" w:rsidP="00D97001">
      <w:pPr>
        <w:pStyle w:val="BodyText"/>
        <w:spacing w:after="0"/>
        <w:rPr>
          <w:lang w:val="uk-UA"/>
        </w:rPr>
      </w:pPr>
    </w:p>
    <w:p w:rsidR="004348F1" w:rsidRDefault="004348F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348F1" w:rsidRPr="00D13CCF" w:rsidRDefault="004348F1" w:rsidP="00477917">
      <w:pPr>
        <w:jc w:val="both"/>
        <w:rPr>
          <w:lang w:val="uk-UA"/>
        </w:rPr>
      </w:pPr>
    </w:p>
    <w:p w:rsidR="004348F1" w:rsidRPr="0092124C" w:rsidRDefault="004348F1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Збільшити статутний </w:t>
      </w:r>
      <w:r w:rsidRPr="0092124C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підприємства  «Житлосервіс «Світанок» </w:t>
      </w: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>на                   167 000,00 (сто шістдесят сім тисяч) гривень за рахунок внеску власника – Сєвєродонецької міської ради.</w:t>
      </w:r>
    </w:p>
    <w:p w:rsidR="004348F1" w:rsidRPr="0092124C" w:rsidRDefault="004348F1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Pr="0092124C">
        <w:rPr>
          <w:rFonts w:ascii="Times New Roman" w:hAnsi="Times New Roman" w:cs="Times New Roman"/>
          <w:sz w:val="24"/>
          <w:szCs w:val="24"/>
          <w:lang w:val="uk-UA"/>
        </w:rPr>
        <w:t xml:space="preserve">«Житлосервіс «Світанок» </w:t>
      </w: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розмірі </w:t>
      </w:r>
      <w:r w:rsidRPr="0092124C">
        <w:rPr>
          <w:rFonts w:ascii="Times New Roman" w:hAnsi="Times New Roman" w:cs="Times New Roman"/>
          <w:color w:val="000000"/>
          <w:sz w:val="24"/>
          <w:szCs w:val="24"/>
          <w:lang w:val="uk-UA"/>
        </w:rPr>
        <w:t>412 766,92</w:t>
      </w: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2124C"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(чотириста  дванадцять тисяч сімсот шістдесят шість грн.  92 коп. ).</w:t>
      </w:r>
    </w:p>
    <w:p w:rsidR="004348F1" w:rsidRPr="0092124C" w:rsidRDefault="004348F1" w:rsidP="00161D23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92124C">
        <w:rPr>
          <w:lang w:val="uk-UA"/>
        </w:rPr>
        <w:t>Дане рішення підлягає оприлюдненню.</w:t>
      </w:r>
    </w:p>
    <w:p w:rsidR="004348F1" w:rsidRPr="0092124C" w:rsidRDefault="004348F1" w:rsidP="00161D23">
      <w:pPr>
        <w:pStyle w:val="ListParagraph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2124C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4348F1" w:rsidRDefault="004348F1" w:rsidP="00C00219">
      <w:pPr>
        <w:jc w:val="both"/>
        <w:rPr>
          <w:b/>
          <w:bCs/>
          <w:lang w:val="uk-UA"/>
        </w:rPr>
      </w:pPr>
    </w:p>
    <w:p w:rsidR="004348F1" w:rsidRPr="001C7E13" w:rsidRDefault="004348F1" w:rsidP="00C00219">
      <w:pPr>
        <w:jc w:val="both"/>
        <w:rPr>
          <w:b/>
          <w:bCs/>
          <w:lang w:val="uk-UA"/>
        </w:rPr>
      </w:pPr>
    </w:p>
    <w:p w:rsidR="004348F1" w:rsidRDefault="004348F1" w:rsidP="00D96DB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міської ради, </w:t>
      </w:r>
    </w:p>
    <w:p w:rsidR="004348F1" w:rsidRDefault="004348F1" w:rsidP="00D96DB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4348F1" w:rsidRDefault="004348F1" w:rsidP="00D96DB6">
      <w:pPr>
        <w:jc w:val="both"/>
        <w:rPr>
          <w:b/>
          <w:bCs/>
          <w:lang w:val="uk-UA"/>
        </w:rPr>
      </w:pPr>
    </w:p>
    <w:p w:rsidR="004348F1" w:rsidRPr="00BC2A51" w:rsidRDefault="004348F1" w:rsidP="00D96DB6">
      <w:pPr>
        <w:jc w:val="both"/>
        <w:rPr>
          <w:b/>
          <w:bCs/>
          <w:color w:val="000000"/>
          <w:lang w:val="uk-UA"/>
        </w:rPr>
      </w:pPr>
      <w:r w:rsidRPr="00BC2A51">
        <w:rPr>
          <w:b/>
          <w:bCs/>
          <w:color w:val="000000"/>
          <w:lang w:val="uk-UA"/>
        </w:rPr>
        <w:t>Підготував:</w:t>
      </w:r>
    </w:p>
    <w:p w:rsidR="004348F1" w:rsidRPr="00BC2A51" w:rsidRDefault="004348F1" w:rsidP="00D96DB6">
      <w:pPr>
        <w:rPr>
          <w:color w:val="000000"/>
          <w:lang w:val="uk-UA"/>
        </w:rPr>
      </w:pPr>
      <w:r w:rsidRPr="00BC2A51">
        <w:rPr>
          <w:color w:val="000000"/>
          <w:lang w:val="uk-UA"/>
        </w:rPr>
        <w:t xml:space="preserve">Заступник міського голови, </w:t>
      </w:r>
    </w:p>
    <w:p w:rsidR="004348F1" w:rsidRPr="00BC2A51" w:rsidRDefault="004348F1" w:rsidP="00D96DB6">
      <w:pPr>
        <w:rPr>
          <w:color w:val="000000"/>
          <w:lang w:val="uk-UA"/>
        </w:rPr>
      </w:pPr>
      <w:r>
        <w:rPr>
          <w:color w:val="000000"/>
          <w:lang w:val="uk-UA"/>
        </w:rPr>
        <w:t>н</w:t>
      </w:r>
      <w:r w:rsidRPr="00BC2A51">
        <w:rPr>
          <w:color w:val="000000"/>
          <w:lang w:val="uk-UA"/>
        </w:rPr>
        <w:t>ачальник Фонду комунального майна</w:t>
      </w:r>
    </w:p>
    <w:p w:rsidR="004348F1" w:rsidRPr="00BC2A51" w:rsidRDefault="004348F1" w:rsidP="00D96DB6">
      <w:pPr>
        <w:jc w:val="both"/>
        <w:rPr>
          <w:color w:val="000000"/>
          <w:lang w:val="uk-UA"/>
        </w:rPr>
      </w:pPr>
      <w:r w:rsidRPr="00BC2A51">
        <w:rPr>
          <w:color w:val="000000"/>
          <w:lang w:val="uk-UA"/>
        </w:rPr>
        <w:t>Сєвєродонецької міської ради</w:t>
      </w:r>
      <w:r w:rsidRPr="00BC2A51">
        <w:rPr>
          <w:color w:val="000000"/>
          <w:lang w:val="uk-UA"/>
        </w:rPr>
        <w:tab/>
      </w:r>
      <w:r w:rsidRPr="00BC2A51">
        <w:rPr>
          <w:color w:val="000000"/>
          <w:lang w:val="uk-UA"/>
        </w:rPr>
        <w:tab/>
      </w:r>
      <w:r w:rsidRPr="00BC2A51">
        <w:rPr>
          <w:color w:val="000000"/>
          <w:lang w:val="uk-UA"/>
        </w:rPr>
        <w:tab/>
      </w:r>
      <w:r w:rsidRPr="00BC2A51">
        <w:rPr>
          <w:color w:val="000000"/>
          <w:lang w:val="uk-UA"/>
        </w:rPr>
        <w:tab/>
      </w:r>
      <w:r w:rsidRPr="00BC2A51">
        <w:rPr>
          <w:color w:val="000000"/>
          <w:lang w:val="uk-UA"/>
        </w:rPr>
        <w:tab/>
      </w:r>
      <w:r>
        <w:rPr>
          <w:color w:val="000000"/>
          <w:lang w:val="uk-UA"/>
        </w:rPr>
        <w:t>Олександр</w:t>
      </w:r>
      <w:r w:rsidRPr="00BC2A51">
        <w:rPr>
          <w:color w:val="000000"/>
          <w:lang w:val="uk-UA"/>
        </w:rPr>
        <w:t xml:space="preserve"> ОЛЬШАНСЬКИЙ </w:t>
      </w:r>
    </w:p>
    <w:p w:rsidR="004348F1" w:rsidRPr="00BC2A51" w:rsidRDefault="004348F1" w:rsidP="00D96DB6">
      <w:pPr>
        <w:jc w:val="both"/>
        <w:rPr>
          <w:b/>
          <w:bCs/>
          <w:color w:val="000000"/>
          <w:lang w:val="uk-UA"/>
        </w:rPr>
      </w:pPr>
    </w:p>
    <w:sectPr w:rsidR="004348F1" w:rsidRPr="00BC2A51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300FA"/>
    <w:rsid w:val="0003505F"/>
    <w:rsid w:val="00054F3D"/>
    <w:rsid w:val="00055528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02FD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48F1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4888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1A11"/>
    <w:rsid w:val="00832BF7"/>
    <w:rsid w:val="00836119"/>
    <w:rsid w:val="00842889"/>
    <w:rsid w:val="00844D0F"/>
    <w:rsid w:val="008525B5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2124C"/>
    <w:rsid w:val="00933060"/>
    <w:rsid w:val="00934D19"/>
    <w:rsid w:val="00944368"/>
    <w:rsid w:val="00946B83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31387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2A51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266A"/>
    <w:rsid w:val="00CE5B71"/>
    <w:rsid w:val="00CE7D34"/>
    <w:rsid w:val="00CF019B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6DB6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2403D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24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BD9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D9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25BD9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82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847</Words>
  <Characters>484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7</cp:revision>
  <cp:lastPrinted>2019-12-17T13:46:00Z</cp:lastPrinted>
  <dcterms:created xsi:type="dcterms:W3CDTF">2019-12-17T11:04:00Z</dcterms:created>
  <dcterms:modified xsi:type="dcterms:W3CDTF">2019-12-18T08:32:00Z</dcterms:modified>
</cp:coreProperties>
</file>