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51" w:rsidRDefault="000B3751" w:rsidP="004D607D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0B3751" w:rsidRDefault="000B3751" w:rsidP="004D607D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0B3751" w:rsidRPr="00F6444A" w:rsidRDefault="000B3751" w:rsidP="004D607D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Pr="00A84A49">
        <w:rPr>
          <w:b/>
          <w:bCs/>
          <w:sz w:val="28"/>
          <w:szCs w:val="28"/>
          <w:lang w:val="uk-UA"/>
        </w:rPr>
        <w:t xml:space="preserve"> (чергова) сесія </w:t>
      </w:r>
    </w:p>
    <w:p w:rsidR="000B3751" w:rsidRDefault="000B3751" w:rsidP="004D607D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B3751" w:rsidRDefault="000B3751" w:rsidP="004D607D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 4337</w:t>
      </w:r>
    </w:p>
    <w:p w:rsidR="000B3751" w:rsidRPr="0017316C" w:rsidRDefault="000B3751" w:rsidP="004D607D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0B3751" w:rsidRPr="00A84A49" w:rsidRDefault="000B3751" w:rsidP="004D607D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04 грудня </w:t>
      </w:r>
      <w:r w:rsidRPr="00A84A49">
        <w:rPr>
          <w:b/>
          <w:bCs/>
          <w:lang w:val="uk-UA"/>
        </w:rPr>
        <w:t xml:space="preserve">  2019 року</w:t>
      </w:r>
    </w:p>
    <w:p w:rsidR="000B3751" w:rsidRPr="00A84A49" w:rsidRDefault="000B3751" w:rsidP="004D607D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>м. Сєвєродонецьк</w:t>
      </w:r>
    </w:p>
    <w:tbl>
      <w:tblPr>
        <w:tblW w:w="0" w:type="auto"/>
        <w:tblInd w:w="-106" w:type="dxa"/>
        <w:tblLook w:val="01E0"/>
      </w:tblPr>
      <w:tblGrid>
        <w:gridCol w:w="4928"/>
      </w:tblGrid>
      <w:tr w:rsidR="000B3751" w:rsidRPr="00AB2DCE">
        <w:trPr>
          <w:trHeight w:val="460"/>
        </w:trPr>
        <w:tc>
          <w:tcPr>
            <w:tcW w:w="4928" w:type="dxa"/>
          </w:tcPr>
          <w:p w:rsidR="000B3751" w:rsidRPr="003D2A29" w:rsidRDefault="000B3751" w:rsidP="009A43DD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Рєпіній О.Ю. для обслуговування блоку № 4 торговельно-промислово-продовольчого комплексу</w:t>
            </w:r>
          </w:p>
          <w:p w:rsidR="000B3751" w:rsidRPr="00453F13" w:rsidRDefault="000B3751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0B3751" w:rsidRPr="0043077A" w:rsidRDefault="000B3751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Рєпіної Оксани Юріївни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(вх. № 48047</w:t>
      </w:r>
      <w:r w:rsidRPr="005D79A1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31.10.2019)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0,0058 га, розташованої за адресою: Луганська область, м. Сєвєродонецьк, вулиця Єгорова, 39, блок № 4, що підлягає продажу гр. Рєпіній О.Ю. для обслуговування блоку № 4 торговельно-промислово-продовольчого комплексу,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Рєпіній О.Ю., що підтверджується Витягом з Державного реєстру речових прав на нерухоме майно про реєстрацію права власності від 13.06.2017, враховуючи договір авансового внеску № 4 від 20.08.2019,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>№ 159 від     13.11.2019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3946 від 26.07.2019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r>
        <w:rPr>
          <w:lang w:val="uk-UA"/>
        </w:rPr>
        <w:t xml:space="preserve">Рєпіній О.Ю. під блок № 4 торговельно-промислово-продовольчого комплексу»,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0B3751" w:rsidRDefault="000B3751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0B3751" w:rsidRPr="00A7693B" w:rsidRDefault="000B3751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0B3751" w:rsidRPr="00453F13" w:rsidRDefault="000B3751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0B3751" w:rsidRDefault="000B3751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>
        <w:rPr>
          <w:lang w:val="uk-UA"/>
        </w:rPr>
        <w:t>29117,00 грн.</w:t>
      </w:r>
      <w:r w:rsidRPr="00A7693B">
        <w:rPr>
          <w:lang w:val="uk-UA"/>
        </w:rPr>
        <w:t xml:space="preserve"> </w:t>
      </w:r>
      <w:r>
        <w:rPr>
          <w:lang w:val="uk-UA"/>
        </w:rPr>
        <w:t>(двадцять дев’ять тисяч сто сімнадцять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комунальної власності несільськогосподарського призначення загальною площею 0,0058 га, розташованої за адресою: Луганська область,                м. Сєвєродонецьк, вулиця Єгорова, будинок 39, блок № 4, що підлягає продажу гр. Рєпіній О.Ю. для обслуговування блоку № 4 торговельно-промислово-продовольчого комплексу від 11.10.2019.</w:t>
      </w:r>
      <w:r w:rsidRPr="00526027">
        <w:rPr>
          <w:lang w:val="uk-UA"/>
        </w:rPr>
        <w:t xml:space="preserve"> </w:t>
      </w:r>
    </w:p>
    <w:p w:rsidR="000B3751" w:rsidRDefault="000B3751" w:rsidP="00DB3266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>гр. Рєпіній Оксані Юріївні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>
        <w:rPr>
          <w:lang w:val="uk-UA"/>
        </w:rPr>
        <w:t xml:space="preserve">0058 га,  за адресою: </w:t>
      </w:r>
      <w:r w:rsidRPr="009D48EA">
        <w:rPr>
          <w:lang w:val="uk-UA"/>
        </w:rPr>
        <w:t xml:space="preserve">Луганська обл., </w:t>
      </w:r>
      <w:r>
        <w:rPr>
          <w:lang w:val="uk-UA"/>
        </w:rPr>
        <w:t>м. Сєвєродонецьк, вулиця Єгорова, будинок 39, блок № 4.</w:t>
      </w:r>
    </w:p>
    <w:p w:rsidR="000B3751" w:rsidRPr="00D91D9A" w:rsidRDefault="000B3751" w:rsidP="00DB326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Pr="00247DDD">
        <w:rPr>
          <w:color w:val="000000"/>
          <w:lang w:val="uk-UA"/>
        </w:rPr>
        <w:t>44129000000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0</w:t>
      </w:r>
      <w:r>
        <w:rPr>
          <w:color w:val="000000"/>
          <w:lang w:val="uk-UA"/>
        </w:rPr>
        <w:t>51</w:t>
      </w:r>
      <w:r w:rsidRPr="00247DDD">
        <w:rPr>
          <w:color w:val="000000"/>
          <w:lang w:val="uk-UA"/>
        </w:rPr>
        <w:t>0</w:t>
      </w:r>
      <w:r>
        <w:rPr>
          <w:color w:val="000000"/>
          <w:lang w:val="uk-UA"/>
        </w:rPr>
        <w:t xml:space="preserve">039 від 21.03.2019 </w:t>
      </w:r>
      <w:r>
        <w:rPr>
          <w:lang w:val="uk-UA"/>
        </w:rPr>
        <w:t>з                       гр. Рєпіною Оксаною Юріївною,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0B3751" w:rsidRDefault="000B3751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r>
        <w:rPr>
          <w:color w:val="000000"/>
          <w:lang w:val="uk-UA"/>
        </w:rPr>
        <w:t xml:space="preserve">Рєпіній Оксані Юріївні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51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039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>
        <w:rPr>
          <w:lang w:val="uk-UA"/>
        </w:rPr>
        <w:t xml:space="preserve">0058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>за 29117,00 грн.</w:t>
      </w:r>
      <w:r w:rsidRPr="00A7693B">
        <w:rPr>
          <w:lang w:val="uk-UA"/>
        </w:rPr>
        <w:t xml:space="preserve"> </w:t>
      </w:r>
      <w:r>
        <w:rPr>
          <w:lang w:val="uk-UA"/>
        </w:rPr>
        <w:t>(двадцять дев’ять тисяч сто сімнадцять гривень 00 копійок</w:t>
      </w:r>
      <w:r w:rsidRPr="00526027">
        <w:rPr>
          <w:lang w:val="uk-UA"/>
        </w:rPr>
        <w:t>)</w:t>
      </w:r>
      <w:r>
        <w:rPr>
          <w:lang w:val="uk-UA"/>
        </w:rPr>
        <w:t xml:space="preserve">, для обслуговування блоку № 4 торговельно-промислово-продовольчого комплексу,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м. </w:t>
      </w:r>
      <w:r w:rsidRPr="009D48EA">
        <w:rPr>
          <w:lang w:val="uk-UA"/>
        </w:rPr>
        <w:t xml:space="preserve">Сєвєродонецьк, </w:t>
      </w:r>
      <w:r>
        <w:rPr>
          <w:lang w:val="uk-UA"/>
        </w:rPr>
        <w:t>вулиця Єгорова, будинок 39, блок № 4,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будівель торгівлі;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>
        <w:rPr>
          <w:lang w:val="uk-UA"/>
        </w:rPr>
        <w:t>для обслуговування блоку № 4 торговельно-промислово-продовольчого комплексу.</w:t>
      </w:r>
    </w:p>
    <w:p w:rsidR="000B3751" w:rsidRDefault="000B3751" w:rsidP="00E84492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0B3751" w:rsidRDefault="000B3751" w:rsidP="00E84492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Рєпіній Оксані Юріївні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>укласти з Сєвєродонецькою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0B3751" w:rsidRPr="00003DDB" w:rsidRDefault="000B3751" w:rsidP="00E84492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0B3751" w:rsidRDefault="000B3751" w:rsidP="00E8449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0B3751" w:rsidRDefault="000B3751" w:rsidP="00E84492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0B3751" w:rsidRPr="00A84A49" w:rsidRDefault="000B3751" w:rsidP="004D607D">
      <w:pPr>
        <w:widowControl w:val="0"/>
        <w:ind w:right="-180" w:firstLine="567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0B3751" w:rsidRDefault="000B3751" w:rsidP="004D607D">
      <w:pPr>
        <w:widowControl w:val="0"/>
        <w:ind w:firstLine="567"/>
        <w:jc w:val="both"/>
        <w:rPr>
          <w:b/>
          <w:bCs/>
          <w:lang w:val="uk-UA"/>
        </w:rPr>
      </w:pPr>
      <w:r w:rsidRPr="00A84A49">
        <w:rPr>
          <w:b/>
          <w:bCs/>
        </w:rPr>
        <w:t>в.о. міського голови</w:t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r>
        <w:rPr>
          <w:b/>
          <w:bCs/>
          <w:lang w:val="uk-UA"/>
        </w:rPr>
        <w:t>Вячеслав ТКАЧУК</w:t>
      </w:r>
    </w:p>
    <w:p w:rsidR="000B3751" w:rsidRDefault="000B3751" w:rsidP="00E84492">
      <w:pPr>
        <w:widowControl w:val="0"/>
        <w:jc w:val="both"/>
        <w:rPr>
          <w:b/>
          <w:bCs/>
          <w:lang w:val="uk-UA"/>
        </w:rPr>
      </w:pPr>
    </w:p>
    <w:sectPr w:rsidR="000B3751" w:rsidSect="00E84492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46B1C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3751"/>
    <w:rsid w:val="000B44E7"/>
    <w:rsid w:val="000B658D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060B"/>
    <w:rsid w:val="000E1044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362E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4B34"/>
    <w:rsid w:val="0021630F"/>
    <w:rsid w:val="002246D3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1F07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0F8C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0D03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2227E"/>
    <w:rsid w:val="0043077A"/>
    <w:rsid w:val="0043449C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D607D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05B6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8C8"/>
    <w:rsid w:val="008B7C71"/>
    <w:rsid w:val="008C576D"/>
    <w:rsid w:val="008C71D4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66799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D47"/>
    <w:rsid w:val="0099656E"/>
    <w:rsid w:val="00997A3A"/>
    <w:rsid w:val="009A1803"/>
    <w:rsid w:val="009A1E94"/>
    <w:rsid w:val="009A22DD"/>
    <w:rsid w:val="009A43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6ED7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B3AC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266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063C9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4492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61DA"/>
    <w:rsid w:val="00F566C1"/>
    <w:rsid w:val="00F56DB7"/>
    <w:rsid w:val="00F57F56"/>
    <w:rsid w:val="00F63B3D"/>
    <w:rsid w:val="00F6444A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65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">
    <w:name w:val="Знак Знак"/>
    <w:basedOn w:val="Normal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05B6"/>
    <w:rPr>
      <w:sz w:val="2"/>
      <w:szCs w:val="2"/>
      <w:lang w:val="ru-RU" w:eastAsia="ru-RU"/>
    </w:rPr>
  </w:style>
  <w:style w:type="table" w:styleId="TableGrid">
    <w:name w:val="Table Grid"/>
    <w:basedOn w:val="TableNormal"/>
    <w:uiPriority w:val="99"/>
    <w:rsid w:val="006F08E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0">
    <w:name w:val="Знак Знак1"/>
    <w:basedOn w:val="Normal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Normal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54983"/>
    <w:rPr>
      <w:b/>
      <w:bCs/>
      <w:sz w:val="24"/>
      <w:szCs w:val="24"/>
      <w:lang w:val="uk-UA"/>
    </w:rPr>
  </w:style>
  <w:style w:type="paragraph" w:styleId="BlockText">
    <w:name w:val="Block Text"/>
    <w:basedOn w:val="Normal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NormalWeb">
    <w:name w:val="Normal (Web)"/>
    <w:basedOn w:val="Normal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</TotalTime>
  <Pages>2</Pages>
  <Words>2531</Words>
  <Characters>1444</Characters>
  <Application>Microsoft Office Outlook</Application>
  <DocSecurity>0</DocSecurity>
  <Lines>0</Lines>
  <Paragraphs>0</Paragraphs>
  <ScaleCrop>false</ScaleCrop>
  <Company>Северодонецкое ГУЗР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admin</cp:lastModifiedBy>
  <cp:revision>9</cp:revision>
  <cp:lastPrinted>2019-11-05T14:04:00Z</cp:lastPrinted>
  <dcterms:created xsi:type="dcterms:W3CDTF">2019-11-05T14:48:00Z</dcterms:created>
  <dcterms:modified xsi:type="dcterms:W3CDTF">2019-12-09T06:41:00Z</dcterms:modified>
</cp:coreProperties>
</file>