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470" w:rsidRDefault="000A1470" w:rsidP="008E3416">
      <w:pPr>
        <w:jc w:val="center"/>
        <w:rPr>
          <w:b/>
          <w:sz w:val="28"/>
          <w:szCs w:val="28"/>
        </w:rPr>
      </w:pPr>
    </w:p>
    <w:p w:rsidR="000A1470" w:rsidRPr="00487F00" w:rsidRDefault="000A1470" w:rsidP="00294370">
      <w:pPr>
        <w:pStyle w:val="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87F00">
        <w:rPr>
          <w:rFonts w:ascii="Times New Roman" w:hAnsi="Times New Roman"/>
          <w:b/>
          <w:sz w:val="28"/>
          <w:szCs w:val="28"/>
        </w:rPr>
        <w:t>СЄВЄРОДОНЕЦЬКА     МІСЬКА   РАДА</w:t>
      </w:r>
    </w:p>
    <w:p w:rsidR="000A1470" w:rsidRPr="00487F00" w:rsidRDefault="000A1470" w:rsidP="00294370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487F00">
        <w:rPr>
          <w:rFonts w:ascii="Times New Roman" w:hAnsi="Times New Roman"/>
          <w:b/>
          <w:sz w:val="28"/>
          <w:szCs w:val="28"/>
        </w:rPr>
        <w:t>ВИКОНАВЧИЙ    КОМІТЕТ</w:t>
      </w:r>
    </w:p>
    <w:p w:rsidR="000A1470" w:rsidRDefault="000A1470" w:rsidP="00294370">
      <w:pPr>
        <w:pStyle w:val="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87F00">
        <w:rPr>
          <w:rFonts w:ascii="Times New Roman" w:hAnsi="Times New Roman"/>
          <w:b/>
          <w:sz w:val="28"/>
          <w:szCs w:val="28"/>
        </w:rPr>
        <w:t>РІШЕННЯ №</w:t>
      </w:r>
      <w:r w:rsidRPr="00487F0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A1470" w:rsidRPr="00487F00" w:rsidRDefault="000A1470" w:rsidP="00294370">
      <w:pPr>
        <w:pStyle w:val="1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0A1470" w:rsidRPr="00903AFB" w:rsidRDefault="000A1470" w:rsidP="008E3416">
      <w:pPr>
        <w:pStyle w:val="Heading3"/>
        <w:ind w:left="0" w:right="284" w:firstLine="0"/>
        <w:rPr>
          <w:b/>
          <w:sz w:val="26"/>
          <w:szCs w:val="26"/>
          <w:lang w:val="uk-UA"/>
        </w:rPr>
      </w:pPr>
      <w:r w:rsidRPr="00903AFB">
        <w:rPr>
          <w:b/>
          <w:sz w:val="26"/>
          <w:szCs w:val="26"/>
          <w:lang w:val="uk-UA"/>
        </w:rPr>
        <w:t xml:space="preserve">«     »  </w:t>
      </w:r>
      <w:r>
        <w:rPr>
          <w:b/>
          <w:sz w:val="26"/>
          <w:szCs w:val="26"/>
          <w:lang w:val="uk-UA"/>
        </w:rPr>
        <w:t>грудня</w:t>
      </w:r>
      <w:r w:rsidRPr="00903AFB">
        <w:rPr>
          <w:b/>
          <w:sz w:val="26"/>
          <w:szCs w:val="26"/>
          <w:lang w:val="uk-UA"/>
        </w:rPr>
        <w:t xml:space="preserve"> 2017 року</w:t>
      </w:r>
    </w:p>
    <w:p w:rsidR="000A1470" w:rsidRPr="00903AFB" w:rsidRDefault="000A1470" w:rsidP="008E3416">
      <w:pPr>
        <w:pStyle w:val="Heading3"/>
        <w:spacing w:line="360" w:lineRule="auto"/>
        <w:ind w:left="0" w:right="284" w:firstLine="0"/>
        <w:rPr>
          <w:b/>
          <w:sz w:val="26"/>
          <w:szCs w:val="26"/>
          <w:lang w:val="uk-UA"/>
        </w:rPr>
      </w:pPr>
      <w:r w:rsidRPr="00903AFB">
        <w:rPr>
          <w:b/>
          <w:sz w:val="26"/>
          <w:szCs w:val="26"/>
          <w:lang w:val="uk-UA"/>
        </w:rPr>
        <w:t>м. Сєвєродонецьк</w:t>
      </w:r>
    </w:p>
    <w:p w:rsidR="000A1470" w:rsidRPr="00903AFB" w:rsidRDefault="000A1470" w:rsidP="002253B8">
      <w:pPr>
        <w:rPr>
          <w:sz w:val="26"/>
          <w:szCs w:val="26"/>
          <w:lang w:val="uk-UA"/>
        </w:rPr>
      </w:pPr>
      <w:r w:rsidRPr="00903AFB">
        <w:rPr>
          <w:sz w:val="26"/>
          <w:szCs w:val="26"/>
          <w:lang w:val="uk-UA"/>
        </w:rPr>
        <w:t xml:space="preserve">Про затвердження календарного плану </w:t>
      </w:r>
    </w:p>
    <w:p w:rsidR="000A1470" w:rsidRPr="00903AFB" w:rsidRDefault="000A1470" w:rsidP="002253B8">
      <w:pPr>
        <w:rPr>
          <w:sz w:val="26"/>
          <w:szCs w:val="26"/>
          <w:lang w:val="uk-UA"/>
        </w:rPr>
      </w:pPr>
      <w:r w:rsidRPr="00903AFB">
        <w:rPr>
          <w:sz w:val="26"/>
          <w:szCs w:val="26"/>
          <w:lang w:val="uk-UA"/>
        </w:rPr>
        <w:t>міських заходів щодо святкування урочистих дат</w:t>
      </w:r>
      <w:r>
        <w:rPr>
          <w:sz w:val="26"/>
          <w:szCs w:val="26"/>
          <w:lang w:val="uk-UA"/>
        </w:rPr>
        <w:t>,</w:t>
      </w:r>
      <w:r w:rsidRPr="00903AFB">
        <w:rPr>
          <w:sz w:val="26"/>
          <w:szCs w:val="26"/>
          <w:lang w:val="uk-UA"/>
        </w:rPr>
        <w:t xml:space="preserve"> </w:t>
      </w:r>
    </w:p>
    <w:p w:rsidR="000A1470" w:rsidRPr="00903AFB" w:rsidRDefault="000A1470" w:rsidP="002253B8">
      <w:pPr>
        <w:rPr>
          <w:sz w:val="26"/>
          <w:szCs w:val="26"/>
          <w:lang w:val="uk-UA"/>
        </w:rPr>
      </w:pPr>
      <w:r w:rsidRPr="00903AFB">
        <w:rPr>
          <w:sz w:val="26"/>
          <w:szCs w:val="26"/>
          <w:lang w:val="uk-UA"/>
        </w:rPr>
        <w:t xml:space="preserve">державних і традиційних народних свят та </w:t>
      </w:r>
    </w:p>
    <w:p w:rsidR="000A1470" w:rsidRPr="00903AFB" w:rsidRDefault="000A1470" w:rsidP="002253B8">
      <w:pPr>
        <w:rPr>
          <w:sz w:val="26"/>
          <w:szCs w:val="26"/>
          <w:lang w:val="uk-UA"/>
        </w:rPr>
      </w:pPr>
      <w:r w:rsidRPr="00903AFB">
        <w:rPr>
          <w:sz w:val="26"/>
          <w:szCs w:val="26"/>
          <w:lang w:val="uk-UA"/>
        </w:rPr>
        <w:t xml:space="preserve">вшанування пам’ятних дат у 2018 році </w:t>
      </w:r>
    </w:p>
    <w:p w:rsidR="000A1470" w:rsidRPr="00903AFB" w:rsidRDefault="000A1470" w:rsidP="008E3416">
      <w:pPr>
        <w:rPr>
          <w:sz w:val="28"/>
          <w:szCs w:val="28"/>
          <w:lang w:val="uk-UA"/>
        </w:rPr>
      </w:pPr>
    </w:p>
    <w:p w:rsidR="000A1470" w:rsidRPr="00903AFB" w:rsidRDefault="000A1470" w:rsidP="00903AFB">
      <w:pPr>
        <w:jc w:val="both"/>
        <w:rPr>
          <w:sz w:val="28"/>
          <w:szCs w:val="28"/>
          <w:lang w:val="uk-UA"/>
        </w:rPr>
      </w:pPr>
      <w:r w:rsidRPr="00903AFB">
        <w:rPr>
          <w:sz w:val="28"/>
          <w:szCs w:val="28"/>
          <w:lang w:val="uk-UA"/>
        </w:rPr>
        <w:t xml:space="preserve">        Керуючись ст.32 Закону України «Про місцеве самоврядування в Україні», Програмою соціально-економічного розвитку міста Сєвєродонецька на 2018 рік, міською цільовою програмою «Проведення культурних заходів присвячених урочистим д</w:t>
      </w:r>
      <w:r>
        <w:rPr>
          <w:sz w:val="28"/>
          <w:szCs w:val="28"/>
          <w:lang w:val="uk-UA"/>
        </w:rPr>
        <w:t xml:space="preserve">атам, державним  і традиційним </w:t>
      </w:r>
      <w:r w:rsidRPr="00903AFB">
        <w:rPr>
          <w:sz w:val="28"/>
          <w:szCs w:val="28"/>
          <w:lang w:val="uk-UA"/>
        </w:rPr>
        <w:t>народним святам» міста Сєвєродонецьк на 2018 рік, та розглянувши пропозиції відділу культури Сєвєродонецької міської ради про перелік міських заходів щодо святкування урочистих дат, державних  і традиційних народних свят, вшанування пам’ятних дат у 2018 році, виконком міської ради</w:t>
      </w:r>
    </w:p>
    <w:p w:rsidR="000A1470" w:rsidRPr="00903AFB" w:rsidRDefault="000A1470" w:rsidP="002253B8">
      <w:pPr>
        <w:jc w:val="both"/>
        <w:rPr>
          <w:sz w:val="28"/>
          <w:szCs w:val="28"/>
          <w:lang w:val="uk-UA"/>
        </w:rPr>
      </w:pPr>
      <w:r w:rsidRPr="00903AFB">
        <w:rPr>
          <w:sz w:val="28"/>
          <w:szCs w:val="28"/>
          <w:lang w:val="uk-UA"/>
        </w:rPr>
        <w:t xml:space="preserve">           </w:t>
      </w:r>
    </w:p>
    <w:p w:rsidR="000A1470" w:rsidRPr="00903AFB" w:rsidRDefault="000A1470" w:rsidP="002253B8">
      <w:pPr>
        <w:jc w:val="both"/>
        <w:rPr>
          <w:b/>
          <w:sz w:val="28"/>
          <w:szCs w:val="28"/>
          <w:lang w:val="uk-UA"/>
        </w:rPr>
      </w:pPr>
      <w:r w:rsidRPr="00903AFB">
        <w:rPr>
          <w:sz w:val="28"/>
          <w:szCs w:val="28"/>
          <w:lang w:val="uk-UA"/>
        </w:rPr>
        <w:t xml:space="preserve">      </w:t>
      </w:r>
      <w:r w:rsidRPr="00903AFB">
        <w:rPr>
          <w:b/>
          <w:sz w:val="28"/>
          <w:szCs w:val="28"/>
          <w:lang w:val="uk-UA"/>
        </w:rPr>
        <w:t>ВИРІШИВ:</w:t>
      </w:r>
    </w:p>
    <w:p w:rsidR="000A1470" w:rsidRPr="00903AFB" w:rsidRDefault="000A1470" w:rsidP="002253B8">
      <w:pPr>
        <w:rPr>
          <w:sz w:val="28"/>
          <w:szCs w:val="28"/>
          <w:lang w:val="uk-UA"/>
        </w:rPr>
      </w:pPr>
      <w:r w:rsidRPr="00903AFB">
        <w:rPr>
          <w:sz w:val="28"/>
          <w:szCs w:val="28"/>
          <w:lang w:val="uk-UA"/>
        </w:rPr>
        <w:t xml:space="preserve">         </w:t>
      </w:r>
    </w:p>
    <w:p w:rsidR="000A1470" w:rsidRDefault="000A1470" w:rsidP="001A3C1C">
      <w:pPr>
        <w:pStyle w:val="ListParagraph"/>
        <w:numPr>
          <w:ilvl w:val="0"/>
          <w:numId w:val="16"/>
        </w:numPr>
        <w:tabs>
          <w:tab w:val="left" w:pos="142"/>
        </w:tabs>
        <w:suppressAutoHyphens/>
        <w:jc w:val="both"/>
        <w:rPr>
          <w:sz w:val="28"/>
          <w:szCs w:val="28"/>
          <w:lang w:val="uk-UA"/>
        </w:rPr>
      </w:pPr>
      <w:r w:rsidRPr="00903AFB">
        <w:rPr>
          <w:sz w:val="28"/>
          <w:szCs w:val="28"/>
          <w:lang w:val="uk-UA"/>
        </w:rPr>
        <w:t>Затвердити календарний план міських заходів щодо святкування державних і традиційних народних свят, вшанування пам’ятних дат у 2018 році  (Додаток).</w:t>
      </w:r>
    </w:p>
    <w:p w:rsidR="000A1470" w:rsidRDefault="000A1470" w:rsidP="001A3C1C">
      <w:pPr>
        <w:pStyle w:val="ListParagraph"/>
        <w:numPr>
          <w:ilvl w:val="0"/>
          <w:numId w:val="16"/>
        </w:numPr>
        <w:tabs>
          <w:tab w:val="left" w:pos="142"/>
        </w:tabs>
        <w:suppressAutoHyphens/>
        <w:jc w:val="both"/>
        <w:rPr>
          <w:sz w:val="28"/>
          <w:szCs w:val="28"/>
          <w:lang w:val="uk-UA"/>
        </w:rPr>
      </w:pPr>
      <w:r w:rsidRPr="00903AFB">
        <w:rPr>
          <w:sz w:val="28"/>
          <w:szCs w:val="28"/>
          <w:lang w:val="uk-UA"/>
        </w:rPr>
        <w:t>Дане рішення підлягає оприлюдненню.</w:t>
      </w:r>
    </w:p>
    <w:p w:rsidR="000A1470" w:rsidRPr="00903AFB" w:rsidRDefault="000A1470" w:rsidP="001A3C1C">
      <w:pPr>
        <w:pStyle w:val="ListParagraph"/>
        <w:numPr>
          <w:ilvl w:val="0"/>
          <w:numId w:val="16"/>
        </w:numPr>
        <w:tabs>
          <w:tab w:val="left" w:pos="142"/>
        </w:tabs>
        <w:suppressAutoHyphens/>
        <w:jc w:val="both"/>
        <w:rPr>
          <w:sz w:val="28"/>
          <w:szCs w:val="28"/>
          <w:lang w:val="uk-UA"/>
        </w:rPr>
      </w:pPr>
      <w:r w:rsidRPr="00903AFB">
        <w:rPr>
          <w:sz w:val="28"/>
          <w:szCs w:val="28"/>
          <w:lang w:val="uk-UA"/>
        </w:rPr>
        <w:t>Контроль за  виконанням даного рішення покласти на заступника міського голови з питань діяльності виконавчих органів міської ради Зарецького С.В.</w:t>
      </w:r>
    </w:p>
    <w:p w:rsidR="000A1470" w:rsidRPr="00903AFB" w:rsidRDefault="000A1470" w:rsidP="002253B8">
      <w:pPr>
        <w:jc w:val="both"/>
        <w:rPr>
          <w:sz w:val="28"/>
          <w:szCs w:val="28"/>
          <w:lang w:val="uk-UA"/>
        </w:rPr>
      </w:pPr>
    </w:p>
    <w:p w:rsidR="000A1470" w:rsidRPr="00903AFB" w:rsidRDefault="000A1470" w:rsidP="008E3416">
      <w:pPr>
        <w:jc w:val="both"/>
        <w:rPr>
          <w:sz w:val="28"/>
          <w:szCs w:val="28"/>
          <w:lang w:val="uk-UA"/>
        </w:rPr>
      </w:pPr>
    </w:p>
    <w:p w:rsidR="000A1470" w:rsidRPr="00903AFB" w:rsidRDefault="000A1470" w:rsidP="00BC64FB">
      <w:pPr>
        <w:pStyle w:val="1"/>
        <w:rPr>
          <w:rFonts w:ascii="Times New Roman" w:hAnsi="Times New Roman"/>
          <w:sz w:val="28"/>
          <w:szCs w:val="28"/>
          <w:lang w:val="uk-UA"/>
        </w:rPr>
      </w:pPr>
    </w:p>
    <w:p w:rsidR="000A1470" w:rsidRPr="00903AFB" w:rsidRDefault="000A1470" w:rsidP="00BC64FB">
      <w:pPr>
        <w:rPr>
          <w:b/>
          <w:sz w:val="28"/>
          <w:szCs w:val="28"/>
          <w:lang w:val="uk-UA"/>
        </w:rPr>
      </w:pPr>
      <w:r w:rsidRPr="00903AFB">
        <w:rPr>
          <w:b/>
          <w:bCs/>
          <w:sz w:val="28"/>
          <w:szCs w:val="28"/>
          <w:lang w:val="uk-UA"/>
        </w:rPr>
        <w:t>Міський голова                                                                                       В.</w:t>
      </w:r>
      <w:r>
        <w:rPr>
          <w:b/>
          <w:bCs/>
          <w:sz w:val="28"/>
          <w:szCs w:val="28"/>
          <w:lang w:val="uk-UA"/>
        </w:rPr>
        <w:t xml:space="preserve"> </w:t>
      </w:r>
      <w:r w:rsidRPr="00903AFB">
        <w:rPr>
          <w:b/>
          <w:bCs/>
          <w:sz w:val="28"/>
          <w:szCs w:val="28"/>
          <w:lang w:val="uk-UA"/>
        </w:rPr>
        <w:t>В. Казаков</w:t>
      </w:r>
      <w:r w:rsidRPr="00903AFB">
        <w:rPr>
          <w:b/>
          <w:sz w:val="28"/>
          <w:szCs w:val="28"/>
          <w:lang w:val="uk-UA"/>
        </w:rPr>
        <w:t xml:space="preserve"> </w:t>
      </w:r>
    </w:p>
    <w:p w:rsidR="000A1470" w:rsidRDefault="000A1470" w:rsidP="00BC64FB">
      <w:pPr>
        <w:rPr>
          <w:b/>
          <w:sz w:val="28"/>
          <w:szCs w:val="28"/>
          <w:lang w:val="uk-UA"/>
        </w:rPr>
      </w:pPr>
    </w:p>
    <w:p w:rsidR="000A1470" w:rsidRPr="00903AFB" w:rsidRDefault="000A1470" w:rsidP="00BC64FB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8075"/>
        <w:gridCol w:w="2120"/>
      </w:tblGrid>
      <w:tr w:rsidR="000A1470" w:rsidTr="00BE04DE">
        <w:tc>
          <w:tcPr>
            <w:tcW w:w="8075" w:type="dxa"/>
          </w:tcPr>
          <w:p w:rsidR="000A1470" w:rsidRPr="00BE04DE" w:rsidRDefault="000A1470" w:rsidP="00903AFB">
            <w:pPr>
              <w:pStyle w:val="NoSpacing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BE04D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Підготував:</w:t>
            </w:r>
          </w:p>
          <w:p w:rsidR="000A1470" w:rsidRPr="00BE04DE" w:rsidRDefault="000A1470" w:rsidP="00903AFB">
            <w:pPr>
              <w:rPr>
                <w:b/>
                <w:sz w:val="28"/>
                <w:szCs w:val="28"/>
                <w:lang w:val="uk-UA"/>
              </w:rPr>
            </w:pPr>
            <w:r w:rsidRPr="00BE04DE">
              <w:rPr>
                <w:sz w:val="26"/>
                <w:szCs w:val="26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120" w:type="dxa"/>
          </w:tcPr>
          <w:p w:rsidR="000A1470" w:rsidRPr="00BE04DE" w:rsidRDefault="000A1470" w:rsidP="00BC64FB">
            <w:pPr>
              <w:rPr>
                <w:sz w:val="26"/>
                <w:szCs w:val="26"/>
                <w:lang w:val="uk-UA"/>
              </w:rPr>
            </w:pPr>
          </w:p>
          <w:p w:rsidR="000A1470" w:rsidRPr="00BE04DE" w:rsidRDefault="000A1470" w:rsidP="00BC64FB">
            <w:pPr>
              <w:rPr>
                <w:b/>
                <w:sz w:val="28"/>
                <w:szCs w:val="28"/>
                <w:lang w:val="uk-UA"/>
              </w:rPr>
            </w:pPr>
            <w:r w:rsidRPr="00BE04DE">
              <w:rPr>
                <w:sz w:val="26"/>
                <w:szCs w:val="26"/>
                <w:lang w:val="uk-UA"/>
              </w:rPr>
              <w:t>Т. В. Грачова</w:t>
            </w:r>
          </w:p>
        </w:tc>
      </w:tr>
      <w:tr w:rsidR="000A1470" w:rsidTr="00BE04DE">
        <w:tc>
          <w:tcPr>
            <w:tcW w:w="8075" w:type="dxa"/>
          </w:tcPr>
          <w:p w:rsidR="000A1470" w:rsidRPr="00BE04DE" w:rsidRDefault="000A1470" w:rsidP="00903AFB">
            <w:pPr>
              <w:pStyle w:val="NoSpacing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A1470" w:rsidRPr="00BE04DE" w:rsidRDefault="000A1470" w:rsidP="00903AFB">
            <w:pPr>
              <w:pStyle w:val="NoSpacing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BE04D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Узгоджено:</w:t>
            </w:r>
          </w:p>
          <w:p w:rsidR="000A1470" w:rsidRPr="00BE04DE" w:rsidRDefault="000A1470" w:rsidP="00903AFB">
            <w:pPr>
              <w:rPr>
                <w:b/>
                <w:sz w:val="28"/>
                <w:szCs w:val="28"/>
                <w:lang w:val="uk-UA"/>
              </w:rPr>
            </w:pPr>
            <w:r w:rsidRPr="00BE04DE">
              <w:rPr>
                <w:sz w:val="26"/>
                <w:szCs w:val="26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120" w:type="dxa"/>
          </w:tcPr>
          <w:p w:rsidR="000A1470" w:rsidRPr="00BE04DE" w:rsidRDefault="000A1470" w:rsidP="00BC64FB">
            <w:pPr>
              <w:rPr>
                <w:b/>
                <w:sz w:val="28"/>
                <w:szCs w:val="28"/>
                <w:lang w:val="uk-UA"/>
              </w:rPr>
            </w:pPr>
          </w:p>
          <w:p w:rsidR="000A1470" w:rsidRPr="00BE04DE" w:rsidRDefault="000A1470" w:rsidP="00903AFB">
            <w:pPr>
              <w:pStyle w:val="NoSpacing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0A1470" w:rsidRPr="00BE04DE" w:rsidRDefault="000A1470" w:rsidP="00903AFB">
            <w:pPr>
              <w:pStyle w:val="NoSpacing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E04DE">
              <w:rPr>
                <w:rFonts w:ascii="Times New Roman" w:hAnsi="Times New Roman"/>
                <w:sz w:val="26"/>
                <w:szCs w:val="26"/>
                <w:lang w:val="uk-UA"/>
              </w:rPr>
              <w:t>Ю. А. Журба</w:t>
            </w:r>
          </w:p>
        </w:tc>
      </w:tr>
      <w:tr w:rsidR="000A1470" w:rsidTr="00BE04DE">
        <w:tc>
          <w:tcPr>
            <w:tcW w:w="8075" w:type="dxa"/>
          </w:tcPr>
          <w:p w:rsidR="000A1470" w:rsidRPr="00BE04DE" w:rsidRDefault="000A1470" w:rsidP="00BC64FB">
            <w:pPr>
              <w:rPr>
                <w:sz w:val="26"/>
                <w:szCs w:val="26"/>
                <w:lang w:val="uk-UA"/>
              </w:rPr>
            </w:pPr>
          </w:p>
          <w:p w:rsidR="000A1470" w:rsidRPr="00BE04DE" w:rsidRDefault="000A1470" w:rsidP="00BC64FB">
            <w:pPr>
              <w:rPr>
                <w:b/>
                <w:sz w:val="28"/>
                <w:szCs w:val="28"/>
                <w:lang w:val="uk-UA"/>
              </w:rPr>
            </w:pPr>
            <w:r w:rsidRPr="00BE04DE">
              <w:rPr>
                <w:sz w:val="26"/>
                <w:szCs w:val="26"/>
                <w:lang w:val="uk-UA"/>
              </w:rPr>
              <w:t>Заступник міського голови</w:t>
            </w:r>
          </w:p>
        </w:tc>
        <w:tc>
          <w:tcPr>
            <w:tcW w:w="2120" w:type="dxa"/>
          </w:tcPr>
          <w:p w:rsidR="000A1470" w:rsidRPr="00BE04DE" w:rsidRDefault="000A1470" w:rsidP="00BC64FB">
            <w:pPr>
              <w:rPr>
                <w:sz w:val="26"/>
                <w:szCs w:val="26"/>
                <w:lang w:val="uk-UA"/>
              </w:rPr>
            </w:pPr>
          </w:p>
          <w:p w:rsidR="000A1470" w:rsidRPr="00BE04DE" w:rsidRDefault="000A1470" w:rsidP="00BC64FB">
            <w:pPr>
              <w:rPr>
                <w:b/>
                <w:sz w:val="28"/>
                <w:szCs w:val="28"/>
                <w:lang w:val="uk-UA"/>
              </w:rPr>
            </w:pPr>
            <w:r w:rsidRPr="00BE04DE">
              <w:rPr>
                <w:sz w:val="26"/>
                <w:szCs w:val="26"/>
                <w:lang w:val="uk-UA"/>
              </w:rPr>
              <w:t>О. І.   Ярош</w:t>
            </w:r>
          </w:p>
        </w:tc>
      </w:tr>
      <w:tr w:rsidR="000A1470" w:rsidTr="00BE04DE">
        <w:tc>
          <w:tcPr>
            <w:tcW w:w="8075" w:type="dxa"/>
          </w:tcPr>
          <w:p w:rsidR="000A1470" w:rsidRPr="00BE04DE" w:rsidRDefault="000A1470" w:rsidP="00BC64FB">
            <w:pPr>
              <w:rPr>
                <w:sz w:val="26"/>
                <w:szCs w:val="26"/>
                <w:lang w:val="uk-UA"/>
              </w:rPr>
            </w:pPr>
          </w:p>
          <w:p w:rsidR="000A1470" w:rsidRPr="00BE04DE" w:rsidRDefault="000A1470" w:rsidP="00BC64FB">
            <w:pPr>
              <w:rPr>
                <w:b/>
                <w:sz w:val="28"/>
                <w:szCs w:val="28"/>
                <w:lang w:val="uk-UA"/>
              </w:rPr>
            </w:pPr>
            <w:r w:rsidRPr="00BE04DE">
              <w:rPr>
                <w:sz w:val="26"/>
                <w:szCs w:val="26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120" w:type="dxa"/>
          </w:tcPr>
          <w:p w:rsidR="000A1470" w:rsidRPr="00BE04DE" w:rsidRDefault="000A1470" w:rsidP="00903AFB">
            <w:pPr>
              <w:pStyle w:val="NoSpacing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0A1470" w:rsidRPr="00BE04DE" w:rsidRDefault="000A1470" w:rsidP="00903AFB">
            <w:pPr>
              <w:pStyle w:val="NoSpacing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E04DE">
              <w:rPr>
                <w:rFonts w:ascii="Times New Roman" w:hAnsi="Times New Roman"/>
                <w:sz w:val="26"/>
                <w:szCs w:val="26"/>
                <w:lang w:val="uk-UA"/>
              </w:rPr>
              <w:t>С. В. Зарецький</w:t>
            </w:r>
          </w:p>
        </w:tc>
      </w:tr>
      <w:tr w:rsidR="000A1470" w:rsidTr="00BE04DE">
        <w:tc>
          <w:tcPr>
            <w:tcW w:w="8075" w:type="dxa"/>
          </w:tcPr>
          <w:p w:rsidR="000A1470" w:rsidRPr="00BE04DE" w:rsidRDefault="000A1470" w:rsidP="00BC64FB">
            <w:pPr>
              <w:rPr>
                <w:sz w:val="26"/>
                <w:szCs w:val="26"/>
                <w:lang w:val="uk-UA"/>
              </w:rPr>
            </w:pPr>
          </w:p>
          <w:p w:rsidR="000A1470" w:rsidRPr="00BE04DE" w:rsidRDefault="000A1470" w:rsidP="00BC64FB">
            <w:pPr>
              <w:rPr>
                <w:b/>
                <w:sz w:val="28"/>
                <w:szCs w:val="28"/>
                <w:lang w:val="uk-UA"/>
              </w:rPr>
            </w:pPr>
            <w:r w:rsidRPr="00BE04DE">
              <w:rPr>
                <w:sz w:val="26"/>
                <w:szCs w:val="26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120" w:type="dxa"/>
          </w:tcPr>
          <w:p w:rsidR="000A1470" w:rsidRPr="00BE04DE" w:rsidRDefault="000A1470" w:rsidP="00903AFB">
            <w:pPr>
              <w:pStyle w:val="NoSpacing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0A1470" w:rsidRPr="00BE04DE" w:rsidRDefault="000A1470" w:rsidP="00903AFB">
            <w:pPr>
              <w:pStyle w:val="NoSpacing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E04D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М. І. Багрінцева  </w:t>
            </w:r>
          </w:p>
        </w:tc>
      </w:tr>
      <w:tr w:rsidR="000A1470" w:rsidTr="00BE04DE">
        <w:tc>
          <w:tcPr>
            <w:tcW w:w="8075" w:type="dxa"/>
          </w:tcPr>
          <w:p w:rsidR="000A1470" w:rsidRPr="00BE04DE" w:rsidRDefault="000A1470" w:rsidP="00903AFB">
            <w:pPr>
              <w:pStyle w:val="NoSpacing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E04DE">
              <w:rPr>
                <w:rFonts w:ascii="Times New Roman" w:hAnsi="Times New Roman"/>
                <w:sz w:val="26"/>
                <w:szCs w:val="26"/>
                <w:lang w:val="uk-UA"/>
              </w:rPr>
              <w:t>Начальник відділу  юридичних питань</w:t>
            </w:r>
          </w:p>
          <w:p w:rsidR="000A1470" w:rsidRPr="00BE04DE" w:rsidRDefault="000A1470" w:rsidP="00903AFB">
            <w:pPr>
              <w:rPr>
                <w:b/>
                <w:sz w:val="28"/>
                <w:szCs w:val="28"/>
                <w:lang w:val="uk-UA"/>
              </w:rPr>
            </w:pPr>
            <w:r w:rsidRPr="00BE04DE">
              <w:rPr>
                <w:sz w:val="26"/>
                <w:szCs w:val="26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120" w:type="dxa"/>
          </w:tcPr>
          <w:p w:rsidR="000A1470" w:rsidRPr="00BE04DE" w:rsidRDefault="000A1470" w:rsidP="00BC64FB">
            <w:pPr>
              <w:rPr>
                <w:b/>
                <w:sz w:val="28"/>
                <w:szCs w:val="28"/>
                <w:lang w:val="uk-UA"/>
              </w:rPr>
            </w:pPr>
          </w:p>
          <w:p w:rsidR="000A1470" w:rsidRPr="00BE04DE" w:rsidRDefault="000A1470" w:rsidP="00BC64FB">
            <w:pPr>
              <w:rPr>
                <w:b/>
                <w:sz w:val="28"/>
                <w:szCs w:val="28"/>
                <w:lang w:val="uk-UA"/>
              </w:rPr>
            </w:pPr>
            <w:r w:rsidRPr="00BE04DE">
              <w:rPr>
                <w:sz w:val="26"/>
                <w:szCs w:val="26"/>
                <w:lang w:val="uk-UA"/>
              </w:rPr>
              <w:t>В. В. Рудь</w:t>
            </w:r>
          </w:p>
        </w:tc>
      </w:tr>
    </w:tbl>
    <w:p w:rsidR="000A1470" w:rsidRPr="00903AFB" w:rsidRDefault="000A1470" w:rsidP="00BC64FB">
      <w:pPr>
        <w:rPr>
          <w:b/>
          <w:sz w:val="28"/>
          <w:szCs w:val="28"/>
          <w:lang w:val="uk-UA"/>
        </w:rPr>
      </w:pPr>
    </w:p>
    <w:p w:rsidR="000A1470" w:rsidRPr="002253B8" w:rsidRDefault="000A1470" w:rsidP="00206F34">
      <w:pPr>
        <w:ind w:left="4956" w:firstLine="708"/>
        <w:rPr>
          <w:sz w:val="24"/>
          <w:szCs w:val="24"/>
          <w:lang w:val="uk-UA"/>
        </w:rPr>
      </w:pPr>
      <w:r w:rsidRPr="002253B8">
        <w:rPr>
          <w:sz w:val="24"/>
          <w:szCs w:val="24"/>
          <w:lang w:val="uk-UA"/>
        </w:rPr>
        <w:t xml:space="preserve">  Додаток </w:t>
      </w:r>
    </w:p>
    <w:p w:rsidR="000A1470" w:rsidRDefault="000A1470" w:rsidP="008E34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до рішення виконкому</w:t>
      </w:r>
    </w:p>
    <w:p w:rsidR="000A1470" w:rsidRDefault="000A1470" w:rsidP="008E34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від «    » грудня 2017 року № </w:t>
      </w:r>
    </w:p>
    <w:p w:rsidR="000A1470" w:rsidRDefault="000A1470" w:rsidP="008E34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0A1470" w:rsidRPr="0033170B" w:rsidRDefault="000A1470" w:rsidP="0033170B">
      <w:pPr>
        <w:jc w:val="center"/>
        <w:rPr>
          <w:b/>
          <w:sz w:val="28"/>
          <w:szCs w:val="28"/>
          <w:lang w:val="uk-UA"/>
        </w:rPr>
      </w:pPr>
      <w:r w:rsidRPr="0033170B">
        <w:rPr>
          <w:b/>
          <w:sz w:val="28"/>
          <w:szCs w:val="28"/>
          <w:lang w:val="uk-UA"/>
        </w:rPr>
        <w:t xml:space="preserve">Календарний план </w:t>
      </w:r>
    </w:p>
    <w:p w:rsidR="000A1470" w:rsidRDefault="000A1470" w:rsidP="009F72C2">
      <w:pPr>
        <w:jc w:val="center"/>
        <w:rPr>
          <w:b/>
          <w:sz w:val="28"/>
          <w:szCs w:val="28"/>
          <w:lang w:val="uk-UA"/>
        </w:rPr>
      </w:pPr>
      <w:r w:rsidRPr="009F72C2">
        <w:rPr>
          <w:b/>
          <w:sz w:val="28"/>
          <w:szCs w:val="28"/>
          <w:lang w:val="uk-UA"/>
        </w:rPr>
        <w:t>міських заходів святкування урочистих дат</w:t>
      </w:r>
      <w:r>
        <w:rPr>
          <w:b/>
          <w:sz w:val="28"/>
          <w:szCs w:val="28"/>
          <w:lang w:val="uk-UA"/>
        </w:rPr>
        <w:t>,</w:t>
      </w:r>
      <w:bookmarkStart w:id="0" w:name="_GoBack"/>
      <w:bookmarkEnd w:id="0"/>
      <w:r w:rsidRPr="009F72C2">
        <w:rPr>
          <w:b/>
          <w:sz w:val="28"/>
          <w:szCs w:val="28"/>
          <w:lang w:val="uk-UA"/>
        </w:rPr>
        <w:t xml:space="preserve"> державних і</w:t>
      </w:r>
    </w:p>
    <w:p w:rsidR="000A1470" w:rsidRPr="009F72C2" w:rsidRDefault="000A1470" w:rsidP="009F72C2">
      <w:pPr>
        <w:jc w:val="center"/>
        <w:rPr>
          <w:b/>
          <w:sz w:val="28"/>
          <w:szCs w:val="28"/>
          <w:lang w:val="uk-UA"/>
        </w:rPr>
      </w:pPr>
      <w:r w:rsidRPr="009F72C2">
        <w:rPr>
          <w:b/>
          <w:sz w:val="28"/>
          <w:szCs w:val="28"/>
          <w:lang w:val="uk-UA"/>
        </w:rPr>
        <w:t>традиційних народних свят та вшанування пам’ятних дат у 2018 році</w:t>
      </w:r>
    </w:p>
    <w:p w:rsidR="000A1470" w:rsidRDefault="000A1470" w:rsidP="009F72C2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6378"/>
        <w:gridCol w:w="2268"/>
      </w:tblGrid>
      <w:tr w:rsidR="000A1470" w:rsidRPr="00FA532D" w:rsidTr="00656C40">
        <w:tc>
          <w:tcPr>
            <w:tcW w:w="1101" w:type="dxa"/>
          </w:tcPr>
          <w:p w:rsidR="000A1470" w:rsidRPr="00FA532D" w:rsidRDefault="000A1470" w:rsidP="00656C40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FA532D">
              <w:rPr>
                <w:b/>
                <w:color w:val="000000"/>
                <w:sz w:val="28"/>
                <w:szCs w:val="28"/>
                <w:lang w:val="uk-UA"/>
              </w:rPr>
              <w:t>№</w:t>
            </w:r>
          </w:p>
        </w:tc>
        <w:tc>
          <w:tcPr>
            <w:tcW w:w="6378" w:type="dxa"/>
          </w:tcPr>
          <w:p w:rsidR="000A1470" w:rsidRPr="00FA532D" w:rsidRDefault="000A1470" w:rsidP="00656C40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FA532D">
              <w:rPr>
                <w:b/>
                <w:color w:val="000000"/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2268" w:type="dxa"/>
          </w:tcPr>
          <w:p w:rsidR="000A1470" w:rsidRPr="00FA532D" w:rsidRDefault="000A1470" w:rsidP="00656C40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FA532D">
              <w:rPr>
                <w:b/>
                <w:color w:val="000000"/>
                <w:sz w:val="28"/>
                <w:szCs w:val="28"/>
                <w:lang w:val="uk-UA"/>
              </w:rPr>
              <w:t>Термін проведення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378" w:type="dxa"/>
          </w:tcPr>
          <w:p w:rsidR="000A1470" w:rsidRPr="00F92AF3" w:rsidRDefault="000A1470" w:rsidP="0033170B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 xml:space="preserve">Міські заходи, присвячені новорічним та різдвяним святам 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січень-лютий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6378" w:type="dxa"/>
          </w:tcPr>
          <w:p w:rsidR="000A1470" w:rsidRPr="00F92AF3" w:rsidRDefault="000A1470" w:rsidP="00AB0952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 xml:space="preserve">Міські заходи, присвячені Дню Соборності України                                 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січень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6378" w:type="dxa"/>
          </w:tcPr>
          <w:p w:rsidR="000A1470" w:rsidRPr="00F92AF3" w:rsidRDefault="000A1470" w:rsidP="002A0662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 xml:space="preserve">Міські заходи,  присвячені 75-й річниці з дня визволення м. Сєверодонецька від німецько-фашистських  загарбників                                                   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січень-лютий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6378" w:type="dxa"/>
          </w:tcPr>
          <w:p w:rsidR="000A1470" w:rsidRPr="00F92AF3" w:rsidRDefault="000A1470" w:rsidP="00656C4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Міські заходи до Дня вшанування учасників бойових дій на території інших держав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лютий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6378" w:type="dxa"/>
          </w:tcPr>
          <w:p w:rsidR="000A1470" w:rsidRPr="00F92AF3" w:rsidRDefault="000A1470" w:rsidP="00AB0952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Міські заходи, присвячені народному святу «Масляна»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лютий-березень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6378" w:type="dxa"/>
          </w:tcPr>
          <w:p w:rsidR="000A1470" w:rsidRPr="00F92AF3" w:rsidRDefault="000A1470" w:rsidP="00AB0952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Міські заходи, присвячені Міжнародному жіночому Дню 8 березня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березень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6378" w:type="dxa"/>
          </w:tcPr>
          <w:p w:rsidR="000A1470" w:rsidRPr="00F92AF3" w:rsidRDefault="000A1470" w:rsidP="00AB0952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Міські заходи, присвячені Дню національної культури та Дню народження Т.Г. Шевченка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березень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6378" w:type="dxa"/>
          </w:tcPr>
          <w:p w:rsidR="000A1470" w:rsidRPr="00F92AF3" w:rsidRDefault="000A1470" w:rsidP="00AB0952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Міські заходи, присвячені міському етапу обласного фестивалю дитячої та юнацької творчості «Діти – майбутнє України»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березень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6378" w:type="dxa"/>
          </w:tcPr>
          <w:p w:rsidR="000A1470" w:rsidRPr="00F92AF3" w:rsidRDefault="000A1470" w:rsidP="00AB0952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Міські заходи, присвячені Дню робітників житлово-комунального господарства і побутового обслуговування населення України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березень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6378" w:type="dxa"/>
          </w:tcPr>
          <w:p w:rsidR="000A1470" w:rsidRPr="00F92AF3" w:rsidRDefault="000A1470" w:rsidP="00AB0952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Міські заходи, присвячені Дню театру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березень-квітень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6378" w:type="dxa"/>
          </w:tcPr>
          <w:p w:rsidR="000A1470" w:rsidRPr="00F92AF3" w:rsidRDefault="000A1470" w:rsidP="00A602CA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Міські заходи, присвячені Дню гумору</w:t>
            </w:r>
            <w:r w:rsidRPr="00F92AF3">
              <w:rPr>
                <w:bCs/>
                <w:color w:val="000000"/>
                <w:kern w:val="36"/>
                <w:sz w:val="24"/>
                <w:szCs w:val="24"/>
                <w:lang w:val="uk-UA"/>
              </w:rPr>
              <w:t xml:space="preserve"> (</w:t>
            </w:r>
            <w:r w:rsidRPr="00F92AF3">
              <w:rPr>
                <w:bCs/>
                <w:color w:val="000000"/>
                <w:kern w:val="36"/>
                <w:sz w:val="28"/>
                <w:szCs w:val="28"/>
                <w:lang w:val="uk-UA"/>
              </w:rPr>
              <w:t>огляд-фестиваль</w:t>
            </w:r>
            <w:r w:rsidRPr="00F92AF3">
              <w:rPr>
                <w:color w:val="000000"/>
                <w:sz w:val="28"/>
                <w:szCs w:val="28"/>
                <w:lang w:val="uk-UA"/>
              </w:rPr>
              <w:t xml:space="preserve"> команд КВН присвячених  «Дню гумору»)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вересень-квітень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6378" w:type="dxa"/>
          </w:tcPr>
          <w:p w:rsidR="000A1470" w:rsidRPr="00F92AF3" w:rsidRDefault="000A1470" w:rsidP="00AB0952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Міські заходи до Дня Чорнобильської трагедії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квітень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6378" w:type="dxa"/>
          </w:tcPr>
          <w:p w:rsidR="000A1470" w:rsidRPr="00F92AF3" w:rsidRDefault="000A1470" w:rsidP="00AB0952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Міські заходи, присвячені випускному вечору учнів 11-х класів загальноосвітніх навчальних закладів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травень - липень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6378" w:type="dxa"/>
          </w:tcPr>
          <w:p w:rsidR="000A1470" w:rsidRPr="00F92AF3" w:rsidRDefault="000A1470" w:rsidP="002A0662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 xml:space="preserve">Міські заходи, присвячені 73-й річниці  Перемоги над нацизмом у Європі, Дню пам’яті та примирення, Дню Перемоги 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травень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6378" w:type="dxa"/>
          </w:tcPr>
          <w:p w:rsidR="000A1470" w:rsidRPr="00F92AF3" w:rsidRDefault="000A1470" w:rsidP="00AB0952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Міські заходи, присвячені Дню Європи в Україні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травень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6378" w:type="dxa"/>
          </w:tcPr>
          <w:p w:rsidR="000A1470" w:rsidRPr="00F92AF3" w:rsidRDefault="000A1470" w:rsidP="002D74EE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Міські заходи до Дня медичного працівника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травень-червень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17</w:t>
            </w:r>
          </w:p>
        </w:tc>
        <w:tc>
          <w:tcPr>
            <w:tcW w:w="6378" w:type="dxa"/>
          </w:tcPr>
          <w:p w:rsidR="000A1470" w:rsidRPr="00F92AF3" w:rsidRDefault="000A1470" w:rsidP="002A0662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Міські заходи, присвячені 84-й річниці від Дня заснування  міста Сєвєродонецька та Дню хіміка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березень-травень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18</w:t>
            </w:r>
          </w:p>
        </w:tc>
        <w:tc>
          <w:tcPr>
            <w:tcW w:w="6378" w:type="dxa"/>
          </w:tcPr>
          <w:p w:rsidR="000A1470" w:rsidRPr="00F92AF3" w:rsidRDefault="000A1470" w:rsidP="002D74EE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Міські заходи, присвячені Міжнародному Дню захисту дітей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травень-червень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19</w:t>
            </w:r>
          </w:p>
        </w:tc>
        <w:tc>
          <w:tcPr>
            <w:tcW w:w="6378" w:type="dxa"/>
          </w:tcPr>
          <w:p w:rsidR="000A1470" w:rsidRPr="00F92AF3" w:rsidRDefault="000A1470" w:rsidP="007C02DB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 xml:space="preserve">Міські заходи, присвячені Дню миротворця "Peace, Love and Happiness " (Мир, Любов та Щастя) на підтримку волонтерського руху й благодійності </w:t>
            </w:r>
            <w:r w:rsidRPr="00F92AF3">
              <w:rPr>
                <w:bCs/>
                <w:color w:val="000000"/>
                <w:sz w:val="28"/>
                <w:szCs w:val="28"/>
                <w:lang w:val="uk-UA"/>
              </w:rPr>
              <w:t>(фестиваль)</w:t>
            </w:r>
            <w:r w:rsidRPr="00F92AF3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квітень - липень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6378" w:type="dxa"/>
          </w:tcPr>
          <w:p w:rsidR="000A1470" w:rsidRPr="00F92AF3" w:rsidRDefault="000A1470" w:rsidP="002D74EE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 xml:space="preserve">Міські заходи до Дня скорботи і вшанування пам’яті жертв війни в Україні 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червень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21</w:t>
            </w:r>
          </w:p>
        </w:tc>
        <w:tc>
          <w:tcPr>
            <w:tcW w:w="6378" w:type="dxa"/>
          </w:tcPr>
          <w:p w:rsidR="000A1470" w:rsidRPr="00F92AF3" w:rsidRDefault="000A1470" w:rsidP="002D74EE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Міські заходи, присвячені Дню молоді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червень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22</w:t>
            </w:r>
          </w:p>
        </w:tc>
        <w:tc>
          <w:tcPr>
            <w:tcW w:w="6378" w:type="dxa"/>
          </w:tcPr>
          <w:p w:rsidR="000A1470" w:rsidRPr="00F92AF3" w:rsidRDefault="000A1470" w:rsidP="002D74EE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 xml:space="preserve">Міські заходи, присвячені Дню Конституції України 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червень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23</w:t>
            </w:r>
          </w:p>
        </w:tc>
        <w:tc>
          <w:tcPr>
            <w:tcW w:w="6378" w:type="dxa"/>
          </w:tcPr>
          <w:p w:rsidR="000A1470" w:rsidRPr="00F92AF3" w:rsidRDefault="000A1470" w:rsidP="002A0662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Міські заходи, присвячені 4-й річниці визволення міста Сєвєродонецька від незаконних збройних формувань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липень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24</w:t>
            </w:r>
          </w:p>
        </w:tc>
        <w:tc>
          <w:tcPr>
            <w:tcW w:w="6378" w:type="dxa"/>
          </w:tcPr>
          <w:p w:rsidR="000A1470" w:rsidRPr="00F92AF3" w:rsidRDefault="000A1470" w:rsidP="002D74EE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Міські заходи, присвячені Дню Державного Прапору України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серпень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25</w:t>
            </w:r>
          </w:p>
        </w:tc>
        <w:tc>
          <w:tcPr>
            <w:tcW w:w="6378" w:type="dxa"/>
          </w:tcPr>
          <w:p w:rsidR="000A1470" w:rsidRPr="00F92AF3" w:rsidRDefault="000A1470" w:rsidP="002A0662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Міські заходи, присвячені 27-й річниці незалежності України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серпень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8A77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26</w:t>
            </w:r>
          </w:p>
        </w:tc>
        <w:tc>
          <w:tcPr>
            <w:tcW w:w="6378" w:type="dxa"/>
          </w:tcPr>
          <w:p w:rsidR="000A1470" w:rsidRPr="00F92AF3" w:rsidRDefault="000A1470" w:rsidP="002A0662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Міські заходи присвячені  пам'яті загиблих воїнів АТО та 4-ї річниці трагічних подій в «Іловайському котлі»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серпень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8A77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27</w:t>
            </w:r>
          </w:p>
        </w:tc>
        <w:tc>
          <w:tcPr>
            <w:tcW w:w="6378" w:type="dxa"/>
          </w:tcPr>
          <w:p w:rsidR="000A1470" w:rsidRPr="00F92AF3" w:rsidRDefault="000A1470" w:rsidP="002A0662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Міські заходи, присвячені 75-й річниці визволення Луганської області від німецько-фашистських загарбників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серпень-вересень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8A77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28</w:t>
            </w:r>
          </w:p>
        </w:tc>
        <w:tc>
          <w:tcPr>
            <w:tcW w:w="6378" w:type="dxa"/>
          </w:tcPr>
          <w:p w:rsidR="000A1470" w:rsidRPr="00F92AF3" w:rsidRDefault="000A1470" w:rsidP="002D74EE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Міські заходи, присвячені Дню підприємця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квітень-вересень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8A77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29</w:t>
            </w:r>
          </w:p>
        </w:tc>
        <w:tc>
          <w:tcPr>
            <w:tcW w:w="6378" w:type="dxa"/>
          </w:tcPr>
          <w:p w:rsidR="000A1470" w:rsidRPr="00F92AF3" w:rsidRDefault="000A1470" w:rsidP="002D74EE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 xml:space="preserve">Міські заходи, присвячені Дню партизанської слави  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вересень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8A77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6378" w:type="dxa"/>
          </w:tcPr>
          <w:p w:rsidR="000A1470" w:rsidRPr="00F92AF3" w:rsidRDefault="000A1470" w:rsidP="002D74EE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Міські заходи, присвячені Дню робітників освіти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вересень-жовтень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8A77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31</w:t>
            </w:r>
          </w:p>
        </w:tc>
        <w:tc>
          <w:tcPr>
            <w:tcW w:w="6378" w:type="dxa"/>
          </w:tcPr>
          <w:p w:rsidR="000A1470" w:rsidRPr="00F92AF3" w:rsidRDefault="000A1470" w:rsidP="002D74EE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 xml:space="preserve">Міські заходи, присвячені Дню людей похилого віку  та Дню ветеранів                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вересень-жовтень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8A77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32</w:t>
            </w:r>
          </w:p>
        </w:tc>
        <w:tc>
          <w:tcPr>
            <w:tcW w:w="6378" w:type="dxa"/>
          </w:tcPr>
          <w:p w:rsidR="000A1470" w:rsidRPr="00F92AF3" w:rsidRDefault="000A1470" w:rsidP="002D74EE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 xml:space="preserve">Міські заходи, присвячені Дню Захисника України та Дню українського козацтва    </w:t>
            </w:r>
          </w:p>
        </w:tc>
        <w:tc>
          <w:tcPr>
            <w:tcW w:w="2268" w:type="dxa"/>
          </w:tcPr>
          <w:p w:rsidR="000A1470" w:rsidRPr="00F92AF3" w:rsidRDefault="000A1470" w:rsidP="002D74EE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 xml:space="preserve">        жовтень</w:t>
            </w:r>
          </w:p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8A77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33</w:t>
            </w:r>
          </w:p>
        </w:tc>
        <w:tc>
          <w:tcPr>
            <w:tcW w:w="6378" w:type="dxa"/>
          </w:tcPr>
          <w:p w:rsidR="000A1470" w:rsidRPr="00F92AF3" w:rsidRDefault="000A1470" w:rsidP="002A0662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Міські  заходи, присвячені 74-й річниці визволення України від німецько-фашистських загарбників</w:t>
            </w:r>
          </w:p>
        </w:tc>
        <w:tc>
          <w:tcPr>
            <w:tcW w:w="2268" w:type="dxa"/>
            <w:vAlign w:val="center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жовтень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8A77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34</w:t>
            </w:r>
          </w:p>
        </w:tc>
        <w:tc>
          <w:tcPr>
            <w:tcW w:w="6378" w:type="dxa"/>
          </w:tcPr>
          <w:p w:rsidR="000A1470" w:rsidRPr="00F92AF3" w:rsidRDefault="000A1470" w:rsidP="00FA532D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 xml:space="preserve">Міські заходи, присвячені міському етапу всеукраїнського фестивалю дитячої поезії «Джерельце» ім. Йосипа Курлата </w:t>
            </w:r>
            <w:r w:rsidRPr="00F92AF3">
              <w:rPr>
                <w:bCs/>
                <w:color w:val="000000"/>
                <w:sz w:val="28"/>
                <w:szCs w:val="28"/>
                <w:lang w:val="uk-UA"/>
              </w:rPr>
              <w:t>(фестиваль)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жовтень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8A77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35</w:t>
            </w:r>
          </w:p>
        </w:tc>
        <w:tc>
          <w:tcPr>
            <w:tcW w:w="6378" w:type="dxa"/>
          </w:tcPr>
          <w:p w:rsidR="000A1470" w:rsidRPr="00F92AF3" w:rsidRDefault="000A1470" w:rsidP="00D058B7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 xml:space="preserve">Міські заходи, присвячені проведенню відкритого конкурсу – фестивалю «Наша надія – мир на Донбасі» </w:t>
            </w:r>
            <w:r w:rsidRPr="00F92AF3">
              <w:rPr>
                <w:bCs/>
                <w:color w:val="000000"/>
                <w:sz w:val="28"/>
                <w:szCs w:val="28"/>
                <w:lang w:val="uk-UA"/>
              </w:rPr>
              <w:t>(фестиваль)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вересень-листопад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8A77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36</w:t>
            </w:r>
          </w:p>
        </w:tc>
        <w:tc>
          <w:tcPr>
            <w:tcW w:w="6378" w:type="dxa"/>
          </w:tcPr>
          <w:p w:rsidR="000A1470" w:rsidRPr="00F92AF3" w:rsidRDefault="000A1470" w:rsidP="002D74EE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 xml:space="preserve">Міські заходи, присвячені Всеукраїнському дню працівників культури та майстрів народного мистецтва,  день української писемності та мови 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жовтень-листопад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8A77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37</w:t>
            </w:r>
          </w:p>
        </w:tc>
        <w:tc>
          <w:tcPr>
            <w:tcW w:w="6378" w:type="dxa"/>
          </w:tcPr>
          <w:p w:rsidR="000A1470" w:rsidRPr="00F92AF3" w:rsidRDefault="000A1470" w:rsidP="002D74EE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 xml:space="preserve">Міські заходи, присвячені Міжнародному Дню інвалідів                                        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листопад-грудень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8A77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38</w:t>
            </w:r>
          </w:p>
        </w:tc>
        <w:tc>
          <w:tcPr>
            <w:tcW w:w="6378" w:type="dxa"/>
          </w:tcPr>
          <w:p w:rsidR="000A1470" w:rsidRPr="00F92AF3" w:rsidRDefault="000A1470" w:rsidP="002D74EE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Міські  заходи, присвячені  Дню Гідності та  Свободи України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листопад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8A77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39</w:t>
            </w:r>
          </w:p>
        </w:tc>
        <w:tc>
          <w:tcPr>
            <w:tcW w:w="6378" w:type="dxa"/>
          </w:tcPr>
          <w:p w:rsidR="000A1470" w:rsidRPr="00F92AF3" w:rsidRDefault="000A1470" w:rsidP="002D74EE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 xml:space="preserve">Міські  заходи до Дня пам’яті жертв голодоморів   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листопад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8A77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40</w:t>
            </w:r>
          </w:p>
        </w:tc>
        <w:tc>
          <w:tcPr>
            <w:tcW w:w="6378" w:type="dxa"/>
          </w:tcPr>
          <w:p w:rsidR="000A1470" w:rsidRPr="00F92AF3" w:rsidRDefault="000A1470" w:rsidP="002D74EE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 xml:space="preserve">Міські  заходи, присвячені  Дню Збройних Сил України 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листопад-грудень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8A77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41</w:t>
            </w:r>
          </w:p>
        </w:tc>
        <w:tc>
          <w:tcPr>
            <w:tcW w:w="6378" w:type="dxa"/>
          </w:tcPr>
          <w:p w:rsidR="000A1470" w:rsidRPr="00F92AF3" w:rsidRDefault="000A1470" w:rsidP="002D74EE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 xml:space="preserve">Міські заходи, присвячені новорічним та  різдвяним святам                  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вересень-грудень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8A77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42</w:t>
            </w:r>
          </w:p>
        </w:tc>
        <w:tc>
          <w:tcPr>
            <w:tcW w:w="6378" w:type="dxa"/>
          </w:tcPr>
          <w:p w:rsidR="000A1470" w:rsidRPr="00F92AF3" w:rsidRDefault="000A1470" w:rsidP="002D74EE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Міські заходи, присвячені проведенню VIІІ Відкритого конкурсу виконавців на струнно-смичкових інструментах серед учнів шкіл естетичного виховання імені В. М. Панфіла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листопад-грудень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8A77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43</w:t>
            </w:r>
          </w:p>
        </w:tc>
        <w:tc>
          <w:tcPr>
            <w:tcW w:w="6378" w:type="dxa"/>
          </w:tcPr>
          <w:p w:rsidR="000A1470" w:rsidRPr="00F92AF3" w:rsidRDefault="000A1470" w:rsidP="002D74EE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Міські заходи, присвячені Всесвітньому дню волонтера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грудень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8A771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44</w:t>
            </w:r>
          </w:p>
        </w:tc>
        <w:tc>
          <w:tcPr>
            <w:tcW w:w="6378" w:type="dxa"/>
          </w:tcPr>
          <w:p w:rsidR="000A1470" w:rsidRPr="00F92AF3" w:rsidRDefault="000A1470" w:rsidP="002D74EE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Міські заходи, присвячені Дню місцевого самоврядування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грудень</w:t>
            </w:r>
          </w:p>
        </w:tc>
      </w:tr>
      <w:tr w:rsidR="000A1470" w:rsidRPr="00F92AF3" w:rsidTr="00656C40">
        <w:tc>
          <w:tcPr>
            <w:tcW w:w="1101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45</w:t>
            </w:r>
          </w:p>
        </w:tc>
        <w:tc>
          <w:tcPr>
            <w:tcW w:w="6378" w:type="dxa"/>
          </w:tcPr>
          <w:p w:rsidR="000A1470" w:rsidRPr="00F92AF3" w:rsidRDefault="000A1470" w:rsidP="002D74EE">
            <w:pPr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 xml:space="preserve">Міські заходи, присвячені Дню вшанування учасників ліквідації  наслідків аварії на Чорнобильській АЕС                                                                             </w:t>
            </w:r>
          </w:p>
        </w:tc>
        <w:tc>
          <w:tcPr>
            <w:tcW w:w="2268" w:type="dxa"/>
          </w:tcPr>
          <w:p w:rsidR="000A1470" w:rsidRPr="00F92AF3" w:rsidRDefault="000A1470" w:rsidP="00656C4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92AF3">
              <w:rPr>
                <w:color w:val="000000"/>
                <w:sz w:val="28"/>
                <w:szCs w:val="28"/>
                <w:lang w:val="uk-UA"/>
              </w:rPr>
              <w:t>грудень</w:t>
            </w:r>
          </w:p>
        </w:tc>
      </w:tr>
    </w:tbl>
    <w:p w:rsidR="000A1470" w:rsidRPr="00F92AF3" w:rsidRDefault="000A1470" w:rsidP="008E3416">
      <w:pPr>
        <w:jc w:val="center"/>
        <w:rPr>
          <w:color w:val="1F497D"/>
          <w:sz w:val="24"/>
          <w:szCs w:val="24"/>
          <w:lang w:val="uk-UA"/>
        </w:rPr>
      </w:pPr>
    </w:p>
    <w:p w:rsidR="000A1470" w:rsidRPr="00F92AF3" w:rsidRDefault="000A1470" w:rsidP="00F84204">
      <w:pPr>
        <w:tabs>
          <w:tab w:val="center" w:pos="5604"/>
        </w:tabs>
        <w:jc w:val="center"/>
        <w:rPr>
          <w:color w:val="1F497D"/>
          <w:sz w:val="28"/>
          <w:szCs w:val="28"/>
          <w:lang w:val="uk-UA"/>
        </w:rPr>
      </w:pPr>
    </w:p>
    <w:p w:rsidR="000A1470" w:rsidRPr="00F92AF3" w:rsidRDefault="000A1470" w:rsidP="00F84204">
      <w:pPr>
        <w:tabs>
          <w:tab w:val="center" w:pos="5604"/>
        </w:tabs>
        <w:jc w:val="center"/>
        <w:rPr>
          <w:color w:val="1F497D"/>
          <w:sz w:val="28"/>
          <w:szCs w:val="28"/>
          <w:lang w:val="uk-UA"/>
        </w:rPr>
      </w:pPr>
    </w:p>
    <w:p w:rsidR="000A1470" w:rsidRPr="00F92AF3" w:rsidRDefault="000A1470" w:rsidP="00F92AF3">
      <w:pPr>
        <w:tabs>
          <w:tab w:val="center" w:pos="5604"/>
        </w:tabs>
        <w:jc w:val="center"/>
        <w:rPr>
          <w:color w:val="000000"/>
          <w:sz w:val="28"/>
          <w:szCs w:val="28"/>
          <w:lang w:val="uk-UA"/>
        </w:rPr>
      </w:pPr>
      <w:r w:rsidRPr="00F92AF3">
        <w:rPr>
          <w:color w:val="000000"/>
          <w:sz w:val="28"/>
          <w:szCs w:val="28"/>
          <w:lang w:val="uk-UA"/>
        </w:rPr>
        <w:t>Керуючий справами виконкому                                                     Ю.А. Журба</w:t>
      </w:r>
    </w:p>
    <w:p w:rsidR="000A1470" w:rsidRPr="00F92AF3" w:rsidRDefault="000A1470" w:rsidP="00F92AF3">
      <w:pPr>
        <w:jc w:val="center"/>
        <w:rPr>
          <w:color w:val="000000"/>
          <w:sz w:val="24"/>
          <w:szCs w:val="24"/>
          <w:lang w:val="uk-UA"/>
        </w:rPr>
      </w:pPr>
    </w:p>
    <w:sectPr w:rsidR="000A1470" w:rsidRPr="00F92AF3" w:rsidSect="00F65CCD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3B428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3080F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1C631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19CFC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5C4D3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9AE9EF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CC98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37491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5F2D3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B8612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15F6C68"/>
    <w:multiLevelType w:val="hybridMultilevel"/>
    <w:tmpl w:val="6A1062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53C33FD"/>
    <w:multiLevelType w:val="hybridMultilevel"/>
    <w:tmpl w:val="C220C5DC"/>
    <w:lvl w:ilvl="0" w:tplc="EE8AA740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EA06B8D"/>
    <w:multiLevelType w:val="hybridMultilevel"/>
    <w:tmpl w:val="789A472C"/>
    <w:lvl w:ilvl="0" w:tplc="CF20AAB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9E4930"/>
    <w:multiLevelType w:val="hybridMultilevel"/>
    <w:tmpl w:val="5F4EA42C"/>
    <w:lvl w:ilvl="0" w:tplc="EA52CC0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6841B3"/>
    <w:multiLevelType w:val="hybridMultilevel"/>
    <w:tmpl w:val="FAF4F0E8"/>
    <w:lvl w:ilvl="0" w:tplc="20C6A748">
      <w:start w:val="1"/>
      <w:numFmt w:val="decimal"/>
      <w:lvlText w:val="%1."/>
      <w:lvlJc w:val="left"/>
      <w:pPr>
        <w:ind w:left="7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  <w:rPr>
        <w:rFonts w:cs="Times New Roman"/>
      </w:rPr>
    </w:lvl>
  </w:abstractNum>
  <w:num w:numId="1">
    <w:abstractNumId w:val="13"/>
  </w:num>
  <w:num w:numId="2">
    <w:abstractNumId w:val="14"/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5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3416"/>
    <w:rsid w:val="00000362"/>
    <w:rsid w:val="000155A3"/>
    <w:rsid w:val="00016A18"/>
    <w:rsid w:val="000179AC"/>
    <w:rsid w:val="00022BE1"/>
    <w:rsid w:val="00025B2B"/>
    <w:rsid w:val="00033D12"/>
    <w:rsid w:val="0003683E"/>
    <w:rsid w:val="0006450E"/>
    <w:rsid w:val="000724C2"/>
    <w:rsid w:val="00092020"/>
    <w:rsid w:val="000A1470"/>
    <w:rsid w:val="000A28E8"/>
    <w:rsid w:val="000A4BB5"/>
    <w:rsid w:val="000B3B89"/>
    <w:rsid w:val="000C0120"/>
    <w:rsid w:val="000F1CD4"/>
    <w:rsid w:val="000F5032"/>
    <w:rsid w:val="000F682D"/>
    <w:rsid w:val="001076D4"/>
    <w:rsid w:val="00111424"/>
    <w:rsid w:val="00111A04"/>
    <w:rsid w:val="001278C1"/>
    <w:rsid w:val="001336D8"/>
    <w:rsid w:val="001376F3"/>
    <w:rsid w:val="00141DFF"/>
    <w:rsid w:val="0014302E"/>
    <w:rsid w:val="00154056"/>
    <w:rsid w:val="00170184"/>
    <w:rsid w:val="00177E4F"/>
    <w:rsid w:val="0018394D"/>
    <w:rsid w:val="001A3C1C"/>
    <w:rsid w:val="001E43E9"/>
    <w:rsid w:val="001E47F7"/>
    <w:rsid w:val="001F5E89"/>
    <w:rsid w:val="00206F34"/>
    <w:rsid w:val="002253B8"/>
    <w:rsid w:val="00230FB9"/>
    <w:rsid w:val="0025058F"/>
    <w:rsid w:val="00264F29"/>
    <w:rsid w:val="00285E9B"/>
    <w:rsid w:val="00294370"/>
    <w:rsid w:val="002A0662"/>
    <w:rsid w:val="002B0CD5"/>
    <w:rsid w:val="002B18FF"/>
    <w:rsid w:val="002B3D3F"/>
    <w:rsid w:val="002D74EE"/>
    <w:rsid w:val="002E19D0"/>
    <w:rsid w:val="00303E8D"/>
    <w:rsid w:val="003113CD"/>
    <w:rsid w:val="00312BDF"/>
    <w:rsid w:val="003153C7"/>
    <w:rsid w:val="0033170B"/>
    <w:rsid w:val="003332C0"/>
    <w:rsid w:val="00342BA3"/>
    <w:rsid w:val="0036249B"/>
    <w:rsid w:val="003954AB"/>
    <w:rsid w:val="003C67B6"/>
    <w:rsid w:val="003D5A6B"/>
    <w:rsid w:val="003F11A4"/>
    <w:rsid w:val="00402E12"/>
    <w:rsid w:val="0040364D"/>
    <w:rsid w:val="004347BF"/>
    <w:rsid w:val="0044216F"/>
    <w:rsid w:val="00450C07"/>
    <w:rsid w:val="00451BC7"/>
    <w:rsid w:val="00461257"/>
    <w:rsid w:val="00467E30"/>
    <w:rsid w:val="0047305F"/>
    <w:rsid w:val="00475986"/>
    <w:rsid w:val="004763CD"/>
    <w:rsid w:val="00487F00"/>
    <w:rsid w:val="00491F17"/>
    <w:rsid w:val="00497878"/>
    <w:rsid w:val="004A1D7B"/>
    <w:rsid w:val="004A6C70"/>
    <w:rsid w:val="004B4E92"/>
    <w:rsid w:val="004C7796"/>
    <w:rsid w:val="004E5AF6"/>
    <w:rsid w:val="004F0784"/>
    <w:rsid w:val="004F0CCB"/>
    <w:rsid w:val="004F5E2D"/>
    <w:rsid w:val="004F74E5"/>
    <w:rsid w:val="0051658F"/>
    <w:rsid w:val="005232AB"/>
    <w:rsid w:val="0054400A"/>
    <w:rsid w:val="0054431A"/>
    <w:rsid w:val="00563926"/>
    <w:rsid w:val="00571A76"/>
    <w:rsid w:val="00574D69"/>
    <w:rsid w:val="00592542"/>
    <w:rsid w:val="005A32EC"/>
    <w:rsid w:val="005A7702"/>
    <w:rsid w:val="005B0BC1"/>
    <w:rsid w:val="005B32E9"/>
    <w:rsid w:val="005B76F7"/>
    <w:rsid w:val="005C13E7"/>
    <w:rsid w:val="005E385E"/>
    <w:rsid w:val="005E7A71"/>
    <w:rsid w:val="00630825"/>
    <w:rsid w:val="00656C40"/>
    <w:rsid w:val="00656E44"/>
    <w:rsid w:val="006614C3"/>
    <w:rsid w:val="0068343F"/>
    <w:rsid w:val="006A1E59"/>
    <w:rsid w:val="006F12CB"/>
    <w:rsid w:val="007021C4"/>
    <w:rsid w:val="007314CC"/>
    <w:rsid w:val="00734F48"/>
    <w:rsid w:val="007417DB"/>
    <w:rsid w:val="00742D55"/>
    <w:rsid w:val="007512E8"/>
    <w:rsid w:val="007547EC"/>
    <w:rsid w:val="007754DA"/>
    <w:rsid w:val="00783581"/>
    <w:rsid w:val="00784330"/>
    <w:rsid w:val="00784F64"/>
    <w:rsid w:val="007A1F42"/>
    <w:rsid w:val="007B4EBA"/>
    <w:rsid w:val="007C02DB"/>
    <w:rsid w:val="007D5607"/>
    <w:rsid w:val="007E018D"/>
    <w:rsid w:val="00804E53"/>
    <w:rsid w:val="00826959"/>
    <w:rsid w:val="0083022D"/>
    <w:rsid w:val="008321F5"/>
    <w:rsid w:val="0084259A"/>
    <w:rsid w:val="00847BCF"/>
    <w:rsid w:val="00863C2C"/>
    <w:rsid w:val="00877AC3"/>
    <w:rsid w:val="00895C03"/>
    <w:rsid w:val="008A1C1D"/>
    <w:rsid w:val="008A7717"/>
    <w:rsid w:val="008B61E1"/>
    <w:rsid w:val="008E3416"/>
    <w:rsid w:val="00903AFB"/>
    <w:rsid w:val="00945226"/>
    <w:rsid w:val="00953D61"/>
    <w:rsid w:val="00955D90"/>
    <w:rsid w:val="0096085A"/>
    <w:rsid w:val="0097097A"/>
    <w:rsid w:val="00977FA4"/>
    <w:rsid w:val="00993D7E"/>
    <w:rsid w:val="009A33A2"/>
    <w:rsid w:val="009A53B0"/>
    <w:rsid w:val="009B1933"/>
    <w:rsid w:val="009E4576"/>
    <w:rsid w:val="009F72C2"/>
    <w:rsid w:val="00A07430"/>
    <w:rsid w:val="00A13C6C"/>
    <w:rsid w:val="00A15908"/>
    <w:rsid w:val="00A275C5"/>
    <w:rsid w:val="00A53337"/>
    <w:rsid w:val="00A602CA"/>
    <w:rsid w:val="00A62B82"/>
    <w:rsid w:val="00A737BA"/>
    <w:rsid w:val="00A827FA"/>
    <w:rsid w:val="00AB0952"/>
    <w:rsid w:val="00AB5F1E"/>
    <w:rsid w:val="00AC6251"/>
    <w:rsid w:val="00AE13C3"/>
    <w:rsid w:val="00B2242C"/>
    <w:rsid w:val="00B344DE"/>
    <w:rsid w:val="00B51C38"/>
    <w:rsid w:val="00BA7845"/>
    <w:rsid w:val="00BC64FB"/>
    <w:rsid w:val="00BD7A35"/>
    <w:rsid w:val="00BE04DE"/>
    <w:rsid w:val="00BF4708"/>
    <w:rsid w:val="00C228A8"/>
    <w:rsid w:val="00C302BC"/>
    <w:rsid w:val="00C611A6"/>
    <w:rsid w:val="00C74EE1"/>
    <w:rsid w:val="00C77D36"/>
    <w:rsid w:val="00C84FF5"/>
    <w:rsid w:val="00CA78F0"/>
    <w:rsid w:val="00CC1577"/>
    <w:rsid w:val="00CC2521"/>
    <w:rsid w:val="00CE074B"/>
    <w:rsid w:val="00CF1BB7"/>
    <w:rsid w:val="00D058B7"/>
    <w:rsid w:val="00D11A2E"/>
    <w:rsid w:val="00D16B72"/>
    <w:rsid w:val="00D207A0"/>
    <w:rsid w:val="00D2548E"/>
    <w:rsid w:val="00D43A60"/>
    <w:rsid w:val="00D57562"/>
    <w:rsid w:val="00D82E88"/>
    <w:rsid w:val="00DB340F"/>
    <w:rsid w:val="00DC52DD"/>
    <w:rsid w:val="00DD466C"/>
    <w:rsid w:val="00DD51B7"/>
    <w:rsid w:val="00E16BAF"/>
    <w:rsid w:val="00E207E9"/>
    <w:rsid w:val="00E21694"/>
    <w:rsid w:val="00E51063"/>
    <w:rsid w:val="00E6180C"/>
    <w:rsid w:val="00E64B53"/>
    <w:rsid w:val="00E6501A"/>
    <w:rsid w:val="00E72D9E"/>
    <w:rsid w:val="00E9031F"/>
    <w:rsid w:val="00E95A8F"/>
    <w:rsid w:val="00EA4C7A"/>
    <w:rsid w:val="00EA537C"/>
    <w:rsid w:val="00EE5DAB"/>
    <w:rsid w:val="00EE7C47"/>
    <w:rsid w:val="00EF01B2"/>
    <w:rsid w:val="00F33B21"/>
    <w:rsid w:val="00F65CCD"/>
    <w:rsid w:val="00F71361"/>
    <w:rsid w:val="00F73D1F"/>
    <w:rsid w:val="00F82E9A"/>
    <w:rsid w:val="00F84204"/>
    <w:rsid w:val="00F92AF3"/>
    <w:rsid w:val="00FA532D"/>
    <w:rsid w:val="00FB00AF"/>
    <w:rsid w:val="00FB3A68"/>
    <w:rsid w:val="00FC44B4"/>
    <w:rsid w:val="00FD001A"/>
    <w:rsid w:val="00FE3024"/>
    <w:rsid w:val="00FE42B7"/>
    <w:rsid w:val="00FE4873"/>
    <w:rsid w:val="00FE5D78"/>
    <w:rsid w:val="00FE773C"/>
    <w:rsid w:val="00FF6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416"/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E3416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E3416"/>
    <w:pPr>
      <w:keepNext/>
      <w:ind w:left="426" w:right="283" w:firstLine="425"/>
      <w:outlineLvl w:val="2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E3416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E3416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FE4873"/>
    <w:pPr>
      <w:ind w:left="720"/>
      <w:contextualSpacing/>
    </w:pPr>
  </w:style>
  <w:style w:type="table" w:styleId="TableGrid">
    <w:name w:val="Table Grid"/>
    <w:basedOn w:val="TableNormal"/>
    <w:uiPriority w:val="99"/>
    <w:rsid w:val="00F73D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451BC7"/>
    <w:rPr>
      <w:rFonts w:eastAsia="Times New Roman"/>
    </w:rPr>
  </w:style>
  <w:style w:type="paragraph" w:customStyle="1" w:styleId="1">
    <w:name w:val="Без интервала1"/>
    <w:uiPriority w:val="99"/>
    <w:rsid w:val="00BC64FB"/>
    <w:rPr>
      <w:rFonts w:eastAsia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618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618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48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</TotalTime>
  <Pages>4</Pages>
  <Words>1050</Words>
  <Characters>5988</Characters>
  <Application>Microsoft Office Outlook</Application>
  <DocSecurity>0</DocSecurity>
  <Lines>0</Lines>
  <Paragraphs>0</Paragraphs>
  <ScaleCrop>false</ScaleCrop>
  <Company>Kontora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    МІСЬКА   РАДА</dc:title>
  <dc:subject/>
  <dc:creator>administrator</dc:creator>
  <cp:keywords/>
  <dc:description/>
  <cp:lastModifiedBy>tatyna</cp:lastModifiedBy>
  <cp:revision>12</cp:revision>
  <cp:lastPrinted>2017-11-29T07:16:00Z</cp:lastPrinted>
  <dcterms:created xsi:type="dcterms:W3CDTF">2017-11-29T06:04:00Z</dcterms:created>
  <dcterms:modified xsi:type="dcterms:W3CDTF">2017-12-03T21:26:00Z</dcterms:modified>
</cp:coreProperties>
</file>