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2CA" w:rsidRDefault="00D042CA" w:rsidP="008F3163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D042CA" w:rsidRPr="00C27FB1" w:rsidRDefault="00D042CA" w:rsidP="008F3163">
      <w:pPr>
        <w:pStyle w:val="Heading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 w:rsidR="00D042CA" w:rsidRDefault="00D042CA" w:rsidP="008F3163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D042CA" w:rsidRDefault="00D042CA" w:rsidP="008F3163">
      <w:pPr>
        <w:pStyle w:val="Heading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   »  грудня</w:t>
      </w:r>
      <w:bookmarkStart w:id="0" w:name="_GoBack"/>
      <w:bookmarkEnd w:id="0"/>
      <w:r>
        <w:rPr>
          <w:b/>
          <w:sz w:val="24"/>
          <w:szCs w:val="24"/>
          <w:lang w:val="uk-UA"/>
        </w:rPr>
        <w:t xml:space="preserve"> 2017 року</w:t>
      </w:r>
    </w:p>
    <w:p w:rsidR="00D042CA" w:rsidRDefault="00D042CA" w:rsidP="008F3163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D042CA" w:rsidRDefault="00D042CA" w:rsidP="008F31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042CA" w:rsidRDefault="00D042CA" w:rsidP="008F31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 присвячених </w:t>
      </w:r>
    </w:p>
    <w:p w:rsidR="00D042CA" w:rsidRDefault="00D042CA" w:rsidP="008F31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Дню вшанування учасників бойових дій на </w:t>
      </w:r>
    </w:p>
    <w:p w:rsidR="00D042CA" w:rsidRDefault="00D042CA" w:rsidP="008F31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території інших держав </w:t>
      </w:r>
    </w:p>
    <w:p w:rsidR="00D042CA" w:rsidRDefault="00D042CA" w:rsidP="008F3163">
      <w:pPr>
        <w:rPr>
          <w:sz w:val="24"/>
          <w:szCs w:val="24"/>
          <w:lang w:val="uk-UA"/>
        </w:rPr>
      </w:pPr>
    </w:p>
    <w:p w:rsidR="00D042CA" w:rsidRPr="005B56A7" w:rsidRDefault="00D042CA" w:rsidP="008F3163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4"/>
          <w:szCs w:val="24"/>
          <w:lang w:val="uk-UA"/>
        </w:rPr>
        <w:t xml:space="preserve">Керуючись ст.32 Закону України «Про місцеве самоврядування в Україні», рішенням виконавчого комітету від </w:t>
      </w:r>
      <w:r>
        <w:rPr>
          <w:color w:val="FF0000"/>
          <w:sz w:val="24"/>
          <w:szCs w:val="24"/>
          <w:lang w:val="uk-UA"/>
        </w:rPr>
        <w:t>____ грудня 2017 року № _____</w:t>
      </w:r>
      <w:r>
        <w:rPr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 та з метою  проведення міських заходів, присвячених Дню вшанування учасників бойових дій на території інших держав виконком міської ради</w:t>
      </w:r>
    </w:p>
    <w:p w:rsidR="00D042CA" w:rsidRDefault="00D042CA" w:rsidP="008F3163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>
        <w:rPr>
          <w:b/>
          <w:sz w:val="24"/>
          <w:szCs w:val="24"/>
          <w:lang w:val="uk-UA"/>
        </w:rPr>
        <w:t>ВИРІШИВ:</w:t>
      </w:r>
    </w:p>
    <w:p w:rsidR="00D042CA" w:rsidRDefault="00D042CA" w:rsidP="005B56A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  <w:t>1. Затвердити склад організаційного комітету щодо проведення міських заходів, присвячених присвячених Дню вшанування учасників бойових дій на території інших держав   (Додаток 1).</w:t>
      </w:r>
    </w:p>
    <w:p w:rsidR="00D042CA" w:rsidRDefault="00D042CA" w:rsidP="005B56A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ab/>
        <w:t>2. Затвердити план проведення міських заходів, присвячених Дню вшанування учасників бойових дій на території інших держав   (Додаток 2).</w:t>
      </w:r>
    </w:p>
    <w:p w:rsidR="00D042CA" w:rsidRDefault="00D042CA" w:rsidP="005B56A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ab/>
        <w:t>3.  Затвердити кошторис витрат відділу культури</w:t>
      </w:r>
      <w:r w:rsidRPr="00E53AE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щодо проведення міських заходів, присвячених Дню вшанування учасників бойових дій на території інших держав   (Додаток 3).</w:t>
      </w:r>
    </w:p>
    <w:p w:rsidR="00D042CA" w:rsidRDefault="00D042CA" w:rsidP="005B56A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ab/>
        <w:t>4.  Міському фінуправлінню (Багрінцевій М.І.) профінансувати витрати на проведення міських заходів,</w:t>
      </w:r>
      <w:r w:rsidRPr="00110C7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присвячених Дню вшанування учасників бойових дій на території інших держав, згідно кошторису відділу культури, у межах передбачених лімітів та існуючих фінансових можливостей.</w:t>
      </w:r>
    </w:p>
    <w:p w:rsidR="00D042CA" w:rsidRDefault="00D042CA" w:rsidP="005B56A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ab/>
        <w:t>5.  Дане рішення підлягає оприлюдненню.</w:t>
      </w:r>
    </w:p>
    <w:p w:rsidR="00D042CA" w:rsidRDefault="00D042CA" w:rsidP="005B56A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ab/>
        <w:t>6.  Контроль за виконанням даного рішення покласти на заступника міського голови з питань діяльності виконавчих органів міської ради Зарецького С.В.</w:t>
      </w:r>
    </w:p>
    <w:p w:rsidR="00D042CA" w:rsidRDefault="00D042CA" w:rsidP="005B56A7">
      <w:pPr>
        <w:rPr>
          <w:b/>
          <w:sz w:val="24"/>
          <w:szCs w:val="24"/>
          <w:lang w:val="uk-UA"/>
        </w:rPr>
      </w:pPr>
    </w:p>
    <w:p w:rsidR="00D042CA" w:rsidRDefault="00D042CA" w:rsidP="005B56A7">
      <w:pPr>
        <w:rPr>
          <w:b/>
          <w:sz w:val="24"/>
          <w:szCs w:val="24"/>
          <w:lang w:val="uk-UA"/>
        </w:rPr>
      </w:pPr>
    </w:p>
    <w:p w:rsidR="00D042CA" w:rsidRPr="005B56A7" w:rsidRDefault="00D042CA" w:rsidP="005B56A7">
      <w:pPr>
        <w:jc w:val="center"/>
        <w:rPr>
          <w:b/>
          <w:sz w:val="26"/>
          <w:szCs w:val="26"/>
          <w:lang w:val="uk-UA"/>
        </w:rPr>
      </w:pPr>
      <w:r w:rsidRPr="005B56A7">
        <w:rPr>
          <w:b/>
          <w:bCs/>
          <w:sz w:val="26"/>
          <w:szCs w:val="26"/>
          <w:lang w:val="uk-UA"/>
        </w:rPr>
        <w:t>Міський голова                                                                             В. В. Казаков</w:t>
      </w:r>
    </w:p>
    <w:p w:rsidR="00D042CA" w:rsidRDefault="00D042CA" w:rsidP="005B56A7">
      <w:pPr>
        <w:rPr>
          <w:b/>
          <w:sz w:val="24"/>
          <w:szCs w:val="24"/>
          <w:lang w:val="uk-UA"/>
        </w:rPr>
      </w:pPr>
    </w:p>
    <w:p w:rsidR="00D042CA" w:rsidRDefault="00D042CA" w:rsidP="005B56A7">
      <w:pPr>
        <w:rPr>
          <w:b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7914"/>
        <w:gridCol w:w="2098"/>
      </w:tblGrid>
      <w:tr w:rsidR="00D042CA" w:rsidTr="00E3062C">
        <w:tc>
          <w:tcPr>
            <w:tcW w:w="8075" w:type="dxa"/>
          </w:tcPr>
          <w:p w:rsidR="00D042CA" w:rsidRPr="00162EB0" w:rsidRDefault="00D042CA" w:rsidP="00E3062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62E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D042CA" w:rsidRPr="00162EB0" w:rsidRDefault="00D042CA" w:rsidP="00E3062C">
            <w:pPr>
              <w:rPr>
                <w:b/>
                <w:sz w:val="24"/>
                <w:szCs w:val="24"/>
                <w:lang w:val="uk-UA"/>
              </w:rPr>
            </w:pPr>
            <w:r w:rsidRPr="00162EB0">
              <w:rPr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120" w:type="dxa"/>
          </w:tcPr>
          <w:p w:rsidR="00D042CA" w:rsidRPr="00162EB0" w:rsidRDefault="00D042CA" w:rsidP="00E3062C">
            <w:pPr>
              <w:rPr>
                <w:sz w:val="24"/>
                <w:szCs w:val="24"/>
                <w:lang w:val="uk-UA"/>
              </w:rPr>
            </w:pPr>
          </w:p>
          <w:p w:rsidR="00D042CA" w:rsidRPr="00162EB0" w:rsidRDefault="00D042CA" w:rsidP="00E3062C">
            <w:pPr>
              <w:rPr>
                <w:b/>
                <w:sz w:val="24"/>
                <w:szCs w:val="24"/>
                <w:lang w:val="uk-UA"/>
              </w:rPr>
            </w:pPr>
            <w:r w:rsidRPr="00162EB0">
              <w:rPr>
                <w:sz w:val="24"/>
                <w:szCs w:val="24"/>
                <w:lang w:val="uk-UA"/>
              </w:rPr>
              <w:t>Т. В. Грачова</w:t>
            </w:r>
          </w:p>
        </w:tc>
      </w:tr>
      <w:tr w:rsidR="00D042CA" w:rsidTr="00E3062C">
        <w:tc>
          <w:tcPr>
            <w:tcW w:w="8075" w:type="dxa"/>
          </w:tcPr>
          <w:p w:rsidR="00D042CA" w:rsidRPr="00162EB0" w:rsidRDefault="00D042CA" w:rsidP="00E3062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D042CA" w:rsidRPr="00162EB0" w:rsidRDefault="00D042CA" w:rsidP="00E3062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62E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D042CA" w:rsidRPr="00162EB0" w:rsidRDefault="00D042CA" w:rsidP="00E3062C">
            <w:pPr>
              <w:rPr>
                <w:b/>
                <w:sz w:val="24"/>
                <w:szCs w:val="24"/>
                <w:lang w:val="uk-UA"/>
              </w:rPr>
            </w:pPr>
            <w:r w:rsidRPr="00162EB0">
              <w:rPr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120" w:type="dxa"/>
          </w:tcPr>
          <w:p w:rsidR="00D042CA" w:rsidRPr="00162EB0" w:rsidRDefault="00D042CA" w:rsidP="00E3062C">
            <w:pPr>
              <w:rPr>
                <w:b/>
                <w:sz w:val="24"/>
                <w:szCs w:val="24"/>
                <w:lang w:val="uk-UA"/>
              </w:rPr>
            </w:pPr>
          </w:p>
          <w:p w:rsidR="00D042CA" w:rsidRPr="00162EB0" w:rsidRDefault="00D042CA" w:rsidP="00E3062C">
            <w:pPr>
              <w:pStyle w:val="NoSpacing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042CA" w:rsidRPr="00162EB0" w:rsidRDefault="00D042CA" w:rsidP="00E3062C">
            <w:pPr>
              <w:pStyle w:val="NoSpacing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2EB0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D042CA" w:rsidTr="00E3062C">
        <w:tc>
          <w:tcPr>
            <w:tcW w:w="8075" w:type="dxa"/>
          </w:tcPr>
          <w:p w:rsidR="00D042CA" w:rsidRPr="00162EB0" w:rsidRDefault="00D042CA" w:rsidP="00E3062C">
            <w:pPr>
              <w:rPr>
                <w:sz w:val="24"/>
                <w:szCs w:val="24"/>
                <w:lang w:val="uk-UA"/>
              </w:rPr>
            </w:pPr>
          </w:p>
          <w:p w:rsidR="00D042CA" w:rsidRPr="00162EB0" w:rsidRDefault="00D042CA" w:rsidP="00E3062C">
            <w:pPr>
              <w:rPr>
                <w:b/>
                <w:sz w:val="24"/>
                <w:szCs w:val="24"/>
                <w:lang w:val="uk-UA"/>
              </w:rPr>
            </w:pPr>
            <w:r w:rsidRPr="00162EB0">
              <w:rPr>
                <w:sz w:val="24"/>
                <w:szCs w:val="24"/>
                <w:lang w:val="uk-UA"/>
              </w:rPr>
              <w:t>Заступник міського голови</w:t>
            </w:r>
          </w:p>
        </w:tc>
        <w:tc>
          <w:tcPr>
            <w:tcW w:w="2120" w:type="dxa"/>
          </w:tcPr>
          <w:p w:rsidR="00D042CA" w:rsidRPr="00162EB0" w:rsidRDefault="00D042CA" w:rsidP="00E3062C">
            <w:pPr>
              <w:rPr>
                <w:sz w:val="24"/>
                <w:szCs w:val="24"/>
                <w:lang w:val="uk-UA"/>
              </w:rPr>
            </w:pPr>
          </w:p>
          <w:p w:rsidR="00D042CA" w:rsidRPr="00162EB0" w:rsidRDefault="00D042CA" w:rsidP="00E3062C">
            <w:pPr>
              <w:rPr>
                <w:b/>
                <w:sz w:val="24"/>
                <w:szCs w:val="24"/>
                <w:lang w:val="uk-UA"/>
              </w:rPr>
            </w:pPr>
            <w:r w:rsidRPr="00162EB0">
              <w:rPr>
                <w:sz w:val="24"/>
                <w:szCs w:val="24"/>
                <w:lang w:val="uk-UA"/>
              </w:rPr>
              <w:t>О. І.   Ярош</w:t>
            </w:r>
          </w:p>
        </w:tc>
      </w:tr>
      <w:tr w:rsidR="00D042CA" w:rsidTr="00E3062C">
        <w:tc>
          <w:tcPr>
            <w:tcW w:w="8075" w:type="dxa"/>
          </w:tcPr>
          <w:p w:rsidR="00D042CA" w:rsidRPr="00162EB0" w:rsidRDefault="00D042CA" w:rsidP="00E3062C">
            <w:pPr>
              <w:rPr>
                <w:sz w:val="24"/>
                <w:szCs w:val="24"/>
                <w:lang w:val="uk-UA"/>
              </w:rPr>
            </w:pPr>
          </w:p>
          <w:p w:rsidR="00D042CA" w:rsidRPr="00162EB0" w:rsidRDefault="00D042CA" w:rsidP="00E3062C">
            <w:pPr>
              <w:rPr>
                <w:b/>
                <w:sz w:val="24"/>
                <w:szCs w:val="24"/>
                <w:lang w:val="uk-UA"/>
              </w:rPr>
            </w:pPr>
            <w:r w:rsidRPr="00162EB0">
              <w:rPr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120" w:type="dxa"/>
          </w:tcPr>
          <w:p w:rsidR="00D042CA" w:rsidRPr="00162EB0" w:rsidRDefault="00D042CA" w:rsidP="00E3062C">
            <w:pPr>
              <w:pStyle w:val="NoSpacing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042CA" w:rsidRPr="00162EB0" w:rsidRDefault="00D042CA" w:rsidP="00E3062C">
            <w:pPr>
              <w:pStyle w:val="NoSpacing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2EB0">
              <w:rPr>
                <w:rFonts w:ascii="Times New Roman" w:hAnsi="Times New Roman"/>
                <w:sz w:val="24"/>
                <w:szCs w:val="24"/>
                <w:lang w:val="uk-UA"/>
              </w:rPr>
              <w:t>С. В. Зарецький</w:t>
            </w:r>
          </w:p>
        </w:tc>
      </w:tr>
      <w:tr w:rsidR="00D042CA" w:rsidTr="00E3062C">
        <w:tc>
          <w:tcPr>
            <w:tcW w:w="8075" w:type="dxa"/>
          </w:tcPr>
          <w:p w:rsidR="00D042CA" w:rsidRPr="00162EB0" w:rsidRDefault="00D042CA" w:rsidP="00E3062C">
            <w:pPr>
              <w:rPr>
                <w:sz w:val="24"/>
                <w:szCs w:val="24"/>
                <w:lang w:val="uk-UA"/>
              </w:rPr>
            </w:pPr>
          </w:p>
          <w:p w:rsidR="00D042CA" w:rsidRPr="00162EB0" w:rsidRDefault="00D042CA" w:rsidP="00E3062C">
            <w:pPr>
              <w:rPr>
                <w:b/>
                <w:sz w:val="24"/>
                <w:szCs w:val="24"/>
                <w:lang w:val="uk-UA"/>
              </w:rPr>
            </w:pPr>
            <w:r w:rsidRPr="00162EB0">
              <w:rPr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120" w:type="dxa"/>
          </w:tcPr>
          <w:p w:rsidR="00D042CA" w:rsidRPr="00162EB0" w:rsidRDefault="00D042CA" w:rsidP="00E3062C">
            <w:pPr>
              <w:pStyle w:val="NoSpacing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042CA" w:rsidRPr="00162EB0" w:rsidRDefault="00D042CA" w:rsidP="00E3062C">
            <w:pPr>
              <w:pStyle w:val="NoSpacing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2E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Багрінцева  </w:t>
            </w:r>
          </w:p>
        </w:tc>
      </w:tr>
      <w:tr w:rsidR="00D042CA" w:rsidTr="00E3062C">
        <w:tc>
          <w:tcPr>
            <w:tcW w:w="8075" w:type="dxa"/>
          </w:tcPr>
          <w:p w:rsidR="00D042CA" w:rsidRPr="00162EB0" w:rsidRDefault="00D042CA" w:rsidP="00E3062C">
            <w:pPr>
              <w:pStyle w:val="NoSpacing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2EB0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D042CA" w:rsidRPr="00162EB0" w:rsidRDefault="00D042CA" w:rsidP="00E3062C">
            <w:pPr>
              <w:rPr>
                <w:b/>
                <w:sz w:val="24"/>
                <w:szCs w:val="24"/>
                <w:lang w:val="uk-UA"/>
              </w:rPr>
            </w:pPr>
            <w:r w:rsidRPr="00162EB0">
              <w:rPr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120" w:type="dxa"/>
          </w:tcPr>
          <w:p w:rsidR="00D042CA" w:rsidRPr="00162EB0" w:rsidRDefault="00D042CA" w:rsidP="00E3062C">
            <w:pPr>
              <w:rPr>
                <w:b/>
                <w:sz w:val="24"/>
                <w:szCs w:val="24"/>
                <w:lang w:val="uk-UA"/>
              </w:rPr>
            </w:pPr>
          </w:p>
          <w:p w:rsidR="00D042CA" w:rsidRPr="00162EB0" w:rsidRDefault="00D042CA" w:rsidP="00E3062C">
            <w:pPr>
              <w:rPr>
                <w:b/>
                <w:sz w:val="24"/>
                <w:szCs w:val="24"/>
                <w:lang w:val="uk-UA"/>
              </w:rPr>
            </w:pPr>
            <w:r w:rsidRPr="00162EB0">
              <w:rPr>
                <w:sz w:val="24"/>
                <w:szCs w:val="24"/>
                <w:lang w:val="uk-UA"/>
              </w:rPr>
              <w:t>В. В. Рудь</w:t>
            </w:r>
          </w:p>
        </w:tc>
      </w:tr>
    </w:tbl>
    <w:p w:rsidR="00D042CA" w:rsidRPr="009D2034" w:rsidRDefault="00D042CA" w:rsidP="009D2034">
      <w:pPr>
        <w:pStyle w:val="NoSpacing"/>
        <w:rPr>
          <w:rFonts w:ascii="Times New Roman" w:hAnsi="Times New Roman"/>
          <w:sz w:val="24"/>
          <w:szCs w:val="24"/>
          <w:lang w:val="uk-UA"/>
        </w:rPr>
      </w:pPr>
    </w:p>
    <w:p w:rsidR="00D042CA" w:rsidRDefault="00D042CA" w:rsidP="008F31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Додаток 1</w:t>
      </w:r>
    </w:p>
    <w:p w:rsidR="00D042CA" w:rsidRDefault="00D042CA" w:rsidP="008F31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D042CA" w:rsidRDefault="00D042CA" w:rsidP="008F31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від  «   » грудня 2017 року № </w:t>
      </w:r>
    </w:p>
    <w:p w:rsidR="00D042CA" w:rsidRDefault="00D042CA" w:rsidP="008F31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</w:t>
      </w:r>
    </w:p>
    <w:p w:rsidR="00D042CA" w:rsidRDefault="00D042CA" w:rsidP="00822CD4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</w:t>
      </w:r>
    </w:p>
    <w:p w:rsidR="00D042CA" w:rsidRPr="008F3163" w:rsidRDefault="00D042CA" w:rsidP="008F3163">
      <w:pPr>
        <w:ind w:left="-709"/>
        <w:jc w:val="center"/>
        <w:rPr>
          <w:sz w:val="24"/>
          <w:szCs w:val="24"/>
          <w:lang w:val="uk-UA"/>
        </w:rPr>
      </w:pPr>
      <w:r w:rsidRPr="008F3163">
        <w:rPr>
          <w:sz w:val="24"/>
          <w:szCs w:val="24"/>
          <w:lang w:val="uk-UA"/>
        </w:rPr>
        <w:t>СКЛАД</w:t>
      </w:r>
    </w:p>
    <w:p w:rsidR="00D042CA" w:rsidRDefault="00D042CA" w:rsidP="008F3163">
      <w:pPr>
        <w:ind w:left="-709"/>
        <w:jc w:val="center"/>
        <w:rPr>
          <w:sz w:val="24"/>
          <w:szCs w:val="24"/>
          <w:lang w:val="uk-UA"/>
        </w:rPr>
      </w:pPr>
      <w:r w:rsidRPr="008F3163">
        <w:rPr>
          <w:sz w:val="24"/>
          <w:szCs w:val="24"/>
          <w:lang w:val="uk-UA"/>
        </w:rPr>
        <w:t xml:space="preserve">    організаційного комітету</w:t>
      </w:r>
      <w:r>
        <w:rPr>
          <w:sz w:val="24"/>
          <w:szCs w:val="24"/>
          <w:lang w:val="uk-UA"/>
        </w:rPr>
        <w:t xml:space="preserve"> щодо   проведення міських заходів, присвячених</w:t>
      </w:r>
    </w:p>
    <w:p w:rsidR="00D042CA" w:rsidRDefault="00D042CA" w:rsidP="008F3163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Дню вшанування учасників бойових дій на території інших держав </w:t>
      </w:r>
    </w:p>
    <w:p w:rsidR="00D042CA" w:rsidRDefault="00D042CA" w:rsidP="008F3163">
      <w:pPr>
        <w:jc w:val="center"/>
        <w:rPr>
          <w:sz w:val="24"/>
          <w:szCs w:val="24"/>
          <w:lang w:val="uk-UA"/>
        </w:rPr>
      </w:pPr>
    </w:p>
    <w:p w:rsidR="00D042CA" w:rsidRDefault="00D042CA" w:rsidP="008F3163">
      <w:pPr>
        <w:jc w:val="center"/>
        <w:rPr>
          <w:sz w:val="24"/>
          <w:szCs w:val="24"/>
          <w:lang w:val="uk-UA"/>
        </w:rPr>
      </w:pPr>
    </w:p>
    <w:p w:rsidR="00D042CA" w:rsidRPr="00FB65AC" w:rsidRDefault="00D042CA" w:rsidP="00822CD4">
      <w:pPr>
        <w:ind w:left="200"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Зарецький С.В.            - заступник міського голови, голова оргкомітету</w:t>
      </w:r>
    </w:p>
    <w:p w:rsidR="00D042CA" w:rsidRPr="00FB65AC" w:rsidRDefault="00D042CA" w:rsidP="00822CD4">
      <w:pPr>
        <w:ind w:left="200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D042CA" w:rsidRPr="00FB65AC" w:rsidRDefault="00D042CA" w:rsidP="00822CD4">
      <w:pPr>
        <w:ind w:left="200"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Пригеба Г.В.                - заступник міського голови, співголова оргкомітету</w:t>
      </w:r>
    </w:p>
    <w:p w:rsidR="00D042CA" w:rsidRDefault="00D042CA" w:rsidP="00822CD4">
      <w:pPr>
        <w:ind w:left="200"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Журба Ю.А.                 - керуючий справами виконкому, співголова оргкомітету</w:t>
      </w:r>
    </w:p>
    <w:p w:rsidR="00D042CA" w:rsidRDefault="00D042CA" w:rsidP="00822CD4">
      <w:pPr>
        <w:pStyle w:val="NoSpacing"/>
        <w:ind w:left="200"/>
        <w:rPr>
          <w:rFonts w:ascii="Times New Roman" w:hAnsi="Times New Roman"/>
          <w:sz w:val="24"/>
          <w:szCs w:val="24"/>
          <w:lang w:val="uk-UA"/>
        </w:rPr>
      </w:pPr>
    </w:p>
    <w:p w:rsidR="00D042CA" w:rsidRPr="00230FB9" w:rsidRDefault="00D042CA" w:rsidP="00822CD4">
      <w:pPr>
        <w:pStyle w:val="NoSpacing"/>
        <w:ind w:left="200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D042CA" w:rsidRPr="00230FB9" w:rsidRDefault="00D042CA" w:rsidP="00822CD4">
      <w:pPr>
        <w:pStyle w:val="NoSpacing"/>
        <w:ind w:left="20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853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A0"/>
      </w:tblPr>
      <w:tblGrid>
        <w:gridCol w:w="2482"/>
        <w:gridCol w:w="7371"/>
      </w:tblGrid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т.в.о. начальника УПП в місті Сєвєродонецьк (за згодою)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Колєснік Н.С.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департаменту економічного розвитку та торгівлі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Катасон О.В.        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Вернер А.І.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УЖКГ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Погорелов Д.О.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«Житлосервіс «Світанок»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Каширіна О.Г.        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Кузьменко Ю.О.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 молоді та спорту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Красюк Т.Г.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Руденко Г.В.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в.о. головного редактора міської газети «Сєвєродонецькі вісті»</w:t>
            </w:r>
          </w:p>
        </w:tc>
      </w:tr>
      <w:tr w:rsidR="00D042CA" w:rsidRPr="00C141C0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Тісман Т.М.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Лозиченко  С.І.         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т.в.о. начальника міського відділу поліції ГУНП  (за згодою)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Тарасов В.І.             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«Єдина аварійна диспетчерська служба»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Сатін С.А.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«Сєвєродонецькліфт»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Іванова Н.М.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галерея мистецтв»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Шматко Л.Є.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КПНЗ «Сєвєродонецька дитяча художня школа»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ім. Й. Б. Курлата»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Чуйкова Н.А.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Метьолкін Г.Г.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Кішко О.Л.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КПНЗ «Борівська дитяча школа мистецтв»</w:t>
            </w:r>
          </w:p>
        </w:tc>
      </w:tr>
      <w:tr w:rsidR="00D042CA" w:rsidTr="00E3062C">
        <w:tc>
          <w:tcPr>
            <w:tcW w:w="248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Нєхаєва О.М.</w:t>
            </w:r>
          </w:p>
        </w:tc>
        <w:tc>
          <w:tcPr>
            <w:tcW w:w="737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</w:tbl>
    <w:p w:rsidR="00D042CA" w:rsidRPr="00410019" w:rsidRDefault="00D042CA" w:rsidP="00822CD4">
      <w:pPr>
        <w:pStyle w:val="NoSpacing"/>
        <w:rPr>
          <w:rFonts w:ascii="Times New Roman" w:hAnsi="Times New Roman"/>
          <w:sz w:val="24"/>
          <w:szCs w:val="24"/>
        </w:rPr>
      </w:pPr>
    </w:p>
    <w:p w:rsidR="00D042CA" w:rsidRDefault="00D042CA" w:rsidP="00822CD4">
      <w:pPr>
        <w:ind w:right="-425"/>
        <w:rPr>
          <w:b/>
          <w:sz w:val="24"/>
          <w:szCs w:val="24"/>
          <w:lang w:val="uk-UA"/>
        </w:rPr>
      </w:pPr>
    </w:p>
    <w:p w:rsidR="00D042CA" w:rsidRDefault="00D042CA" w:rsidP="00822CD4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D042CA" w:rsidRPr="00697365" w:rsidRDefault="00D042CA" w:rsidP="00822CD4">
      <w:pPr>
        <w:tabs>
          <w:tab w:val="left" w:pos="7095"/>
        </w:tabs>
        <w:spacing w:line="360" w:lineRule="auto"/>
        <w:rPr>
          <w:color w:val="FF0000"/>
          <w:sz w:val="24"/>
          <w:szCs w:val="24"/>
          <w:lang w:val="uk-UA"/>
        </w:rPr>
      </w:pPr>
    </w:p>
    <w:p w:rsidR="00D042CA" w:rsidRDefault="00D042CA" w:rsidP="008F3163">
      <w:pPr>
        <w:rPr>
          <w:sz w:val="28"/>
          <w:lang w:val="uk-UA"/>
        </w:rPr>
      </w:pPr>
    </w:p>
    <w:p w:rsidR="00D042CA" w:rsidRDefault="00D042CA" w:rsidP="008F31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Додаток 2</w:t>
      </w:r>
    </w:p>
    <w:p w:rsidR="00D042CA" w:rsidRDefault="00D042CA" w:rsidP="008F31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до рішення виконкому</w:t>
      </w:r>
    </w:p>
    <w:p w:rsidR="00D042CA" w:rsidRDefault="00D042CA" w:rsidP="008F31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від «    » грудня 2017 року № </w:t>
      </w:r>
    </w:p>
    <w:p w:rsidR="00D042CA" w:rsidRDefault="00D042CA" w:rsidP="008F3163">
      <w:pPr>
        <w:ind w:left="-709"/>
        <w:jc w:val="center"/>
        <w:rPr>
          <w:b/>
          <w:sz w:val="24"/>
          <w:szCs w:val="24"/>
          <w:lang w:val="uk-UA"/>
        </w:rPr>
      </w:pPr>
    </w:p>
    <w:p w:rsidR="00D042CA" w:rsidRDefault="00D042CA" w:rsidP="008F3163">
      <w:pPr>
        <w:ind w:left="-709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</w:t>
      </w:r>
    </w:p>
    <w:p w:rsidR="00D042CA" w:rsidRPr="00871BF1" w:rsidRDefault="00D042CA" w:rsidP="008F3163">
      <w:pPr>
        <w:ind w:left="-709"/>
        <w:jc w:val="center"/>
        <w:rPr>
          <w:sz w:val="24"/>
          <w:szCs w:val="24"/>
          <w:lang w:val="uk-UA"/>
        </w:rPr>
      </w:pPr>
      <w:r w:rsidRPr="00871BF1">
        <w:rPr>
          <w:sz w:val="24"/>
          <w:szCs w:val="24"/>
          <w:lang w:val="uk-UA"/>
        </w:rPr>
        <w:t xml:space="preserve">    ПЛАН</w:t>
      </w:r>
    </w:p>
    <w:p w:rsidR="00D042CA" w:rsidRPr="00871BF1" w:rsidRDefault="00D042CA" w:rsidP="008F3163">
      <w:pPr>
        <w:ind w:left="-709"/>
        <w:jc w:val="center"/>
        <w:rPr>
          <w:sz w:val="24"/>
          <w:szCs w:val="24"/>
          <w:lang w:val="uk-UA"/>
        </w:rPr>
      </w:pPr>
      <w:r w:rsidRPr="00871BF1">
        <w:rPr>
          <w:sz w:val="24"/>
          <w:szCs w:val="24"/>
          <w:lang w:val="uk-UA"/>
        </w:rPr>
        <w:t>проведення міських заходів, присвячених</w:t>
      </w:r>
    </w:p>
    <w:p w:rsidR="00D042CA" w:rsidRDefault="00D042CA" w:rsidP="008F3163">
      <w:pPr>
        <w:jc w:val="center"/>
        <w:rPr>
          <w:sz w:val="24"/>
          <w:szCs w:val="24"/>
          <w:lang w:val="uk-UA"/>
        </w:rPr>
      </w:pPr>
      <w:r w:rsidRPr="00871BF1">
        <w:rPr>
          <w:sz w:val="24"/>
          <w:szCs w:val="24"/>
          <w:lang w:val="uk-UA"/>
        </w:rPr>
        <w:t xml:space="preserve">     Дню вшанування учасників бойових дій на території інших держав  </w:t>
      </w:r>
    </w:p>
    <w:p w:rsidR="00D042CA" w:rsidRPr="00871BF1" w:rsidRDefault="00D042CA" w:rsidP="008F3163">
      <w:pPr>
        <w:jc w:val="center"/>
        <w:rPr>
          <w:sz w:val="24"/>
          <w:szCs w:val="24"/>
          <w:lang w:val="uk-UA"/>
        </w:rPr>
      </w:pPr>
    </w:p>
    <w:tbl>
      <w:tblPr>
        <w:tblW w:w="102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196"/>
        <w:gridCol w:w="2034"/>
        <w:gridCol w:w="2452"/>
      </w:tblGrid>
      <w:tr w:rsidR="00D042CA" w:rsidTr="003559B0">
        <w:tc>
          <w:tcPr>
            <w:tcW w:w="578" w:type="dxa"/>
          </w:tcPr>
          <w:p w:rsidR="00D042CA" w:rsidRDefault="00D042CA" w:rsidP="003559B0">
            <w:pPr>
              <w:tabs>
                <w:tab w:val="left" w:pos="230"/>
              </w:tabs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№</w:t>
            </w:r>
          </w:p>
        </w:tc>
        <w:tc>
          <w:tcPr>
            <w:tcW w:w="5196" w:type="dxa"/>
          </w:tcPr>
          <w:p w:rsidR="00D042CA" w:rsidRDefault="00D042C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</w:t>
            </w:r>
          </w:p>
          <w:p w:rsidR="00D042CA" w:rsidRDefault="00D042C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2034" w:type="dxa"/>
          </w:tcPr>
          <w:p w:rsidR="00D042CA" w:rsidRDefault="00D042C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</w:t>
            </w:r>
          </w:p>
          <w:p w:rsidR="00D042CA" w:rsidRDefault="00D042C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452" w:type="dxa"/>
          </w:tcPr>
          <w:p w:rsidR="00D042CA" w:rsidRDefault="00D042C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D042CA" w:rsidTr="003559B0">
        <w:trPr>
          <w:trHeight w:val="606"/>
        </w:trPr>
        <w:tc>
          <w:tcPr>
            <w:tcW w:w="578" w:type="dxa"/>
          </w:tcPr>
          <w:p w:rsidR="00D042CA" w:rsidRDefault="00D042CA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196" w:type="dxa"/>
          </w:tcPr>
          <w:p w:rsidR="00D042CA" w:rsidRDefault="00D042CA">
            <w:pPr>
              <w:ind w:right="-3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2034" w:type="dxa"/>
          </w:tcPr>
          <w:p w:rsidR="00D042CA" w:rsidRPr="00171C7B" w:rsidRDefault="00D042CA" w:rsidP="0086080A">
            <w:pPr>
              <w:tabs>
                <w:tab w:val="left" w:pos="1818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Pr="00171C7B">
              <w:rPr>
                <w:sz w:val="24"/>
                <w:szCs w:val="24"/>
                <w:lang w:val="uk-UA"/>
              </w:rPr>
              <w:t>06.02.201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D042CA" w:rsidRDefault="00D042CA" w:rsidP="00A30EA3">
            <w:pPr>
              <w:tabs>
                <w:tab w:val="left" w:pos="1818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52" w:type="dxa"/>
          </w:tcPr>
          <w:p w:rsidR="00D042CA" w:rsidRPr="00E6405C" w:rsidRDefault="00D042CA" w:rsidP="0079161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6405C">
              <w:rPr>
                <w:sz w:val="24"/>
                <w:szCs w:val="24"/>
                <w:lang w:val="uk-UA" w:eastAsia="en-US"/>
              </w:rPr>
              <w:t>Зарецький С.В.</w:t>
            </w:r>
          </w:p>
          <w:p w:rsidR="00D042CA" w:rsidRDefault="00D042CA" w:rsidP="00E930F7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D042CA" w:rsidRDefault="00D042CA" w:rsidP="00E930F7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Бондаренко О.В. </w:t>
            </w:r>
            <w:r w:rsidRPr="00230FB9">
              <w:rPr>
                <w:sz w:val="24"/>
                <w:szCs w:val="24"/>
                <w:lang w:val="uk-UA" w:eastAsia="en-US"/>
              </w:rPr>
              <w:t>Винничук Т.М.</w:t>
            </w:r>
          </w:p>
        </w:tc>
      </w:tr>
      <w:tr w:rsidR="00D042CA" w:rsidTr="003559B0">
        <w:trPr>
          <w:trHeight w:val="555"/>
        </w:trPr>
        <w:tc>
          <w:tcPr>
            <w:tcW w:w="578" w:type="dxa"/>
          </w:tcPr>
          <w:p w:rsidR="00D042CA" w:rsidRDefault="00D042CA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196" w:type="dxa"/>
          </w:tcPr>
          <w:p w:rsidR="00D042CA" w:rsidRDefault="00D042CA" w:rsidP="00E930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 впорядкування території  поховання воїнів-інтернаціоналістів на кладовищі та біля пам’ятників воїнам - інтернаціоналістам</w:t>
            </w:r>
          </w:p>
        </w:tc>
        <w:tc>
          <w:tcPr>
            <w:tcW w:w="2034" w:type="dxa"/>
          </w:tcPr>
          <w:p w:rsidR="00D042CA" w:rsidRDefault="00D042CA" w:rsidP="00E930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15.02.2018</w:t>
            </w:r>
          </w:p>
        </w:tc>
        <w:tc>
          <w:tcPr>
            <w:tcW w:w="2452" w:type="dxa"/>
          </w:tcPr>
          <w:p w:rsidR="00D042CA" w:rsidRPr="00E6405C" w:rsidRDefault="00D042CA" w:rsidP="0079161E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/>
              </w:rPr>
            </w:pPr>
            <w:r w:rsidRPr="00E6405C">
              <w:rPr>
                <w:sz w:val="24"/>
                <w:szCs w:val="24"/>
                <w:lang w:val="uk-UA"/>
              </w:rPr>
              <w:t>Вернер А.І.</w:t>
            </w:r>
          </w:p>
          <w:p w:rsidR="00D042CA" w:rsidRDefault="00D042CA" w:rsidP="00E930F7">
            <w:pPr>
              <w:rPr>
                <w:sz w:val="24"/>
                <w:szCs w:val="24"/>
                <w:lang w:val="uk-UA"/>
              </w:rPr>
            </w:pPr>
            <w:r w:rsidRPr="00514EF5">
              <w:rPr>
                <w:sz w:val="24"/>
                <w:szCs w:val="24"/>
                <w:lang w:val="uk-UA"/>
              </w:rPr>
              <w:t>Голови селищних рад</w:t>
            </w:r>
          </w:p>
        </w:tc>
      </w:tr>
      <w:tr w:rsidR="00D042CA" w:rsidRPr="00BC7861" w:rsidTr="003559B0">
        <w:tc>
          <w:tcPr>
            <w:tcW w:w="578" w:type="dxa"/>
          </w:tcPr>
          <w:p w:rsidR="00D042CA" w:rsidRDefault="00D042CA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  <w:p w:rsidR="00D042CA" w:rsidRDefault="00D042CA">
            <w:pPr>
              <w:ind w:right="282"/>
              <w:rPr>
                <w:sz w:val="24"/>
                <w:szCs w:val="24"/>
                <w:lang w:val="uk-UA"/>
              </w:rPr>
            </w:pPr>
          </w:p>
        </w:tc>
        <w:tc>
          <w:tcPr>
            <w:tcW w:w="5196" w:type="dxa"/>
          </w:tcPr>
          <w:p w:rsidR="00D042CA" w:rsidRDefault="00D042CA" w:rsidP="0087703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Підготувати звернення до керівників міських релігійних організацій з пропозицією провести </w:t>
            </w:r>
            <w:r w:rsidRPr="0079161E">
              <w:rPr>
                <w:color w:val="FF0000"/>
                <w:sz w:val="24"/>
                <w:szCs w:val="24"/>
                <w:lang w:val="uk-UA"/>
              </w:rPr>
              <w:t>15.02.2018</w:t>
            </w:r>
            <w:r>
              <w:rPr>
                <w:sz w:val="24"/>
                <w:szCs w:val="24"/>
                <w:lang w:val="uk-UA"/>
              </w:rPr>
              <w:t xml:space="preserve"> року поминальні богослужбові відправи</w:t>
            </w:r>
          </w:p>
        </w:tc>
        <w:tc>
          <w:tcPr>
            <w:tcW w:w="2034" w:type="dxa"/>
          </w:tcPr>
          <w:p w:rsidR="00D042CA" w:rsidRPr="0079161E" w:rsidRDefault="00D042CA" w:rsidP="00A1017A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79161E">
              <w:rPr>
                <w:color w:val="FF0000"/>
                <w:sz w:val="24"/>
                <w:szCs w:val="24"/>
                <w:lang w:val="uk-UA"/>
              </w:rPr>
              <w:t>до 14.02.2017</w:t>
            </w:r>
          </w:p>
        </w:tc>
        <w:tc>
          <w:tcPr>
            <w:tcW w:w="2452" w:type="dxa"/>
          </w:tcPr>
          <w:p w:rsidR="00D042CA" w:rsidRDefault="00D042CA" w:rsidP="00E930F7">
            <w:pPr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D042CA" w:rsidRPr="009D2034" w:rsidTr="003559B0">
        <w:trPr>
          <w:trHeight w:val="1093"/>
        </w:trPr>
        <w:tc>
          <w:tcPr>
            <w:tcW w:w="578" w:type="dxa"/>
          </w:tcPr>
          <w:p w:rsidR="00D042CA" w:rsidRDefault="00D042CA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196" w:type="dxa"/>
          </w:tcPr>
          <w:p w:rsidR="00D042CA" w:rsidRDefault="00D042CA" w:rsidP="00CC27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урочисте покладання квітів до «Пам’ятнику воїнам – інтернаціоналістам» керівництвом міста, учасниками бойових дій на території інших держав, військовими та громадськістю міста</w:t>
            </w:r>
          </w:p>
          <w:p w:rsidR="00D042CA" w:rsidRDefault="00D042CA" w:rsidP="00CC278D">
            <w:pPr>
              <w:ind w:right="282"/>
              <w:rPr>
                <w:sz w:val="24"/>
                <w:szCs w:val="24"/>
                <w:lang w:val="uk-UA"/>
              </w:rPr>
            </w:pPr>
          </w:p>
        </w:tc>
        <w:tc>
          <w:tcPr>
            <w:tcW w:w="2034" w:type="dxa"/>
          </w:tcPr>
          <w:p w:rsidR="00D042CA" w:rsidRPr="0079161E" w:rsidRDefault="00D042CA" w:rsidP="00CC278D">
            <w:pPr>
              <w:ind w:right="-105"/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79161E">
              <w:rPr>
                <w:color w:val="FF0000"/>
                <w:sz w:val="24"/>
                <w:szCs w:val="24"/>
                <w:lang w:val="uk-UA"/>
              </w:rPr>
              <w:t>15.02.2018</w:t>
            </w:r>
          </w:p>
          <w:p w:rsidR="00D042CA" w:rsidRPr="0079161E" w:rsidRDefault="00D042CA" w:rsidP="00A30EA3">
            <w:pPr>
              <w:ind w:right="-105"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52" w:type="dxa"/>
          </w:tcPr>
          <w:p w:rsidR="00D042CA" w:rsidRPr="00E6405C" w:rsidRDefault="00D042CA" w:rsidP="0079161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6405C">
              <w:rPr>
                <w:sz w:val="24"/>
                <w:szCs w:val="24"/>
                <w:lang w:val="uk-UA" w:eastAsia="en-US"/>
              </w:rPr>
              <w:t>Зарецький С.В.</w:t>
            </w:r>
          </w:p>
          <w:p w:rsidR="00D042CA" w:rsidRDefault="00D042CA" w:rsidP="00CC278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D042CA" w:rsidRDefault="00D042CA" w:rsidP="00CC278D">
            <w:pPr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Анцупова Г.В.</w:t>
            </w:r>
          </w:p>
          <w:p w:rsidR="00D042CA" w:rsidRDefault="00D042CA" w:rsidP="00CC27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D042CA" w:rsidRDefault="00D042CA" w:rsidP="00CC278D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Бондаренко О.В. Чехута О.В.</w:t>
            </w:r>
          </w:p>
        </w:tc>
      </w:tr>
      <w:tr w:rsidR="00D042CA" w:rsidRPr="009D2034" w:rsidTr="003559B0">
        <w:trPr>
          <w:trHeight w:val="930"/>
        </w:trPr>
        <w:tc>
          <w:tcPr>
            <w:tcW w:w="578" w:type="dxa"/>
          </w:tcPr>
          <w:p w:rsidR="00D042CA" w:rsidRDefault="00D042CA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196" w:type="dxa"/>
          </w:tcPr>
          <w:p w:rsidR="00D042CA" w:rsidRDefault="00D042CA" w:rsidP="00CC278D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Придбати квіткову продукцію для організації покладання квітів та вшанування </w:t>
            </w:r>
            <w:r w:rsidRPr="00871BF1">
              <w:rPr>
                <w:sz w:val="24"/>
                <w:szCs w:val="24"/>
                <w:lang w:val="uk-UA"/>
              </w:rPr>
              <w:t>учасників бойових</w:t>
            </w:r>
            <w:r>
              <w:rPr>
                <w:sz w:val="24"/>
                <w:szCs w:val="24"/>
                <w:lang w:val="uk-UA"/>
              </w:rPr>
              <w:t xml:space="preserve"> дій на території інших держав</w:t>
            </w:r>
          </w:p>
        </w:tc>
        <w:tc>
          <w:tcPr>
            <w:tcW w:w="2034" w:type="dxa"/>
          </w:tcPr>
          <w:p w:rsidR="00D042CA" w:rsidRPr="0079161E" w:rsidRDefault="00D042CA" w:rsidP="00B2010B">
            <w:pPr>
              <w:ind w:right="-105"/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79161E">
              <w:rPr>
                <w:color w:val="FF0000"/>
                <w:sz w:val="24"/>
                <w:szCs w:val="24"/>
                <w:lang w:val="uk-UA"/>
              </w:rPr>
              <w:t>15.02.2018</w:t>
            </w:r>
          </w:p>
        </w:tc>
        <w:tc>
          <w:tcPr>
            <w:tcW w:w="2452" w:type="dxa"/>
          </w:tcPr>
          <w:p w:rsidR="00D042CA" w:rsidRPr="00171C7B" w:rsidRDefault="00D042CA" w:rsidP="00171C7B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</w:t>
            </w:r>
            <w:r w:rsidRPr="00C61463">
              <w:rPr>
                <w:sz w:val="24"/>
                <w:szCs w:val="24"/>
              </w:rPr>
              <w:t>.</w:t>
            </w:r>
          </w:p>
          <w:p w:rsidR="00D042CA" w:rsidRPr="003537F4" w:rsidRDefault="00D042CA" w:rsidP="00171C7B">
            <w:pPr>
              <w:rPr>
                <w:sz w:val="24"/>
                <w:szCs w:val="24"/>
                <w:lang w:val="uk-UA" w:eastAsia="en-US"/>
              </w:rPr>
            </w:pPr>
            <w:r w:rsidRPr="003537F4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D042CA" w:rsidRPr="00C61463" w:rsidRDefault="00D042CA" w:rsidP="00CC278D">
            <w:pPr>
              <w:rPr>
                <w:sz w:val="24"/>
                <w:szCs w:val="24"/>
              </w:rPr>
            </w:pPr>
          </w:p>
        </w:tc>
      </w:tr>
      <w:tr w:rsidR="00D042CA" w:rsidRPr="009D2034" w:rsidTr="003559B0">
        <w:trPr>
          <w:trHeight w:val="711"/>
        </w:trPr>
        <w:tc>
          <w:tcPr>
            <w:tcW w:w="578" w:type="dxa"/>
          </w:tcPr>
          <w:p w:rsidR="00D042CA" w:rsidRDefault="00D042CA" w:rsidP="00E3062C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196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Придбати подарунки для урочистого вшанування </w:t>
            </w:r>
            <w:r w:rsidRPr="00871BF1">
              <w:rPr>
                <w:sz w:val="24"/>
                <w:szCs w:val="24"/>
                <w:lang w:val="uk-UA"/>
              </w:rPr>
              <w:t>учасників бойових</w:t>
            </w:r>
            <w:r>
              <w:rPr>
                <w:sz w:val="24"/>
                <w:szCs w:val="24"/>
                <w:lang w:val="uk-UA"/>
              </w:rPr>
              <w:t xml:space="preserve"> дій на території інших держав</w:t>
            </w:r>
          </w:p>
        </w:tc>
        <w:tc>
          <w:tcPr>
            <w:tcW w:w="2034" w:type="dxa"/>
          </w:tcPr>
          <w:p w:rsidR="00D042CA" w:rsidRDefault="00D042CA" w:rsidP="00E306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15.02.2018</w:t>
            </w:r>
          </w:p>
        </w:tc>
        <w:tc>
          <w:tcPr>
            <w:tcW w:w="2452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</w:p>
          <w:p w:rsidR="00D042CA" w:rsidRDefault="00D042CA" w:rsidP="00E3062C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Бондаренко О.В.  </w:t>
            </w:r>
          </w:p>
        </w:tc>
      </w:tr>
      <w:tr w:rsidR="00D042CA" w:rsidRPr="009D2034" w:rsidTr="003559B0">
        <w:trPr>
          <w:trHeight w:val="711"/>
        </w:trPr>
        <w:tc>
          <w:tcPr>
            <w:tcW w:w="578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196" w:type="dxa"/>
          </w:tcPr>
          <w:p w:rsidR="00D042CA" w:rsidRDefault="00D042CA" w:rsidP="0086080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години-пам’яті та інформаційні виставки-спогади  у  міських бібліотеках, присвячені Дню вшанування учасників бойових дій на території інших держав  (згідно узгоджених планів роботи)</w:t>
            </w:r>
          </w:p>
        </w:tc>
        <w:tc>
          <w:tcPr>
            <w:tcW w:w="2034" w:type="dxa"/>
          </w:tcPr>
          <w:p w:rsidR="00D042CA" w:rsidRDefault="00D042CA" w:rsidP="0086080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лютий</w:t>
            </w:r>
          </w:p>
          <w:p w:rsidR="00D042CA" w:rsidRDefault="00D042CA" w:rsidP="0086080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2018 року </w:t>
            </w:r>
          </w:p>
          <w:p w:rsidR="00D042CA" w:rsidRDefault="00D042C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52" w:type="dxa"/>
          </w:tcPr>
          <w:p w:rsidR="00D042CA" w:rsidRDefault="00D042CA" w:rsidP="00877036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D042CA" w:rsidRDefault="00D042CA" w:rsidP="00877036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Гринько О.В.</w:t>
            </w:r>
          </w:p>
          <w:p w:rsidR="00D042CA" w:rsidRDefault="00D042CA" w:rsidP="00877036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Чуйкова Н.А.</w:t>
            </w:r>
          </w:p>
          <w:p w:rsidR="00D042CA" w:rsidRDefault="00D042CA" w:rsidP="00877036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  <w:p w:rsidR="00D042CA" w:rsidRDefault="00D042CA" w:rsidP="00877036">
            <w:pPr>
              <w:ind w:right="-5"/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Ковальова І.В.</w:t>
            </w:r>
          </w:p>
          <w:p w:rsidR="00D042CA" w:rsidRDefault="00D042CA" w:rsidP="00877036">
            <w:pPr>
              <w:ind w:right="-5"/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Мєтьолкін Г.Г.</w:t>
            </w:r>
          </w:p>
          <w:p w:rsidR="00D042CA" w:rsidRDefault="00D042CA" w:rsidP="00877036">
            <w:pPr>
              <w:pStyle w:val="NoSpacing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  <w:p w:rsidR="00D042CA" w:rsidRPr="00ED67F7" w:rsidRDefault="00D042CA" w:rsidP="00877036">
            <w:pPr>
              <w:pStyle w:val="NoSpacing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  <w:p w:rsidR="00D042CA" w:rsidRDefault="00D042CA" w:rsidP="00877036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Шматько О.Т.</w:t>
            </w:r>
          </w:p>
        </w:tc>
      </w:tr>
      <w:tr w:rsidR="00D042CA" w:rsidTr="00AE5D63">
        <w:trPr>
          <w:trHeight w:val="699"/>
        </w:trPr>
        <w:tc>
          <w:tcPr>
            <w:tcW w:w="578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196" w:type="dxa"/>
          </w:tcPr>
          <w:p w:rsidR="00D042CA" w:rsidRDefault="00D042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Організувати та провести у навчальних закладах міста класні години, уроки мужності, бесіди та тематичні зустрічі з учасниками бойових дій на території інших держав </w:t>
            </w:r>
          </w:p>
        </w:tc>
        <w:tc>
          <w:tcPr>
            <w:tcW w:w="2034" w:type="dxa"/>
          </w:tcPr>
          <w:p w:rsidR="00D042CA" w:rsidRDefault="00D042CA" w:rsidP="0086080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лютий</w:t>
            </w:r>
          </w:p>
          <w:p w:rsidR="00D042CA" w:rsidRDefault="00D042CA" w:rsidP="0086080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2018 року </w:t>
            </w:r>
          </w:p>
          <w:p w:rsidR="00D042CA" w:rsidRDefault="00D042C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52" w:type="dxa"/>
          </w:tcPr>
          <w:p w:rsidR="00D042CA" w:rsidRDefault="00D042CA" w:rsidP="00877036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Каширіна О.Г.</w:t>
            </w:r>
          </w:p>
          <w:p w:rsidR="00D042CA" w:rsidRDefault="00D042CA" w:rsidP="00877036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Поркуян О.В.</w:t>
            </w:r>
          </w:p>
          <w:p w:rsidR="00D042CA" w:rsidRDefault="00D042CA" w:rsidP="00877036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Кузьмінов Ю.К.</w:t>
            </w:r>
          </w:p>
          <w:p w:rsidR="00D042CA" w:rsidRDefault="00D042CA" w:rsidP="00E930F7">
            <w:pPr>
              <w:ind w:right="-5"/>
              <w:rPr>
                <w:sz w:val="24"/>
                <w:szCs w:val="24"/>
                <w:lang w:val="uk-UA"/>
              </w:rPr>
            </w:pPr>
            <w:r w:rsidRPr="0079161E">
              <w:rPr>
                <w:sz w:val="24"/>
                <w:szCs w:val="24"/>
                <w:lang w:val="uk-UA"/>
              </w:rPr>
              <w:t>Бондаренко О.В.</w:t>
            </w:r>
          </w:p>
        </w:tc>
      </w:tr>
      <w:tr w:rsidR="00D042CA" w:rsidTr="00AE5D63">
        <w:trPr>
          <w:trHeight w:val="699"/>
        </w:trPr>
        <w:tc>
          <w:tcPr>
            <w:tcW w:w="578" w:type="dxa"/>
          </w:tcPr>
          <w:p w:rsidR="00D042CA" w:rsidRDefault="00D042CA" w:rsidP="0031318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196" w:type="dxa"/>
          </w:tcPr>
          <w:p w:rsidR="00D042CA" w:rsidRDefault="00D042CA" w:rsidP="009152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транспорт для організації та проведення урочистих заходів та святкової програми </w:t>
            </w:r>
          </w:p>
        </w:tc>
        <w:tc>
          <w:tcPr>
            <w:tcW w:w="2034" w:type="dxa"/>
          </w:tcPr>
          <w:p w:rsidR="00D042CA" w:rsidRPr="0079161E" w:rsidRDefault="00D042CA" w:rsidP="002B1E0B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79161E">
              <w:rPr>
                <w:color w:val="FF0000"/>
                <w:sz w:val="24"/>
                <w:szCs w:val="24"/>
                <w:lang w:val="uk-UA"/>
              </w:rPr>
              <w:t>15.02.2018</w:t>
            </w:r>
          </w:p>
        </w:tc>
        <w:tc>
          <w:tcPr>
            <w:tcW w:w="2452" w:type="dxa"/>
          </w:tcPr>
          <w:p w:rsidR="00D042CA" w:rsidRDefault="00D042CA" w:rsidP="002B1E0B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</w:t>
            </w:r>
            <w:r>
              <w:rPr>
                <w:sz w:val="24"/>
                <w:szCs w:val="24"/>
                <w:lang w:val="uk-UA" w:eastAsia="en-US"/>
              </w:rPr>
              <w:t>узьмінов О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 w:eastAsia="en-US"/>
              </w:rPr>
              <w:t>Ю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</w:p>
          <w:p w:rsidR="00D042CA" w:rsidRDefault="00D042CA" w:rsidP="002B1E0B">
            <w:pPr>
              <w:rPr>
                <w:sz w:val="24"/>
                <w:szCs w:val="24"/>
                <w:lang w:val="uk-UA"/>
              </w:rPr>
            </w:pPr>
            <w:r w:rsidRPr="00ED248A">
              <w:rPr>
                <w:sz w:val="24"/>
                <w:szCs w:val="24"/>
                <w:lang w:val="uk-UA"/>
              </w:rPr>
              <w:t>Гавриленко А.</w:t>
            </w:r>
            <w:r w:rsidRPr="003C5949">
              <w:rPr>
                <w:sz w:val="24"/>
                <w:szCs w:val="24"/>
              </w:rPr>
              <w:t xml:space="preserve"> </w:t>
            </w:r>
            <w:r w:rsidRPr="00ED248A">
              <w:rPr>
                <w:sz w:val="24"/>
                <w:szCs w:val="24"/>
                <w:lang w:val="uk-UA"/>
              </w:rPr>
              <w:t xml:space="preserve">А.         </w:t>
            </w: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D042CA" w:rsidRDefault="00D042CA" w:rsidP="002B1E0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D042CA" w:rsidTr="003559B0">
        <w:tc>
          <w:tcPr>
            <w:tcW w:w="578" w:type="dxa"/>
          </w:tcPr>
          <w:p w:rsidR="00D042CA" w:rsidRDefault="00D042CA" w:rsidP="00DC68D7">
            <w:pPr>
              <w:ind w:right="3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196" w:type="dxa"/>
          </w:tcPr>
          <w:p w:rsidR="00D042CA" w:rsidRDefault="00D042CA" w:rsidP="00B02D96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Забезпечити:</w:t>
            </w:r>
          </w:p>
          <w:p w:rsidR="00D042CA" w:rsidRDefault="00D042CA" w:rsidP="00B02D9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</w:p>
        </w:tc>
        <w:tc>
          <w:tcPr>
            <w:tcW w:w="2034" w:type="dxa"/>
          </w:tcPr>
          <w:p w:rsidR="00D042CA" w:rsidRDefault="00D042CA" w:rsidP="00B02D96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15.02.2018</w:t>
            </w:r>
          </w:p>
          <w:p w:rsidR="00D042CA" w:rsidRDefault="00D042CA" w:rsidP="00B02D96">
            <w:pPr>
              <w:tabs>
                <w:tab w:val="left" w:pos="1818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52" w:type="dxa"/>
          </w:tcPr>
          <w:p w:rsidR="00D042CA" w:rsidRPr="00BE20E4" w:rsidRDefault="00D042CA" w:rsidP="0079161E">
            <w:pPr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Орловський Ю.В.</w:t>
            </w:r>
          </w:p>
          <w:p w:rsidR="00D042CA" w:rsidRDefault="00D042CA" w:rsidP="0079161E">
            <w:pPr>
              <w:ind w:right="-5"/>
              <w:rPr>
                <w:sz w:val="24"/>
                <w:szCs w:val="24"/>
                <w:lang w:val="uk-UA" w:eastAsia="en-US"/>
              </w:rPr>
            </w:pPr>
            <w:r w:rsidRPr="00BE20E4">
              <w:rPr>
                <w:sz w:val="24"/>
                <w:szCs w:val="24"/>
                <w:lang w:val="uk-UA"/>
              </w:rPr>
              <w:t>Богуш А.В.  Лозиченко  С.І.</w:t>
            </w:r>
          </w:p>
        </w:tc>
      </w:tr>
      <w:tr w:rsidR="00D042CA" w:rsidTr="003559B0">
        <w:tc>
          <w:tcPr>
            <w:tcW w:w="578" w:type="dxa"/>
          </w:tcPr>
          <w:p w:rsidR="00D042CA" w:rsidRDefault="00D042CA" w:rsidP="00DC68D7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5196" w:type="dxa"/>
          </w:tcPr>
          <w:p w:rsidR="00D042CA" w:rsidRDefault="00D042CA" w:rsidP="00DC68D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швидке реагування  «пожежної безпеки» та «швидкої допомоги»</w:t>
            </w:r>
          </w:p>
        </w:tc>
        <w:tc>
          <w:tcPr>
            <w:tcW w:w="2034" w:type="dxa"/>
          </w:tcPr>
          <w:p w:rsidR="00D042CA" w:rsidRDefault="00D042CA" w:rsidP="00DC68D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15.02.2018</w:t>
            </w:r>
          </w:p>
          <w:p w:rsidR="00D042CA" w:rsidRDefault="00D042CA" w:rsidP="00DC68D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2452" w:type="dxa"/>
          </w:tcPr>
          <w:p w:rsidR="00D042CA" w:rsidRPr="00061BDB" w:rsidRDefault="00D042CA" w:rsidP="00DC68D7">
            <w:pPr>
              <w:ind w:right="-5"/>
              <w:rPr>
                <w:sz w:val="24"/>
                <w:szCs w:val="24"/>
                <w:lang w:val="uk-UA"/>
              </w:rPr>
            </w:pPr>
            <w:r w:rsidRPr="00061BDB">
              <w:rPr>
                <w:sz w:val="24"/>
                <w:szCs w:val="24"/>
                <w:lang w:val="uk-UA"/>
              </w:rPr>
              <w:t>Тісман Т.М.</w:t>
            </w:r>
          </w:p>
          <w:p w:rsidR="00D042CA" w:rsidRPr="00061BDB" w:rsidRDefault="00D042CA" w:rsidP="00DC68D7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 xml:space="preserve">Катасон О.В.        </w:t>
            </w:r>
          </w:p>
        </w:tc>
      </w:tr>
      <w:tr w:rsidR="00D042CA" w:rsidTr="003559B0">
        <w:tc>
          <w:tcPr>
            <w:tcW w:w="578" w:type="dxa"/>
          </w:tcPr>
          <w:p w:rsidR="00D042CA" w:rsidRDefault="00D042CA" w:rsidP="00DC68D7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5196" w:type="dxa"/>
          </w:tcPr>
          <w:p w:rsidR="00D042CA" w:rsidRDefault="00D042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D042CA" w:rsidRDefault="00D042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МВ УМВС</w:t>
            </w:r>
          </w:p>
          <w:p w:rsidR="00D042CA" w:rsidRDefault="00D042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багатопрофільної лікарні</w:t>
            </w:r>
          </w:p>
          <w:p w:rsidR="00D042CA" w:rsidRDefault="00D042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міського управління  ГУ МНС України</w:t>
            </w:r>
          </w:p>
          <w:p w:rsidR="00D042CA" w:rsidRDefault="00D042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Сєвєродонецько-Старобільської єпархії</w:t>
            </w:r>
          </w:p>
        </w:tc>
        <w:tc>
          <w:tcPr>
            <w:tcW w:w="2034" w:type="dxa"/>
          </w:tcPr>
          <w:p w:rsidR="00D042CA" w:rsidRDefault="00D042CA" w:rsidP="0086080A">
            <w:pPr>
              <w:tabs>
                <w:tab w:val="left" w:pos="1818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</w:t>
            </w:r>
          </w:p>
          <w:p w:rsidR="00D042CA" w:rsidRDefault="00D042CA" w:rsidP="00A1017A">
            <w:pPr>
              <w:tabs>
                <w:tab w:val="left" w:pos="1818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12.02.2018</w:t>
            </w:r>
          </w:p>
        </w:tc>
        <w:tc>
          <w:tcPr>
            <w:tcW w:w="2452" w:type="dxa"/>
          </w:tcPr>
          <w:p w:rsidR="00D042CA" w:rsidRDefault="00D042CA" w:rsidP="000025B5">
            <w:pPr>
              <w:ind w:right="-5"/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D042CA" w:rsidTr="003559B0">
        <w:tc>
          <w:tcPr>
            <w:tcW w:w="578" w:type="dxa"/>
          </w:tcPr>
          <w:p w:rsidR="00D042CA" w:rsidRDefault="00D042CA" w:rsidP="005D054F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5196" w:type="dxa"/>
          </w:tcPr>
          <w:p w:rsidR="00D042CA" w:rsidRDefault="00D042CA" w:rsidP="00A1017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і підготувати:</w:t>
            </w:r>
          </w:p>
          <w:p w:rsidR="00D042CA" w:rsidRDefault="00D042CA" w:rsidP="00A1017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D042CA" w:rsidRDefault="00D042CA" w:rsidP="00A1017A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сфері аудіовізуальних ЗМІ  спеціальні теле - та радіопрограми, присвячені Дню </w:t>
            </w:r>
            <w:r>
              <w:rPr>
                <w:sz w:val="24"/>
                <w:szCs w:val="24"/>
                <w:lang w:val="uk-UA"/>
              </w:rPr>
              <w:t xml:space="preserve">вшанування учасників бойових дій на території інших держав </w:t>
            </w:r>
          </w:p>
        </w:tc>
        <w:tc>
          <w:tcPr>
            <w:tcW w:w="2034" w:type="dxa"/>
          </w:tcPr>
          <w:p w:rsidR="00D042CA" w:rsidRDefault="00D042CA" w:rsidP="0086080A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лютий</w:t>
            </w:r>
          </w:p>
          <w:p w:rsidR="00D042CA" w:rsidRDefault="00D042CA" w:rsidP="00A1017A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 року</w:t>
            </w:r>
          </w:p>
        </w:tc>
        <w:tc>
          <w:tcPr>
            <w:tcW w:w="2452" w:type="dxa"/>
          </w:tcPr>
          <w:p w:rsidR="00D042CA" w:rsidRDefault="00D042CA" w:rsidP="000025B5">
            <w:pPr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Анцупова Г.В.</w:t>
            </w:r>
          </w:p>
          <w:p w:rsidR="00D042CA" w:rsidRDefault="00D042CA" w:rsidP="000025B5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Руденко Г.В.</w:t>
            </w:r>
          </w:p>
        </w:tc>
      </w:tr>
    </w:tbl>
    <w:p w:rsidR="00D042CA" w:rsidRDefault="00D042CA" w:rsidP="008F3163">
      <w:pPr>
        <w:rPr>
          <w:b/>
          <w:sz w:val="24"/>
          <w:szCs w:val="24"/>
          <w:lang w:val="uk-UA"/>
        </w:rPr>
      </w:pPr>
    </w:p>
    <w:p w:rsidR="00D042CA" w:rsidRDefault="00D042CA" w:rsidP="008F3163">
      <w:pPr>
        <w:rPr>
          <w:sz w:val="24"/>
          <w:szCs w:val="24"/>
          <w:lang w:val="uk-UA"/>
        </w:rPr>
      </w:pPr>
    </w:p>
    <w:p w:rsidR="00D042CA" w:rsidRDefault="00D042CA" w:rsidP="008F3163">
      <w:pPr>
        <w:rPr>
          <w:sz w:val="24"/>
          <w:szCs w:val="24"/>
          <w:lang w:val="uk-UA"/>
        </w:rPr>
      </w:pPr>
    </w:p>
    <w:p w:rsidR="00D042CA" w:rsidRDefault="00D042CA" w:rsidP="008F3163">
      <w:pPr>
        <w:rPr>
          <w:sz w:val="24"/>
          <w:szCs w:val="24"/>
          <w:lang w:val="uk-UA"/>
        </w:rPr>
      </w:pPr>
    </w:p>
    <w:p w:rsidR="00D042CA" w:rsidRDefault="00D042CA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D042CA" w:rsidRDefault="00D042CA">
      <w:pPr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</w:p>
    <w:p w:rsidR="00D042CA" w:rsidRDefault="00D042CA" w:rsidP="00B83C68">
      <w:pPr>
        <w:rPr>
          <w:sz w:val="24"/>
          <w:szCs w:val="24"/>
          <w:lang w:val="uk-UA"/>
        </w:rPr>
      </w:pPr>
    </w:p>
    <w:p w:rsidR="00D042CA" w:rsidRDefault="00D042CA" w:rsidP="00A1017A">
      <w:pPr>
        <w:ind w:left="566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Додаток 3</w:t>
      </w:r>
    </w:p>
    <w:p w:rsidR="00D042CA" w:rsidRDefault="00D042CA" w:rsidP="00A1017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до рішення виконкому</w:t>
      </w:r>
    </w:p>
    <w:p w:rsidR="00D042CA" w:rsidRDefault="00D042CA" w:rsidP="00A1017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від «   » грудня 2017 року № </w:t>
      </w:r>
    </w:p>
    <w:p w:rsidR="00D042CA" w:rsidRDefault="00D042CA" w:rsidP="00A1017A">
      <w:pPr>
        <w:rPr>
          <w:b/>
          <w:sz w:val="24"/>
          <w:szCs w:val="24"/>
          <w:lang w:val="uk-UA"/>
        </w:rPr>
      </w:pPr>
    </w:p>
    <w:p w:rsidR="00D042CA" w:rsidRDefault="00D042CA" w:rsidP="00A1017A">
      <w:pPr>
        <w:jc w:val="center"/>
        <w:rPr>
          <w:sz w:val="24"/>
          <w:szCs w:val="24"/>
          <w:lang w:val="uk-UA"/>
        </w:rPr>
      </w:pPr>
    </w:p>
    <w:p w:rsidR="00D042CA" w:rsidRDefault="00D042CA" w:rsidP="00A1017A">
      <w:pPr>
        <w:jc w:val="center"/>
        <w:rPr>
          <w:sz w:val="24"/>
          <w:szCs w:val="24"/>
          <w:lang w:val="uk-UA"/>
        </w:rPr>
      </w:pPr>
    </w:p>
    <w:p w:rsidR="00D042CA" w:rsidRPr="007C634C" w:rsidRDefault="00D042CA" w:rsidP="00A1017A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КОШТОРИС </w:t>
      </w:r>
    </w:p>
    <w:p w:rsidR="00D042CA" w:rsidRPr="00871BF1" w:rsidRDefault="00D042CA" w:rsidP="00A1017A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відділу культури </w:t>
      </w:r>
      <w:r w:rsidRPr="007C634C">
        <w:rPr>
          <w:sz w:val="24"/>
          <w:szCs w:val="24"/>
          <w:lang w:val="uk-UA"/>
        </w:rPr>
        <w:t xml:space="preserve">щодо проведення міських заходів, присвячених </w:t>
      </w:r>
      <w:r w:rsidRPr="00871BF1">
        <w:rPr>
          <w:sz w:val="24"/>
          <w:szCs w:val="24"/>
          <w:lang w:val="uk-UA"/>
        </w:rPr>
        <w:t xml:space="preserve">Дню вшанування учасників бойових дій на території інших держав  </w:t>
      </w:r>
    </w:p>
    <w:p w:rsidR="00D042CA" w:rsidRDefault="00D042CA" w:rsidP="00A1017A">
      <w:pPr>
        <w:ind w:right="141"/>
        <w:jc w:val="center"/>
        <w:rPr>
          <w:sz w:val="24"/>
          <w:szCs w:val="24"/>
          <w:lang w:val="uk-UA"/>
        </w:rPr>
      </w:pPr>
    </w:p>
    <w:p w:rsidR="00D042CA" w:rsidRDefault="00D042CA" w:rsidP="00A1017A">
      <w:pPr>
        <w:rPr>
          <w:lang w:val="uk-UA"/>
        </w:rPr>
      </w:pPr>
    </w:p>
    <w:tbl>
      <w:tblPr>
        <w:tblW w:w="10028" w:type="dxa"/>
        <w:tblInd w:w="208" w:type="dxa"/>
        <w:tblLook w:val="01E0"/>
      </w:tblPr>
      <w:tblGrid>
        <w:gridCol w:w="531"/>
        <w:gridCol w:w="7796"/>
        <w:gridCol w:w="1701"/>
      </w:tblGrid>
      <w:tr w:rsidR="00D042CA" w:rsidRPr="00852A93" w:rsidTr="00E3062C">
        <w:tc>
          <w:tcPr>
            <w:tcW w:w="531" w:type="dxa"/>
          </w:tcPr>
          <w:p w:rsidR="00D042CA" w:rsidRDefault="00D042CA" w:rsidP="00E3062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D042CA" w:rsidRDefault="00D042CA" w:rsidP="00E3062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D042CA" w:rsidRDefault="00D042CA" w:rsidP="00E3062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2210</w:t>
            </w:r>
          </w:p>
          <w:p w:rsidR="00D042CA" w:rsidRPr="0089669D" w:rsidRDefault="00D042CA" w:rsidP="00E3062C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D042CA" w:rsidRPr="00852A93" w:rsidRDefault="00D042CA" w:rsidP="00E3062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1 800</w:t>
            </w:r>
            <w:r w:rsidRPr="00852A93">
              <w:rPr>
                <w:sz w:val="24"/>
                <w:szCs w:val="24"/>
                <w:lang w:val="uk-UA"/>
              </w:rPr>
              <w:t xml:space="preserve"> грн.  </w:t>
            </w:r>
          </w:p>
        </w:tc>
      </w:tr>
      <w:tr w:rsidR="00D042CA" w:rsidRPr="0050072B" w:rsidTr="00E3062C">
        <w:tc>
          <w:tcPr>
            <w:tcW w:w="53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D042CA" w:rsidRDefault="00D042CA" w:rsidP="00B105F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подарунків для вшанування </w:t>
            </w:r>
          </w:p>
          <w:p w:rsidR="00D042CA" w:rsidRDefault="00D042CA" w:rsidP="00B105F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учасників бойових дій на території інших держав                     </w:t>
            </w:r>
          </w:p>
          <w:p w:rsidR="00D042CA" w:rsidRPr="00706E34" w:rsidRDefault="00D042CA" w:rsidP="00B105FC">
            <w:pPr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КПК 4030  КЕКВ 2210</w:t>
            </w:r>
          </w:p>
          <w:p w:rsidR="00D042CA" w:rsidRPr="00230FB9" w:rsidRDefault="00D042CA" w:rsidP="00E3062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D042CA" w:rsidRPr="0050072B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4 300</w:t>
            </w:r>
            <w:r w:rsidRPr="0050072B">
              <w:rPr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D042CA" w:rsidRPr="002250CF" w:rsidTr="00E3062C">
        <w:tc>
          <w:tcPr>
            <w:tcW w:w="53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 w:rsidRPr="009D00F7">
              <w:rPr>
                <w:sz w:val="24"/>
                <w:szCs w:val="24"/>
                <w:lang w:val="uk-UA"/>
              </w:rPr>
              <w:t xml:space="preserve">КПК 4030  КЕКВ 2240   </w:t>
            </w:r>
          </w:p>
          <w:p w:rsidR="00D042CA" w:rsidRPr="002250CF" w:rsidRDefault="00D042CA" w:rsidP="00E3062C">
            <w:pPr>
              <w:rPr>
                <w:b/>
                <w:sz w:val="24"/>
                <w:szCs w:val="24"/>
                <w:lang w:val="uk-UA"/>
              </w:rPr>
            </w:pPr>
            <w:r w:rsidRPr="009D00F7">
              <w:rPr>
                <w:sz w:val="24"/>
                <w:szCs w:val="24"/>
                <w:lang w:val="uk-UA"/>
              </w:rPr>
              <w:t xml:space="preserve">                                                                                     </w:t>
            </w:r>
            <w:r>
              <w:rPr>
                <w:sz w:val="24"/>
                <w:szCs w:val="24"/>
                <w:lang w:val="uk-UA"/>
              </w:rPr>
              <w:t xml:space="preserve">       </w:t>
            </w:r>
            <w:r w:rsidRPr="002250CF">
              <w:rPr>
                <w:b/>
                <w:sz w:val="24"/>
                <w:szCs w:val="24"/>
                <w:lang w:val="uk-UA"/>
              </w:rPr>
              <w:t xml:space="preserve">ВСЬОГО:                                                                          </w:t>
            </w:r>
          </w:p>
        </w:tc>
        <w:tc>
          <w:tcPr>
            <w:tcW w:w="1701" w:type="dxa"/>
          </w:tcPr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1 500 грн.    </w:t>
            </w:r>
          </w:p>
          <w:p w:rsidR="00D042CA" w:rsidRDefault="00D042CA" w:rsidP="00E3062C">
            <w:pPr>
              <w:rPr>
                <w:sz w:val="24"/>
                <w:szCs w:val="24"/>
                <w:lang w:val="uk-UA"/>
              </w:rPr>
            </w:pPr>
          </w:p>
          <w:p w:rsidR="00D042CA" w:rsidRPr="002250CF" w:rsidRDefault="00D042CA" w:rsidP="00E3062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7 600</w:t>
            </w:r>
            <w:r w:rsidRPr="002250CF">
              <w:rPr>
                <w:b/>
                <w:sz w:val="24"/>
                <w:szCs w:val="24"/>
                <w:lang w:val="uk-UA"/>
              </w:rPr>
              <w:t xml:space="preserve"> грн.  </w:t>
            </w:r>
          </w:p>
        </w:tc>
      </w:tr>
    </w:tbl>
    <w:p w:rsidR="00D042CA" w:rsidRDefault="00D042CA" w:rsidP="00A1017A">
      <w:pPr>
        <w:rPr>
          <w:lang w:val="uk-UA"/>
        </w:rPr>
      </w:pPr>
    </w:p>
    <w:p w:rsidR="00D042CA" w:rsidRDefault="00D042CA" w:rsidP="00A1017A">
      <w:pPr>
        <w:rPr>
          <w:lang w:val="uk-UA"/>
        </w:rPr>
      </w:pPr>
    </w:p>
    <w:p w:rsidR="00D042CA" w:rsidRDefault="00D042CA" w:rsidP="00A1017A">
      <w:pPr>
        <w:ind w:right="-425"/>
        <w:rPr>
          <w:sz w:val="24"/>
          <w:szCs w:val="24"/>
          <w:lang w:val="uk-UA"/>
        </w:rPr>
      </w:pPr>
    </w:p>
    <w:p w:rsidR="00D042CA" w:rsidRPr="00110C77" w:rsidRDefault="00D042CA" w:rsidP="00A1017A">
      <w:pPr>
        <w:rPr>
          <w:lang w:val="uk-UA"/>
        </w:rPr>
      </w:pPr>
    </w:p>
    <w:p w:rsidR="00D042CA" w:rsidRPr="00110C77" w:rsidRDefault="00D042CA" w:rsidP="00A1017A">
      <w:pPr>
        <w:rPr>
          <w:lang w:val="uk-UA"/>
        </w:rPr>
      </w:pPr>
    </w:p>
    <w:p w:rsidR="00D042CA" w:rsidRDefault="00D042CA" w:rsidP="00A1017A">
      <w:pPr>
        <w:rPr>
          <w:lang w:val="uk-UA"/>
        </w:rPr>
      </w:pPr>
    </w:p>
    <w:p w:rsidR="00D042CA" w:rsidRDefault="00D042CA" w:rsidP="00A1017A">
      <w:pPr>
        <w:rPr>
          <w:lang w:val="uk-UA"/>
        </w:rPr>
      </w:pPr>
    </w:p>
    <w:p w:rsidR="00D042CA" w:rsidRDefault="00D042CA" w:rsidP="00A1017A">
      <w:pPr>
        <w:tabs>
          <w:tab w:val="center" w:pos="5604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D042CA" w:rsidRPr="00871BF1" w:rsidRDefault="00D042CA">
      <w:pPr>
        <w:rPr>
          <w:lang w:val="uk-UA"/>
        </w:rPr>
      </w:pPr>
    </w:p>
    <w:sectPr w:rsidR="00D042CA" w:rsidRPr="00871BF1" w:rsidSect="00822CD4">
      <w:pgSz w:w="11906" w:h="16838"/>
      <w:pgMar w:top="899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3163"/>
    <w:rsid w:val="000025B5"/>
    <w:rsid w:val="00010211"/>
    <w:rsid w:val="000179AC"/>
    <w:rsid w:val="000576CA"/>
    <w:rsid w:val="00061BDB"/>
    <w:rsid w:val="00065047"/>
    <w:rsid w:val="00110C77"/>
    <w:rsid w:val="00162EB0"/>
    <w:rsid w:val="00171C7B"/>
    <w:rsid w:val="0021435C"/>
    <w:rsid w:val="0022280A"/>
    <w:rsid w:val="002250CF"/>
    <w:rsid w:val="002301B1"/>
    <w:rsid w:val="00230FB9"/>
    <w:rsid w:val="002A4F58"/>
    <w:rsid w:val="002B1E0B"/>
    <w:rsid w:val="00313188"/>
    <w:rsid w:val="003537F4"/>
    <w:rsid w:val="003559B0"/>
    <w:rsid w:val="00373685"/>
    <w:rsid w:val="00374823"/>
    <w:rsid w:val="00381C21"/>
    <w:rsid w:val="003C5949"/>
    <w:rsid w:val="00410019"/>
    <w:rsid w:val="004410A9"/>
    <w:rsid w:val="004B1F99"/>
    <w:rsid w:val="004B6B25"/>
    <w:rsid w:val="004F5E2D"/>
    <w:rsid w:val="0050072B"/>
    <w:rsid w:val="00514EF5"/>
    <w:rsid w:val="00555109"/>
    <w:rsid w:val="005B56A7"/>
    <w:rsid w:val="005C2137"/>
    <w:rsid w:val="005D054F"/>
    <w:rsid w:val="005E385E"/>
    <w:rsid w:val="00651B87"/>
    <w:rsid w:val="00654B9C"/>
    <w:rsid w:val="00654E6E"/>
    <w:rsid w:val="00656E44"/>
    <w:rsid w:val="00691CCF"/>
    <w:rsid w:val="00697365"/>
    <w:rsid w:val="006C19AB"/>
    <w:rsid w:val="00704852"/>
    <w:rsid w:val="00706E34"/>
    <w:rsid w:val="00730801"/>
    <w:rsid w:val="00734F48"/>
    <w:rsid w:val="00774610"/>
    <w:rsid w:val="007754DA"/>
    <w:rsid w:val="0079161E"/>
    <w:rsid w:val="007A1468"/>
    <w:rsid w:val="007C634C"/>
    <w:rsid w:val="007D3946"/>
    <w:rsid w:val="00822CD4"/>
    <w:rsid w:val="00827C8E"/>
    <w:rsid w:val="00852A93"/>
    <w:rsid w:val="0086080A"/>
    <w:rsid w:val="00871BF1"/>
    <w:rsid w:val="00877036"/>
    <w:rsid w:val="008956C2"/>
    <w:rsid w:val="0089669D"/>
    <w:rsid w:val="008E7614"/>
    <w:rsid w:val="008F3163"/>
    <w:rsid w:val="00906367"/>
    <w:rsid w:val="00915207"/>
    <w:rsid w:val="00991547"/>
    <w:rsid w:val="009A7FEC"/>
    <w:rsid w:val="009B4781"/>
    <w:rsid w:val="009B5E6C"/>
    <w:rsid w:val="009D00F7"/>
    <w:rsid w:val="009D2034"/>
    <w:rsid w:val="00A1017A"/>
    <w:rsid w:val="00A30EA3"/>
    <w:rsid w:val="00A67FB3"/>
    <w:rsid w:val="00AB61BD"/>
    <w:rsid w:val="00AC7341"/>
    <w:rsid w:val="00AE5D63"/>
    <w:rsid w:val="00B02D96"/>
    <w:rsid w:val="00B105FC"/>
    <w:rsid w:val="00B2010B"/>
    <w:rsid w:val="00B20480"/>
    <w:rsid w:val="00B42D3C"/>
    <w:rsid w:val="00B8046B"/>
    <w:rsid w:val="00B83C68"/>
    <w:rsid w:val="00BC7861"/>
    <w:rsid w:val="00BE20E4"/>
    <w:rsid w:val="00BF7D8F"/>
    <w:rsid w:val="00C141C0"/>
    <w:rsid w:val="00C27FB1"/>
    <w:rsid w:val="00C41D72"/>
    <w:rsid w:val="00C4334C"/>
    <w:rsid w:val="00C56191"/>
    <w:rsid w:val="00C61463"/>
    <w:rsid w:val="00C65DC0"/>
    <w:rsid w:val="00CC278D"/>
    <w:rsid w:val="00CF2B19"/>
    <w:rsid w:val="00D042CA"/>
    <w:rsid w:val="00D15C59"/>
    <w:rsid w:val="00D30849"/>
    <w:rsid w:val="00D52D95"/>
    <w:rsid w:val="00D6650C"/>
    <w:rsid w:val="00DB2B64"/>
    <w:rsid w:val="00DC68D7"/>
    <w:rsid w:val="00DF3C34"/>
    <w:rsid w:val="00DF72E8"/>
    <w:rsid w:val="00E3062C"/>
    <w:rsid w:val="00E461DD"/>
    <w:rsid w:val="00E53AE1"/>
    <w:rsid w:val="00E6405C"/>
    <w:rsid w:val="00E72A5F"/>
    <w:rsid w:val="00E87443"/>
    <w:rsid w:val="00E930F7"/>
    <w:rsid w:val="00EB7066"/>
    <w:rsid w:val="00ED248A"/>
    <w:rsid w:val="00ED67F7"/>
    <w:rsid w:val="00F1090D"/>
    <w:rsid w:val="00F22FBF"/>
    <w:rsid w:val="00F909AA"/>
    <w:rsid w:val="00FA0748"/>
    <w:rsid w:val="00FB05ED"/>
    <w:rsid w:val="00FB65AC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163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3163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3163"/>
    <w:pPr>
      <w:keepNext/>
      <w:ind w:left="426" w:right="283" w:firstLine="425"/>
      <w:outlineLvl w:val="2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F3163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F3163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8F316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F3163"/>
    <w:pPr>
      <w:ind w:left="720"/>
      <w:contextualSpacing/>
    </w:pPr>
  </w:style>
  <w:style w:type="paragraph" w:styleId="NoSpacing">
    <w:name w:val="No Spacing"/>
    <w:uiPriority w:val="99"/>
    <w:qFormat/>
    <w:rsid w:val="009D2034"/>
    <w:rPr>
      <w:rFonts w:eastAsia="Times New Roman"/>
    </w:rPr>
  </w:style>
  <w:style w:type="character" w:styleId="Strong">
    <w:name w:val="Strong"/>
    <w:basedOn w:val="DefaultParagraphFont"/>
    <w:uiPriority w:val="99"/>
    <w:qFormat/>
    <w:locked/>
    <w:rsid w:val="00654B9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39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5</Pages>
  <Words>1421</Words>
  <Characters>8105</Characters>
  <Application>Microsoft Office Outlook</Application>
  <DocSecurity>0</DocSecurity>
  <Lines>0</Lines>
  <Paragraphs>0</Paragraphs>
  <ScaleCrop>false</ScaleCrop>
  <Company>Kontora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tatyna</cp:lastModifiedBy>
  <cp:revision>6</cp:revision>
  <cp:lastPrinted>2017-02-01T10:02:00Z</cp:lastPrinted>
  <dcterms:created xsi:type="dcterms:W3CDTF">2017-11-29T08:25:00Z</dcterms:created>
  <dcterms:modified xsi:type="dcterms:W3CDTF">2017-12-03T20:46:00Z</dcterms:modified>
</cp:coreProperties>
</file>