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5CF" w:rsidRPr="0064298F" w:rsidRDefault="00D605CF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D605CF" w:rsidRPr="0064298F" w:rsidRDefault="00D605CF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D605CF" w:rsidRPr="0064298F" w:rsidRDefault="00D605CF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605CF" w:rsidRDefault="00D605CF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D605CF" w:rsidRPr="0064298F" w:rsidRDefault="00D605CF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605CF" w:rsidRDefault="00D605CF" w:rsidP="00FA0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D605CF" w:rsidRDefault="00D605CF" w:rsidP="00FA0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D605CF" w:rsidRPr="0064298F" w:rsidRDefault="00D605CF" w:rsidP="00FA0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605CF" w:rsidRDefault="00D605CF" w:rsidP="00FA01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D605CF" w:rsidRPr="0064298F" w:rsidRDefault="00D605CF" w:rsidP="003F59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відділу «</w:t>
      </w:r>
      <w:r>
        <w:rPr>
          <w:rFonts w:ascii="Times New Roman" w:hAnsi="Times New Roman" w:cs="Times New Roman"/>
          <w:sz w:val="24"/>
          <w:szCs w:val="24"/>
          <w:lang w:val="en-US"/>
        </w:rPr>
        <w:t>5 Karmanoff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Гончаренко А.В.</w:t>
      </w:r>
    </w:p>
    <w:p w:rsidR="00D605CF" w:rsidRDefault="00D605CF" w:rsidP="003F59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магазині «Атриум» </w:t>
      </w:r>
    </w:p>
    <w:p w:rsidR="00D605CF" w:rsidRPr="0064298F" w:rsidRDefault="00D605CF" w:rsidP="00FA01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>за адресою: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вул. Гоголя, 24-А</w:t>
      </w:r>
    </w:p>
    <w:p w:rsidR="00D605CF" w:rsidRDefault="00D605CF" w:rsidP="00FA0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605CF" w:rsidRDefault="00D605CF" w:rsidP="002D78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“Про місцеве самоврядування в Україні”, рішенням виконкому від </w:t>
      </w:r>
      <w:r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.1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“Про затвердження Положення про порядок встановлення режиму роботи об’єктів торгівлі, ресторанного 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 м. Сєвєродонецька”</w:t>
      </w:r>
      <w:r>
        <w:rPr>
          <w:rFonts w:ascii="Times New Roman" w:hAnsi="Times New Roman" w:cs="Times New Roman"/>
          <w:sz w:val="24"/>
          <w:szCs w:val="24"/>
          <w:lang w:val="uk-UA"/>
        </w:rPr>
        <w:t>(у новій редакції)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 рішенням сорок шостої (чергової) сесії Сєвєродонецької міської ради п’ятого скликання від 22.05.2008 № 2122 «Про затвердження Правил благоустрою території  м. Сєвєродонецька»,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  Гончаренко  Анни Вікторівни    /  конфіденційна інформація /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режиму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роботи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відділу    «</w:t>
      </w:r>
      <w:r>
        <w:rPr>
          <w:rFonts w:ascii="Times New Roman" w:hAnsi="Times New Roman" w:cs="Times New Roman"/>
          <w:sz w:val="24"/>
          <w:szCs w:val="24"/>
          <w:lang w:val="en-US"/>
        </w:rPr>
        <w:t>5 Karmanoff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»,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магазині «Атриум»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 м. Сєвєродонецьк,    вул.   Гоголя, 24-А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підставі:</w:t>
      </w:r>
      <w:r>
        <w:rPr>
          <w:rFonts w:ascii="Times New Roman" w:hAnsi="Times New Roman" w:cs="Times New Roman"/>
          <w:sz w:val="24"/>
          <w:szCs w:val="24"/>
          <w:lang w:val="uk-UA"/>
        </w:rPr>
        <w:t>\</w:t>
      </w:r>
      <w:r w:rsidRPr="003525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інформація\</w:t>
      </w:r>
    </w:p>
    <w:p w:rsidR="00D605CF" w:rsidRPr="00E3591B" w:rsidRDefault="00D605CF" w:rsidP="00FA0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D605CF" w:rsidRDefault="00D605CF" w:rsidP="00FA01F2">
      <w:pPr>
        <w:pStyle w:val="BodyTextIndent"/>
        <w:ind w:firstLine="0"/>
        <w:rPr>
          <w:b/>
          <w:bCs/>
          <w:lang w:val="uk-UA"/>
        </w:rPr>
      </w:pPr>
    </w:p>
    <w:p w:rsidR="00D605CF" w:rsidRPr="00650789" w:rsidRDefault="00D605CF" w:rsidP="00FA01F2">
      <w:pPr>
        <w:pStyle w:val="BodyTextIndent"/>
        <w:ind w:firstLine="0"/>
        <w:rPr>
          <w:rFonts w:ascii="Times New Roman" w:hAnsi="Times New Roman" w:cs="Times New Roman"/>
          <w:b/>
          <w:bCs/>
          <w:lang w:val="uk-UA"/>
        </w:rPr>
      </w:pPr>
      <w:r w:rsidRPr="00650789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D605CF" w:rsidRDefault="00D605CF" w:rsidP="00FA01F2">
      <w:pPr>
        <w:pStyle w:val="BodyText"/>
        <w:spacing w:after="0"/>
        <w:jc w:val="both"/>
        <w:rPr>
          <w:lang w:val="uk-UA"/>
        </w:rPr>
      </w:pPr>
    </w:p>
    <w:p w:rsidR="00D605CF" w:rsidRPr="0064298F" w:rsidRDefault="00D605CF" w:rsidP="00271B22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 Встановити,   погоджений   з     власником   –   фізичною   особою   –   підприємцем </w:t>
      </w:r>
      <w:r>
        <w:rPr>
          <w:rFonts w:ascii="Times New Roman" w:hAnsi="Times New Roman" w:cs="Times New Roman"/>
          <w:sz w:val="24"/>
          <w:szCs w:val="24"/>
          <w:lang w:val="uk-UA"/>
        </w:rPr>
        <w:t>Гончаренко А.В.</w:t>
      </w:r>
      <w:r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,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 “</w:t>
      </w:r>
      <w:r>
        <w:rPr>
          <w:rFonts w:ascii="Times New Roman" w:hAnsi="Times New Roman" w:cs="Times New Roman"/>
          <w:sz w:val="24"/>
          <w:szCs w:val="24"/>
          <w:lang w:val="en-US"/>
        </w:rPr>
        <w:t>5Karmanoff</w:t>
      </w:r>
      <w:r w:rsidRPr="00FA01F2">
        <w:rPr>
          <w:rFonts w:ascii="Times New Roman" w:hAnsi="Times New Roman" w:cs="Times New Roman"/>
          <w:sz w:val="24"/>
          <w:szCs w:val="24"/>
          <w:lang w:val="uk-UA"/>
        </w:rPr>
        <w:t xml:space="preserve">” по торгівлі непродовольчими товарами,  розташованого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магазині «Атриум»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                       м. Сєвєродонецьк,    вул.   Гоголя, 24-А (торгова площа – 56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кв.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D605CF" w:rsidRDefault="00D605CF" w:rsidP="00FA0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09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>
        <w:rPr>
          <w:rFonts w:ascii="Times New Roman" w:hAnsi="Times New Roman" w:cs="Times New Roman"/>
          <w:sz w:val="24"/>
          <w:szCs w:val="24"/>
          <w:lang w:val="uk-UA"/>
        </w:rPr>
        <w:t>7.00; перерва з 13.00 до 14.00;</w:t>
      </w:r>
    </w:p>
    <w:p w:rsidR="00D605CF" w:rsidRDefault="00D605CF" w:rsidP="00FA0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субота, неділя  з 09.00 до 16.00 без перерви;</w:t>
      </w:r>
    </w:p>
    <w:p w:rsidR="00D605CF" w:rsidRPr="0064298F" w:rsidRDefault="00D605CF" w:rsidP="00FA0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вихідний день - понеділок.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605CF" w:rsidRDefault="00D605CF" w:rsidP="00FA01F2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Гончаренко А.В.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відділу </w:t>
      </w:r>
      <w:r>
        <w:rPr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Pr="004D7F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5 Karmanoff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вивіску   з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зазначенням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найменування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D605CF" w:rsidRPr="0064298F" w:rsidRDefault="00D605CF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D605CF" w:rsidRDefault="00D605CF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D605CF" w:rsidRDefault="00D605CF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605CF" w:rsidRDefault="00D605CF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605CF" w:rsidRDefault="00D605CF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Міський голова                                                        В.В. Казаков</w:t>
      </w:r>
    </w:p>
    <w:p w:rsidR="00D605CF" w:rsidRDefault="00D605CF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605CF" w:rsidRDefault="00D605CF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605CF" w:rsidRDefault="00D605CF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605CF" w:rsidRDefault="00D605CF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14241" w:type="dxa"/>
        <w:tblInd w:w="-106" w:type="dxa"/>
        <w:tblLook w:val="0000"/>
      </w:tblPr>
      <w:tblGrid>
        <w:gridCol w:w="14241"/>
      </w:tblGrid>
      <w:tr w:rsidR="00D605CF" w:rsidRPr="009A4A1F">
        <w:tc>
          <w:tcPr>
            <w:tcW w:w="8998" w:type="dxa"/>
          </w:tcPr>
          <w:p w:rsidR="00D605CF" w:rsidRPr="001E76EE" w:rsidRDefault="00D605CF" w:rsidP="00147B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Підготував:</w:t>
            </w:r>
          </w:p>
          <w:p w:rsidR="00D605CF" w:rsidRDefault="00D605CF" w:rsidP="00296F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Заст. начальника відділу торгівлі</w:t>
            </w:r>
          </w:p>
          <w:p w:rsidR="00D605CF" w:rsidRDefault="00D605CF" w:rsidP="00296F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з захисту прав споживачів                                                                    М.С. Абрамова</w:t>
            </w:r>
          </w:p>
          <w:p w:rsidR="00D605CF" w:rsidRDefault="00D605CF" w:rsidP="008032B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D605CF" w:rsidRDefault="00D605CF" w:rsidP="00147B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D605CF" w:rsidRDefault="00D605CF" w:rsidP="00147B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Узгоджено:</w:t>
            </w:r>
          </w:p>
          <w:p w:rsidR="00D605CF" w:rsidRDefault="00D605CF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</w:t>
            </w:r>
          </w:p>
          <w:p w:rsidR="00D605CF" w:rsidRPr="005971F4" w:rsidRDefault="00D605CF" w:rsidP="007A5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1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</w:t>
            </w:r>
          </w:p>
          <w:p w:rsidR="00D605CF" w:rsidRPr="005971F4" w:rsidRDefault="00D605CF" w:rsidP="007A584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1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міського голови                                                                                           Г.В. Пригеба</w:t>
            </w:r>
          </w:p>
          <w:p w:rsidR="00D605CF" w:rsidRDefault="00D605CF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605CF" w:rsidRPr="001E76EE" w:rsidRDefault="00D605CF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Керуючий справами виконкому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Ю.А. Журба</w:t>
            </w:r>
          </w:p>
          <w:p w:rsidR="00D605CF" w:rsidRDefault="00D605CF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605CF" w:rsidRPr="009A4A1F" w:rsidRDefault="00D605CF" w:rsidP="008645D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605CF" w:rsidRPr="001343B2">
        <w:trPr>
          <w:trHeight w:val="1283"/>
        </w:trPr>
        <w:tc>
          <w:tcPr>
            <w:tcW w:w="8998" w:type="dxa"/>
          </w:tcPr>
          <w:p w:rsidR="00D605CF" w:rsidRPr="00D5130C" w:rsidRDefault="00D605CF" w:rsidP="00296F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 юридичних</w:t>
            </w:r>
          </w:p>
          <w:p w:rsidR="00D605CF" w:rsidRPr="001E76EE" w:rsidRDefault="00D605CF" w:rsidP="00296F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правових питань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В</w:t>
            </w: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Рудь</w:t>
            </w:r>
          </w:p>
          <w:p w:rsidR="00D605CF" w:rsidRPr="001343B2" w:rsidRDefault="00D605CF" w:rsidP="004E58E7">
            <w:pPr>
              <w:spacing w:after="0" w:line="360" w:lineRule="auto"/>
              <w:rPr>
                <w:b/>
                <w:bCs/>
                <w:lang w:val="uk-UA"/>
              </w:rPr>
            </w:pPr>
          </w:p>
        </w:tc>
      </w:tr>
    </w:tbl>
    <w:p w:rsidR="00D605CF" w:rsidRPr="00FA01F2" w:rsidRDefault="00D605CF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sectPr w:rsidR="00D605CF" w:rsidRPr="00FA01F2" w:rsidSect="00352533">
      <w:pgSz w:w="11906" w:h="16838"/>
      <w:pgMar w:top="851" w:right="566" w:bottom="269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15B05A1C"/>
    <w:lvl w:ilvl="0" w:tplc="3E2699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AD67086"/>
    <w:multiLevelType w:val="hybridMultilevel"/>
    <w:tmpl w:val="2C808B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">
    <w:nsid w:val="578540D5"/>
    <w:multiLevelType w:val="hybridMultilevel"/>
    <w:tmpl w:val="C5DE623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0" w:hanging="360"/>
      </w:pPr>
      <w:rPr>
        <w:rFonts w:ascii="Wingdings" w:hAnsi="Wingdings" w:cs="Wingdings" w:hint="default"/>
      </w:rPr>
    </w:lvl>
  </w:abstractNum>
  <w:abstractNum w:abstractNumId="4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5">
    <w:nsid w:val="6BAD216F"/>
    <w:multiLevelType w:val="hybridMultilevel"/>
    <w:tmpl w:val="CA6E6BAC"/>
    <w:lvl w:ilvl="0" w:tplc="71CE622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1605B"/>
    <w:rsid w:val="00022B95"/>
    <w:rsid w:val="00027907"/>
    <w:rsid w:val="00027E5C"/>
    <w:rsid w:val="00055477"/>
    <w:rsid w:val="0006032D"/>
    <w:rsid w:val="00075EBE"/>
    <w:rsid w:val="00076384"/>
    <w:rsid w:val="000820FD"/>
    <w:rsid w:val="00084604"/>
    <w:rsid w:val="00090920"/>
    <w:rsid w:val="000E0106"/>
    <w:rsid w:val="000E50BC"/>
    <w:rsid w:val="000E5FD9"/>
    <w:rsid w:val="000F16D6"/>
    <w:rsid w:val="000F1E3E"/>
    <w:rsid w:val="001200A5"/>
    <w:rsid w:val="00124C30"/>
    <w:rsid w:val="001279E3"/>
    <w:rsid w:val="001343B2"/>
    <w:rsid w:val="00146F86"/>
    <w:rsid w:val="00147BB9"/>
    <w:rsid w:val="001510AC"/>
    <w:rsid w:val="00151552"/>
    <w:rsid w:val="00151F88"/>
    <w:rsid w:val="001602AF"/>
    <w:rsid w:val="0018614E"/>
    <w:rsid w:val="001948DB"/>
    <w:rsid w:val="001A56F0"/>
    <w:rsid w:val="001B00F2"/>
    <w:rsid w:val="001B48F0"/>
    <w:rsid w:val="001C3E14"/>
    <w:rsid w:val="001D5ACE"/>
    <w:rsid w:val="001E572E"/>
    <w:rsid w:val="001E76EE"/>
    <w:rsid w:val="001F604C"/>
    <w:rsid w:val="00224778"/>
    <w:rsid w:val="00232DDC"/>
    <w:rsid w:val="00271B22"/>
    <w:rsid w:val="00271CBD"/>
    <w:rsid w:val="0027687D"/>
    <w:rsid w:val="00287ECA"/>
    <w:rsid w:val="00296F59"/>
    <w:rsid w:val="002B0170"/>
    <w:rsid w:val="002C4277"/>
    <w:rsid w:val="002C50AD"/>
    <w:rsid w:val="002D78E2"/>
    <w:rsid w:val="002F10F6"/>
    <w:rsid w:val="00314DF0"/>
    <w:rsid w:val="00324D98"/>
    <w:rsid w:val="00352533"/>
    <w:rsid w:val="003609CA"/>
    <w:rsid w:val="00362ADC"/>
    <w:rsid w:val="00373CDD"/>
    <w:rsid w:val="003807CE"/>
    <w:rsid w:val="0039706F"/>
    <w:rsid w:val="003A25C6"/>
    <w:rsid w:val="003A4F5F"/>
    <w:rsid w:val="003E5815"/>
    <w:rsid w:val="003F0411"/>
    <w:rsid w:val="003F5981"/>
    <w:rsid w:val="00404024"/>
    <w:rsid w:val="0040573A"/>
    <w:rsid w:val="004107D4"/>
    <w:rsid w:val="00420B7B"/>
    <w:rsid w:val="00423612"/>
    <w:rsid w:val="00434C65"/>
    <w:rsid w:val="004445C8"/>
    <w:rsid w:val="00451E21"/>
    <w:rsid w:val="0045759B"/>
    <w:rsid w:val="004B33E0"/>
    <w:rsid w:val="004C6214"/>
    <w:rsid w:val="004D166A"/>
    <w:rsid w:val="004D1682"/>
    <w:rsid w:val="004D6BF7"/>
    <w:rsid w:val="004D7034"/>
    <w:rsid w:val="004D7FDB"/>
    <w:rsid w:val="004E58E7"/>
    <w:rsid w:val="004F563E"/>
    <w:rsid w:val="004F58C6"/>
    <w:rsid w:val="004F5BD4"/>
    <w:rsid w:val="0050292B"/>
    <w:rsid w:val="005074E0"/>
    <w:rsid w:val="00513AAA"/>
    <w:rsid w:val="00523E4B"/>
    <w:rsid w:val="0052725D"/>
    <w:rsid w:val="00527CD8"/>
    <w:rsid w:val="00542445"/>
    <w:rsid w:val="005443A5"/>
    <w:rsid w:val="00550E72"/>
    <w:rsid w:val="00560D8D"/>
    <w:rsid w:val="00561DD1"/>
    <w:rsid w:val="005676BC"/>
    <w:rsid w:val="00583C3D"/>
    <w:rsid w:val="005971F4"/>
    <w:rsid w:val="005B0004"/>
    <w:rsid w:val="005C6A7E"/>
    <w:rsid w:val="00601AD4"/>
    <w:rsid w:val="00606442"/>
    <w:rsid w:val="00613B0F"/>
    <w:rsid w:val="00630FE8"/>
    <w:rsid w:val="00632631"/>
    <w:rsid w:val="0064298F"/>
    <w:rsid w:val="00650789"/>
    <w:rsid w:val="00660FEE"/>
    <w:rsid w:val="00675AC7"/>
    <w:rsid w:val="00680089"/>
    <w:rsid w:val="00685D67"/>
    <w:rsid w:val="00695023"/>
    <w:rsid w:val="006C6639"/>
    <w:rsid w:val="006D5D8A"/>
    <w:rsid w:val="006D65F6"/>
    <w:rsid w:val="007077C4"/>
    <w:rsid w:val="007232C3"/>
    <w:rsid w:val="00723416"/>
    <w:rsid w:val="00751530"/>
    <w:rsid w:val="00754A91"/>
    <w:rsid w:val="00756771"/>
    <w:rsid w:val="0076050D"/>
    <w:rsid w:val="007A0181"/>
    <w:rsid w:val="007A584E"/>
    <w:rsid w:val="007E12BF"/>
    <w:rsid w:val="007E2749"/>
    <w:rsid w:val="007E5176"/>
    <w:rsid w:val="007F1AE2"/>
    <w:rsid w:val="007F246F"/>
    <w:rsid w:val="007F7AF9"/>
    <w:rsid w:val="008023CA"/>
    <w:rsid w:val="008032BD"/>
    <w:rsid w:val="00804E6D"/>
    <w:rsid w:val="00821E30"/>
    <w:rsid w:val="00825852"/>
    <w:rsid w:val="0082760B"/>
    <w:rsid w:val="008645D9"/>
    <w:rsid w:val="008739BF"/>
    <w:rsid w:val="00875CDD"/>
    <w:rsid w:val="00884668"/>
    <w:rsid w:val="008929D3"/>
    <w:rsid w:val="008A47C6"/>
    <w:rsid w:val="008B1A7E"/>
    <w:rsid w:val="008D2457"/>
    <w:rsid w:val="008E57B3"/>
    <w:rsid w:val="008F0471"/>
    <w:rsid w:val="008F073F"/>
    <w:rsid w:val="008F616F"/>
    <w:rsid w:val="008F65E3"/>
    <w:rsid w:val="00902837"/>
    <w:rsid w:val="009048E2"/>
    <w:rsid w:val="00905A11"/>
    <w:rsid w:val="009135FD"/>
    <w:rsid w:val="00943BC5"/>
    <w:rsid w:val="009474B5"/>
    <w:rsid w:val="00966665"/>
    <w:rsid w:val="0097211E"/>
    <w:rsid w:val="0097265B"/>
    <w:rsid w:val="00974C88"/>
    <w:rsid w:val="0098510C"/>
    <w:rsid w:val="009A10EC"/>
    <w:rsid w:val="009A4A1F"/>
    <w:rsid w:val="009B42CA"/>
    <w:rsid w:val="009C0F44"/>
    <w:rsid w:val="009E7CC9"/>
    <w:rsid w:val="00A1526C"/>
    <w:rsid w:val="00A32CC3"/>
    <w:rsid w:val="00A334B6"/>
    <w:rsid w:val="00A33686"/>
    <w:rsid w:val="00A336EA"/>
    <w:rsid w:val="00A34BA0"/>
    <w:rsid w:val="00A37899"/>
    <w:rsid w:val="00A4555F"/>
    <w:rsid w:val="00A469F9"/>
    <w:rsid w:val="00A50838"/>
    <w:rsid w:val="00A5335E"/>
    <w:rsid w:val="00A630A8"/>
    <w:rsid w:val="00A63A0E"/>
    <w:rsid w:val="00A77603"/>
    <w:rsid w:val="00A95DDC"/>
    <w:rsid w:val="00A9730E"/>
    <w:rsid w:val="00AB45B3"/>
    <w:rsid w:val="00AC3873"/>
    <w:rsid w:val="00AE49E0"/>
    <w:rsid w:val="00AF2E53"/>
    <w:rsid w:val="00B02B13"/>
    <w:rsid w:val="00B14CCB"/>
    <w:rsid w:val="00B20E4B"/>
    <w:rsid w:val="00B27839"/>
    <w:rsid w:val="00B43BB3"/>
    <w:rsid w:val="00B47DE8"/>
    <w:rsid w:val="00B52E00"/>
    <w:rsid w:val="00B63BCE"/>
    <w:rsid w:val="00B7235E"/>
    <w:rsid w:val="00B72ED3"/>
    <w:rsid w:val="00B83255"/>
    <w:rsid w:val="00B8427C"/>
    <w:rsid w:val="00B9158B"/>
    <w:rsid w:val="00B958FB"/>
    <w:rsid w:val="00B9688C"/>
    <w:rsid w:val="00B97DA2"/>
    <w:rsid w:val="00BB317B"/>
    <w:rsid w:val="00BB4357"/>
    <w:rsid w:val="00BB7A71"/>
    <w:rsid w:val="00BC3025"/>
    <w:rsid w:val="00BD39E6"/>
    <w:rsid w:val="00BD3DB4"/>
    <w:rsid w:val="00BD4E31"/>
    <w:rsid w:val="00C02DB0"/>
    <w:rsid w:val="00C05DB7"/>
    <w:rsid w:val="00C10039"/>
    <w:rsid w:val="00C127B7"/>
    <w:rsid w:val="00C32206"/>
    <w:rsid w:val="00C43F22"/>
    <w:rsid w:val="00C44933"/>
    <w:rsid w:val="00C502C0"/>
    <w:rsid w:val="00C60336"/>
    <w:rsid w:val="00C605D3"/>
    <w:rsid w:val="00C61BDE"/>
    <w:rsid w:val="00CA49A7"/>
    <w:rsid w:val="00CA666E"/>
    <w:rsid w:val="00CA776D"/>
    <w:rsid w:val="00CB0A78"/>
    <w:rsid w:val="00CB595F"/>
    <w:rsid w:val="00CB7D7D"/>
    <w:rsid w:val="00CD2AA9"/>
    <w:rsid w:val="00D10B5F"/>
    <w:rsid w:val="00D305E1"/>
    <w:rsid w:val="00D3527B"/>
    <w:rsid w:val="00D5130C"/>
    <w:rsid w:val="00D605CF"/>
    <w:rsid w:val="00D72CD4"/>
    <w:rsid w:val="00D83801"/>
    <w:rsid w:val="00D91962"/>
    <w:rsid w:val="00DA4D19"/>
    <w:rsid w:val="00DA6AA7"/>
    <w:rsid w:val="00DB36E4"/>
    <w:rsid w:val="00DC781F"/>
    <w:rsid w:val="00DF2943"/>
    <w:rsid w:val="00E0093A"/>
    <w:rsid w:val="00E0148C"/>
    <w:rsid w:val="00E10E04"/>
    <w:rsid w:val="00E135BF"/>
    <w:rsid w:val="00E23D50"/>
    <w:rsid w:val="00E25BCD"/>
    <w:rsid w:val="00E324E6"/>
    <w:rsid w:val="00E3591B"/>
    <w:rsid w:val="00E4015C"/>
    <w:rsid w:val="00E4298D"/>
    <w:rsid w:val="00E44C94"/>
    <w:rsid w:val="00E54165"/>
    <w:rsid w:val="00E76496"/>
    <w:rsid w:val="00E965B7"/>
    <w:rsid w:val="00E97920"/>
    <w:rsid w:val="00EA25E8"/>
    <w:rsid w:val="00EB1D85"/>
    <w:rsid w:val="00EC0CB6"/>
    <w:rsid w:val="00EC2674"/>
    <w:rsid w:val="00EC2962"/>
    <w:rsid w:val="00EC3797"/>
    <w:rsid w:val="00ED6FF3"/>
    <w:rsid w:val="00ED7BA4"/>
    <w:rsid w:val="00EE3A57"/>
    <w:rsid w:val="00EE3BEB"/>
    <w:rsid w:val="00EF4340"/>
    <w:rsid w:val="00EF7964"/>
    <w:rsid w:val="00F000FE"/>
    <w:rsid w:val="00F21A07"/>
    <w:rsid w:val="00F2354C"/>
    <w:rsid w:val="00F263F0"/>
    <w:rsid w:val="00F30930"/>
    <w:rsid w:val="00F32981"/>
    <w:rsid w:val="00F419BF"/>
    <w:rsid w:val="00F437D3"/>
    <w:rsid w:val="00F5020E"/>
    <w:rsid w:val="00F5595C"/>
    <w:rsid w:val="00F60D23"/>
    <w:rsid w:val="00F636F9"/>
    <w:rsid w:val="00F87ECF"/>
    <w:rsid w:val="00FA01F2"/>
    <w:rsid w:val="00FB61E4"/>
    <w:rsid w:val="00FC0A84"/>
    <w:rsid w:val="00FD6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1941</TotalTime>
  <Pages>2</Pages>
  <Words>1579</Words>
  <Characters>901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122</cp:revision>
  <cp:lastPrinted>2017-12-18T09:36:00Z</cp:lastPrinted>
  <dcterms:created xsi:type="dcterms:W3CDTF">2017-02-15T07:11:00Z</dcterms:created>
  <dcterms:modified xsi:type="dcterms:W3CDTF">2018-01-23T14:33:00Z</dcterms:modified>
</cp:coreProperties>
</file>