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EA" w:rsidRPr="001E76EE" w:rsidRDefault="00E514EA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E514EA" w:rsidRPr="001E76EE" w:rsidRDefault="00E514EA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E514EA" w:rsidRPr="001E76EE" w:rsidRDefault="00E514EA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514EA" w:rsidRPr="001E76EE" w:rsidRDefault="00E514EA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E514EA" w:rsidRPr="001E76EE" w:rsidRDefault="00E514EA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«___» ______________  2018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E514EA" w:rsidRPr="001E76EE" w:rsidRDefault="00E514EA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E514EA" w:rsidRDefault="00E514EA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14EA" w:rsidRPr="001E76EE" w:rsidRDefault="00E514EA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E514EA" w:rsidRDefault="00E514EA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майстерні по ремонту взуття «Мінутка»</w:t>
      </w:r>
    </w:p>
    <w:p w:rsidR="00E514EA" w:rsidRDefault="00E514EA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>Старікова С.В.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E514EA" w:rsidRDefault="00E514EA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</w:t>
      </w:r>
    </w:p>
    <w:p w:rsidR="00E514EA" w:rsidRPr="001E76EE" w:rsidRDefault="00E514EA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Хіміків , буд. 20</w:t>
      </w:r>
    </w:p>
    <w:p w:rsidR="00E514EA" w:rsidRDefault="00E514EA" w:rsidP="001E76EE">
      <w:pPr>
        <w:rPr>
          <w:lang w:val="uk-UA"/>
        </w:rPr>
      </w:pPr>
    </w:p>
    <w:p w:rsidR="00E514EA" w:rsidRPr="001E76EE" w:rsidRDefault="00E514EA" w:rsidP="002A6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 30 Закону України «Про місцеве самоврядування в Україні»,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08.12.2017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«Про затвердження Положення про порядок встановлення режиму роботи об’єктів торгівлі, ресторанного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побутового обслуговування на території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(у новій редакції)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розглянувши звернення фізичної особи –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>Старікова</w:t>
      </w:r>
      <w:r w:rsidRPr="001D6C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Сергія</w:t>
      </w:r>
      <w:r w:rsidRPr="001D6C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Василь</w:t>
      </w:r>
      <w:r w:rsidRPr="001D6CFD">
        <w:rPr>
          <w:rFonts w:ascii="Times New Roman" w:hAnsi="Times New Roman" w:cs="Times New Roman"/>
          <w:sz w:val="24"/>
          <w:szCs w:val="24"/>
          <w:lang w:val="uk-UA"/>
        </w:rPr>
        <w:t>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2265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/про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майстерні  по  ремонту  взуття «Мінутка»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Сєвєродонецьк,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Хіміків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,буд. 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2265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інформація/</w:t>
      </w:r>
    </w:p>
    <w:p w:rsidR="00E514EA" w:rsidRDefault="00E514EA" w:rsidP="00DB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E514EA" w:rsidRPr="001E76EE" w:rsidRDefault="00E514EA" w:rsidP="001E76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14EA" w:rsidRPr="00F77A63" w:rsidRDefault="00E514EA" w:rsidP="001E76EE">
      <w:pPr>
        <w:pStyle w:val="BodyTextIndent"/>
        <w:ind w:firstLine="0"/>
        <w:rPr>
          <w:b/>
          <w:bCs/>
          <w:lang w:val="uk-UA"/>
        </w:rPr>
      </w:pPr>
      <w:r w:rsidRPr="004B01B9">
        <w:rPr>
          <w:rFonts w:ascii="Times New Roman" w:hAnsi="Times New Roman" w:cs="Times New Roman"/>
          <w:b/>
          <w:bCs/>
          <w:lang w:val="uk-UA"/>
        </w:rPr>
        <w:t>ВИРІШИВ</w:t>
      </w:r>
      <w:r w:rsidRPr="00F77A63">
        <w:rPr>
          <w:b/>
          <w:bCs/>
          <w:lang w:val="uk-UA"/>
        </w:rPr>
        <w:t>:</w:t>
      </w:r>
    </w:p>
    <w:p w:rsidR="00E514EA" w:rsidRPr="00F77A63" w:rsidRDefault="00E514EA" w:rsidP="001E76EE">
      <w:pPr>
        <w:pStyle w:val="BodyText"/>
        <w:spacing w:after="0"/>
        <w:jc w:val="both"/>
        <w:rPr>
          <w:lang w:val="uk-UA"/>
        </w:rPr>
      </w:pPr>
    </w:p>
    <w:p w:rsidR="00E514EA" w:rsidRPr="00B60B7B" w:rsidRDefault="00E514EA" w:rsidP="00B60B7B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B60B7B">
        <w:rPr>
          <w:rFonts w:ascii="Times New Roman" w:hAnsi="Times New Roman" w:cs="Times New Roman"/>
          <w:lang w:val="uk-UA"/>
        </w:rPr>
        <w:t xml:space="preserve">  </w:t>
      </w:r>
      <w:r w:rsidRPr="00AE1113">
        <w:rPr>
          <w:rFonts w:ascii="Times New Roman" w:hAnsi="Times New Roman" w:cs="Times New Roman"/>
          <w:sz w:val="24"/>
          <w:szCs w:val="24"/>
        </w:rPr>
        <w:t xml:space="preserve">Встановити, погоджений з власником – фізичною особою – підприємцем               Старіковим С.В., режим роботи майстерні по ремонту взуття «Мінутка» з надання послуг ремонту взуття (площа надання послуг – 10,2 кв.м), розташованої 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AE1113">
        <w:rPr>
          <w:rFonts w:ascii="Times New Roman" w:hAnsi="Times New Roman" w:cs="Times New Roman"/>
          <w:sz w:val="24"/>
          <w:szCs w:val="24"/>
        </w:rPr>
        <w:t xml:space="preserve">м. Сєвєродонецьк, вул. </w:t>
      </w:r>
      <w:r>
        <w:rPr>
          <w:rFonts w:ascii="Times New Roman" w:hAnsi="Times New Roman" w:cs="Times New Roman"/>
          <w:sz w:val="24"/>
          <w:szCs w:val="24"/>
          <w:lang w:val="uk-UA"/>
        </w:rPr>
        <w:t>Хімікі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E1113">
        <w:rPr>
          <w:rFonts w:ascii="Times New Roman" w:hAnsi="Times New Roman" w:cs="Times New Roman"/>
          <w:sz w:val="24"/>
          <w:szCs w:val="24"/>
        </w:rPr>
        <w:t xml:space="preserve"> , буд. 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AE1113">
        <w:rPr>
          <w:rFonts w:ascii="Times New Roman" w:hAnsi="Times New Roman" w:cs="Times New Roman"/>
          <w:sz w:val="24"/>
          <w:szCs w:val="24"/>
        </w:rPr>
        <w:t>, а саме</w:t>
      </w:r>
      <w:r w:rsidRPr="00B60B7B">
        <w:rPr>
          <w:rFonts w:ascii="Times New Roman" w:hAnsi="Times New Roman" w:cs="Times New Roman"/>
          <w:lang w:val="uk-UA"/>
        </w:rPr>
        <w:t>:</w:t>
      </w:r>
    </w:p>
    <w:p w:rsidR="00E514EA" w:rsidRDefault="00E514EA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з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.00, </w:t>
      </w:r>
    </w:p>
    <w:p w:rsidR="00E514EA" w:rsidRPr="001E76EE" w:rsidRDefault="00E514EA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перерва 13.00 до 15.00</w:t>
      </w:r>
    </w:p>
    <w:p w:rsidR="00E514EA" w:rsidRPr="001E76EE" w:rsidRDefault="00E514EA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неділя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вихідн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 w:cs="Times New Roman"/>
          <w:sz w:val="24"/>
          <w:szCs w:val="24"/>
          <w:lang w:val="uk-UA"/>
        </w:rPr>
        <w:t>ень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514EA" w:rsidRPr="001E76EE" w:rsidRDefault="00E514EA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Старікову С.В.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на фасаді </w:t>
      </w:r>
      <w:r>
        <w:rPr>
          <w:rFonts w:ascii="Times New Roman" w:hAnsi="Times New Roman" w:cs="Times New Roman"/>
          <w:sz w:val="24"/>
          <w:szCs w:val="24"/>
          <w:lang w:val="uk-UA"/>
        </w:rPr>
        <w:t>майстерні по ремонту взуття «Мінутка»</w:t>
      </w:r>
      <w:r w:rsidRPr="0040114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роботи.</w:t>
      </w:r>
    </w:p>
    <w:p w:rsidR="00E514EA" w:rsidRPr="001E76EE" w:rsidRDefault="00E514EA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3.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Старікову С.В.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здійснювати прибирання території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майстерні по ремонту взуття,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Сєвєродонецька.</w:t>
      </w:r>
    </w:p>
    <w:p w:rsidR="00E514EA" w:rsidRPr="001E76EE" w:rsidRDefault="00E514EA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Витяг з даного рішення підлягає оприлюдненню.</w:t>
      </w:r>
    </w:p>
    <w:p w:rsidR="00E514EA" w:rsidRDefault="00E514EA" w:rsidP="00471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514EA" w:rsidRDefault="00E514EA" w:rsidP="00471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E514EA" w:rsidRDefault="00E514EA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14EA" w:rsidRDefault="00E514EA" w:rsidP="001E76EE">
      <w:pPr>
        <w:spacing w:after="0" w:line="240" w:lineRule="auto"/>
        <w:ind w:firstLine="624"/>
        <w:jc w:val="both"/>
        <w:rPr>
          <w:lang w:val="uk-UA"/>
        </w:rPr>
      </w:pPr>
    </w:p>
    <w:p w:rsidR="00E514EA" w:rsidRDefault="00E514EA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3622" w:type="dxa"/>
        <w:tblInd w:w="-106" w:type="dxa"/>
        <w:tblLook w:val="0000"/>
      </w:tblPr>
      <w:tblGrid>
        <w:gridCol w:w="8222"/>
        <w:gridCol w:w="2520"/>
        <w:gridCol w:w="2880"/>
      </w:tblGrid>
      <w:tr w:rsidR="00E514EA" w:rsidRPr="007D33F9">
        <w:tc>
          <w:tcPr>
            <w:tcW w:w="8222" w:type="dxa"/>
          </w:tcPr>
          <w:p w:rsidR="00E514EA" w:rsidRPr="008C2E83" w:rsidRDefault="00E514EA" w:rsidP="004B38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М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іськ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ий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E514EA" w:rsidRPr="007D33F9" w:rsidRDefault="00E514EA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E514EA" w:rsidRPr="007D33F9" w:rsidRDefault="00E514EA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E514EA" w:rsidRPr="007D33F9" w:rsidRDefault="00E514EA" w:rsidP="004B3814">
            <w:pPr>
              <w:rPr>
                <w:b/>
                <w:bCs/>
                <w:lang w:val="uk-UA"/>
              </w:rPr>
            </w:pPr>
            <w:r w:rsidRPr="007D33F9"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E514EA" w:rsidRPr="007D33F9" w:rsidRDefault="00E514EA" w:rsidP="004B3814">
            <w:pPr>
              <w:rPr>
                <w:b/>
                <w:bCs/>
                <w:lang w:val="uk-UA"/>
              </w:rPr>
            </w:pPr>
          </w:p>
          <w:p w:rsidR="00E514EA" w:rsidRPr="007D33F9" w:rsidRDefault="00E514EA" w:rsidP="004B3814">
            <w:pPr>
              <w:rPr>
                <w:b/>
                <w:bCs/>
                <w:lang w:val="uk-UA"/>
              </w:rPr>
            </w:pPr>
          </w:p>
        </w:tc>
      </w:tr>
    </w:tbl>
    <w:p w:rsidR="00E514EA" w:rsidRPr="001E76EE" w:rsidRDefault="00E514EA" w:rsidP="001E76E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Підготував:</w:t>
      </w:r>
    </w:p>
    <w:p w:rsidR="00E514EA" w:rsidRDefault="00E514EA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торгівлі </w:t>
      </w:r>
    </w:p>
    <w:p w:rsidR="00E514EA" w:rsidRPr="001E76EE" w:rsidRDefault="00E514EA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 з захисту прав споживачів                                                                    Т.Г. Красюк</w:t>
      </w:r>
    </w:p>
    <w:p w:rsidR="00E514EA" w:rsidRDefault="00E514EA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14EA" w:rsidRDefault="00E514EA" w:rsidP="00471DF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514EA" w:rsidRDefault="00E514EA" w:rsidP="00471D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E514EA" w:rsidRPr="00C605D3" w:rsidRDefault="00E514EA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</w:t>
      </w:r>
    </w:p>
    <w:p w:rsidR="00E514EA" w:rsidRPr="00A8169F" w:rsidRDefault="00E514EA" w:rsidP="00471DF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5D3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Д.В.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янченко</w:t>
      </w:r>
    </w:p>
    <w:p w:rsidR="00E514EA" w:rsidRDefault="00E514EA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14EA" w:rsidRDefault="00E514EA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виконкому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Ю.А. </w:t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>Журба</w:t>
      </w:r>
    </w:p>
    <w:p w:rsidR="00E514EA" w:rsidRDefault="00E514EA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14EA" w:rsidRDefault="00E514EA" w:rsidP="00471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14EA" w:rsidRPr="00D5130C" w:rsidRDefault="00E514EA" w:rsidP="00462F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Начальник відділу юридичних</w:t>
      </w:r>
    </w:p>
    <w:p w:rsidR="00E514EA" w:rsidRPr="001E76EE" w:rsidRDefault="00E514EA" w:rsidP="00462F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130C">
        <w:rPr>
          <w:rFonts w:ascii="Times New Roman" w:hAnsi="Times New Roman" w:cs="Times New Roman"/>
          <w:sz w:val="24"/>
          <w:szCs w:val="24"/>
          <w:lang w:val="uk-UA"/>
        </w:rPr>
        <w:t>та правових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</w:t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5130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Рудь</w:t>
      </w:r>
    </w:p>
    <w:p w:rsidR="00E514EA" w:rsidRPr="00383A90" w:rsidRDefault="00E514EA" w:rsidP="00462F1C">
      <w:pPr>
        <w:spacing w:after="0" w:line="240" w:lineRule="auto"/>
        <w:rPr>
          <w:lang w:val="uk-UA"/>
        </w:rPr>
      </w:pPr>
    </w:p>
    <w:sectPr w:rsidR="00E514EA" w:rsidRPr="00383A90" w:rsidSect="00CC144F">
      <w:pgSz w:w="11906" w:h="16838"/>
      <w:pgMar w:top="1134" w:right="566" w:bottom="179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2156E"/>
    <w:rsid w:val="00034253"/>
    <w:rsid w:val="0004610D"/>
    <w:rsid w:val="000A7BA2"/>
    <w:rsid w:val="000B6272"/>
    <w:rsid w:val="000D2017"/>
    <w:rsid w:val="000D768A"/>
    <w:rsid w:val="000E4662"/>
    <w:rsid w:val="000E5179"/>
    <w:rsid w:val="001459CA"/>
    <w:rsid w:val="0015088A"/>
    <w:rsid w:val="0016502D"/>
    <w:rsid w:val="001A438A"/>
    <w:rsid w:val="001C364C"/>
    <w:rsid w:val="001D6CFD"/>
    <w:rsid w:val="001E76EE"/>
    <w:rsid w:val="00226555"/>
    <w:rsid w:val="002A14F4"/>
    <w:rsid w:val="002A4378"/>
    <w:rsid w:val="002A693D"/>
    <w:rsid w:val="0032612D"/>
    <w:rsid w:val="0035069C"/>
    <w:rsid w:val="00383A90"/>
    <w:rsid w:val="00384171"/>
    <w:rsid w:val="003C0B68"/>
    <w:rsid w:val="003F13B6"/>
    <w:rsid w:val="00401142"/>
    <w:rsid w:val="00462F1C"/>
    <w:rsid w:val="00471DF0"/>
    <w:rsid w:val="00477E0D"/>
    <w:rsid w:val="00494EFD"/>
    <w:rsid w:val="00496B06"/>
    <w:rsid w:val="004A07DE"/>
    <w:rsid w:val="004B01B9"/>
    <w:rsid w:val="004B3814"/>
    <w:rsid w:val="00535008"/>
    <w:rsid w:val="0056765D"/>
    <w:rsid w:val="00594274"/>
    <w:rsid w:val="005A1232"/>
    <w:rsid w:val="005B0FCD"/>
    <w:rsid w:val="0064298F"/>
    <w:rsid w:val="006A47CF"/>
    <w:rsid w:val="006F2EE4"/>
    <w:rsid w:val="0070596B"/>
    <w:rsid w:val="00713B81"/>
    <w:rsid w:val="00714DDD"/>
    <w:rsid w:val="00716A59"/>
    <w:rsid w:val="00756771"/>
    <w:rsid w:val="0077669B"/>
    <w:rsid w:val="00790332"/>
    <w:rsid w:val="00793A2F"/>
    <w:rsid w:val="007B0EF5"/>
    <w:rsid w:val="007C2F96"/>
    <w:rsid w:val="007D33F9"/>
    <w:rsid w:val="007D58CE"/>
    <w:rsid w:val="00830E9F"/>
    <w:rsid w:val="00833D31"/>
    <w:rsid w:val="00837966"/>
    <w:rsid w:val="00856F6D"/>
    <w:rsid w:val="00896E78"/>
    <w:rsid w:val="008C2E83"/>
    <w:rsid w:val="009237F4"/>
    <w:rsid w:val="00943D7E"/>
    <w:rsid w:val="00967538"/>
    <w:rsid w:val="00A8169F"/>
    <w:rsid w:val="00A951DE"/>
    <w:rsid w:val="00AC0858"/>
    <w:rsid w:val="00AC7399"/>
    <w:rsid w:val="00AD1F2E"/>
    <w:rsid w:val="00AE1113"/>
    <w:rsid w:val="00AE1A68"/>
    <w:rsid w:val="00B043C0"/>
    <w:rsid w:val="00B20E5F"/>
    <w:rsid w:val="00B60B7B"/>
    <w:rsid w:val="00B643AC"/>
    <w:rsid w:val="00B852B1"/>
    <w:rsid w:val="00C030AB"/>
    <w:rsid w:val="00C06F91"/>
    <w:rsid w:val="00C10C6E"/>
    <w:rsid w:val="00C47FF1"/>
    <w:rsid w:val="00C54015"/>
    <w:rsid w:val="00C605D3"/>
    <w:rsid w:val="00CC144F"/>
    <w:rsid w:val="00CC773D"/>
    <w:rsid w:val="00CF0102"/>
    <w:rsid w:val="00D138D5"/>
    <w:rsid w:val="00D13C61"/>
    <w:rsid w:val="00D5130C"/>
    <w:rsid w:val="00D705F2"/>
    <w:rsid w:val="00DB65DE"/>
    <w:rsid w:val="00DD24FE"/>
    <w:rsid w:val="00DE0DCE"/>
    <w:rsid w:val="00DE6BD1"/>
    <w:rsid w:val="00E4137B"/>
    <w:rsid w:val="00E514EA"/>
    <w:rsid w:val="00E83A2B"/>
    <w:rsid w:val="00EA68C8"/>
    <w:rsid w:val="00EC1BAF"/>
    <w:rsid w:val="00EC23E2"/>
    <w:rsid w:val="00ED1983"/>
    <w:rsid w:val="00EE1381"/>
    <w:rsid w:val="00EE5CEF"/>
    <w:rsid w:val="00F02248"/>
    <w:rsid w:val="00F0446B"/>
    <w:rsid w:val="00F05AFC"/>
    <w:rsid w:val="00F2243E"/>
    <w:rsid w:val="00F515F6"/>
    <w:rsid w:val="00F535B3"/>
    <w:rsid w:val="00F721A5"/>
    <w:rsid w:val="00F7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A68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30C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5130C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D5130C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5130C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D201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299</TotalTime>
  <Pages>2</Pages>
  <Words>1695</Words>
  <Characters>967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49</cp:revision>
  <cp:lastPrinted>2018-02-21T08:57:00Z</cp:lastPrinted>
  <dcterms:created xsi:type="dcterms:W3CDTF">2017-02-27T07:44:00Z</dcterms:created>
  <dcterms:modified xsi:type="dcterms:W3CDTF">2018-02-27T08:41:00Z</dcterms:modified>
</cp:coreProperties>
</file>