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270C" w:rsidRPr="0064298F" w:rsidRDefault="007C270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7C270C" w:rsidRPr="0064298F" w:rsidRDefault="007C270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7C270C" w:rsidRDefault="007C270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7C270C" w:rsidRPr="0064298F" w:rsidRDefault="007C270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C270C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C270C" w:rsidRPr="0064298F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спеціалізованого 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продажу </w:t>
      </w:r>
    </w:p>
    <w:p w:rsidR="007C270C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алкогольних та тютюнових виробів</w:t>
      </w:r>
    </w:p>
    <w:p w:rsidR="007C270C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Абрамової О.О.</w:t>
      </w:r>
    </w:p>
    <w:p w:rsidR="007C270C" w:rsidRPr="00C60336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«Простоквашино»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7C270C" w:rsidRPr="0064298F" w:rsidRDefault="007C270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14/4</w:t>
      </w:r>
    </w:p>
    <w:p w:rsidR="007C270C" w:rsidRDefault="007C270C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70C" w:rsidRPr="0064298F" w:rsidRDefault="007C270C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Абрамової Олени Олександрівни /</w:t>
      </w:r>
      <w:r w:rsidRPr="006B32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спеціалізованого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з продажу алкогольних та тютюнових виробів,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Простоквашино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пр-т. Гвардійський, 14/4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/конфіденційна інформація/</w:t>
      </w:r>
    </w:p>
    <w:p w:rsidR="007C270C" w:rsidRDefault="007C270C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C270C" w:rsidRPr="00E65793" w:rsidRDefault="007C270C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270C" w:rsidRPr="00A03F67" w:rsidRDefault="007C270C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7C270C" w:rsidRDefault="007C270C" w:rsidP="0064298F">
      <w:pPr>
        <w:pStyle w:val="BodyText"/>
        <w:spacing w:after="0"/>
        <w:jc w:val="both"/>
        <w:rPr>
          <w:lang w:val="uk-UA"/>
        </w:rPr>
      </w:pPr>
    </w:p>
    <w:p w:rsidR="007C270C" w:rsidRPr="0064298F" w:rsidRDefault="007C270C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Абрамовою О.О., режим роботи спеціалізованого відділу  з продажу алкогольних та тютюнових виробів (за наявності ліцензії), 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Простоквашино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пр-т. Гвардійський, 14/4 (торгова площа – 50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7C270C" w:rsidRDefault="007C270C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22.00,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270C" w:rsidRDefault="007C270C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7C270C" w:rsidRDefault="007C270C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Абрамовій О.О.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спеціалізованого відділу алкогольних та тютюнових виробів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C270C" w:rsidRPr="0064298F" w:rsidRDefault="007C270C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C270C" w:rsidRDefault="007C270C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7C270C" w:rsidRDefault="007C270C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70C" w:rsidRDefault="007C270C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617"/>
        <w:gridCol w:w="1710"/>
        <w:gridCol w:w="10139"/>
        <w:gridCol w:w="6322"/>
      </w:tblGrid>
      <w:tr w:rsidR="007C270C" w:rsidRPr="005971F4">
        <w:tc>
          <w:tcPr>
            <w:tcW w:w="11502" w:type="dxa"/>
          </w:tcPr>
          <w:p w:rsidR="007C270C" w:rsidRDefault="007C270C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7C270C" w:rsidRDefault="007C270C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7C270C" w:rsidRPr="0064298F" w:rsidRDefault="007C270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7C270C" w:rsidRPr="0064298F" w:rsidRDefault="007C270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7C270C" w:rsidRPr="0064298F" w:rsidRDefault="007C270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7C270C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14639"/>
              <w:gridCol w:w="236"/>
              <w:gridCol w:w="236"/>
            </w:tblGrid>
            <w:tr w:rsidR="007C270C" w:rsidRPr="005971F4">
              <w:tc>
                <w:tcPr>
                  <w:tcW w:w="9180" w:type="dxa"/>
                </w:tcPr>
                <w:tbl>
                  <w:tblPr>
                    <w:tblW w:w="14423" w:type="dxa"/>
                    <w:tblLook w:val="0000"/>
                  </w:tblPr>
                  <w:tblGrid>
                    <w:gridCol w:w="9180"/>
                    <w:gridCol w:w="2833"/>
                    <w:gridCol w:w="2410"/>
                  </w:tblGrid>
                  <w:tr w:rsidR="007C270C" w:rsidRPr="005971F4" w:rsidTr="004B6278">
                    <w:tc>
                      <w:tcPr>
                        <w:tcW w:w="9180" w:type="dxa"/>
                      </w:tcPr>
                      <w:p w:rsidR="007C270C" w:rsidRPr="001E76EE" w:rsidRDefault="007C270C" w:rsidP="004B6278">
                        <w:pPr>
                          <w:spacing w:after="0" w:line="36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uk-UA"/>
                          </w:rPr>
                        </w:pPr>
                        <w:r w:rsidRPr="00D5130C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uk-UA"/>
                          </w:rPr>
                          <w:t>Підготував:</w:t>
                        </w:r>
                      </w:p>
                      <w:p w:rsidR="007C270C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Начальник відділу торгівлі </w:t>
                        </w:r>
                      </w:p>
                      <w:p w:rsidR="007C270C" w:rsidRPr="001E76EE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та з захисту прав споживачів                                                                    Т.Г. Красюк</w:t>
                        </w:r>
                      </w:p>
                      <w:p w:rsidR="007C270C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7C270C" w:rsidRPr="005971F4" w:rsidRDefault="007C270C" w:rsidP="004B6278">
                        <w:pPr>
                          <w:spacing w:after="0" w:line="36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uk-UA"/>
                          </w:rPr>
                        </w:pPr>
                        <w:r w:rsidRPr="005971F4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uk-UA"/>
                          </w:rPr>
                          <w:t>Узгоджено:</w:t>
                        </w:r>
                      </w:p>
                      <w:p w:rsidR="007C270C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5971F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Заступник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 міського голови,</w:t>
                        </w:r>
                      </w:p>
                      <w:p w:rsidR="007C270C" w:rsidRPr="005971F4" w:rsidRDefault="007C270C" w:rsidP="004B6278">
                        <w:pPr>
                          <w:spacing w:after="0"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в.о.</w:t>
                        </w:r>
                        <w:r w:rsidRPr="005971F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керуючого</w:t>
                        </w:r>
                        <w:r w:rsidRPr="005971F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справами</w:t>
                        </w:r>
                        <w:r w:rsidRPr="005971F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виконкому</w:t>
                        </w:r>
                        <w:r w:rsidRPr="005971F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                                Д.В. Лук’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янченко</w:t>
                        </w:r>
                      </w:p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7C270C" w:rsidRPr="001E76EE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ab/>
                        </w:r>
                      </w:p>
                      <w:p w:rsidR="007C270C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7C270C" w:rsidRPr="009A4A1F" w:rsidRDefault="007C270C" w:rsidP="004B627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 w:rsidR="007C270C" w:rsidRPr="00561DD1" w:rsidRDefault="007C270C" w:rsidP="004B6278">
                        <w:pPr>
                          <w:spacing w:after="0"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7C270C" w:rsidRPr="005971F4" w:rsidRDefault="007C270C" w:rsidP="004B6278">
                        <w:pPr>
                          <w:pStyle w:val="NoSpacing"/>
                          <w:rPr>
                            <w:lang w:val="uk-UA"/>
                          </w:rPr>
                        </w:pPr>
                      </w:p>
                    </w:tc>
                  </w:tr>
                  <w:tr w:rsidR="007C270C" w:rsidRPr="005971F4" w:rsidTr="004B6278">
                    <w:trPr>
                      <w:trHeight w:val="1283"/>
                    </w:trPr>
                    <w:tc>
                      <w:tcPr>
                        <w:tcW w:w="9180" w:type="dxa"/>
                      </w:tcPr>
                      <w:p w:rsidR="007C270C" w:rsidRDefault="007C270C" w:rsidP="004B6278">
                        <w:pPr>
                          <w:spacing w:after="0" w:line="240" w:lineRule="auto"/>
                          <w:ind w:right="-1308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 xml:space="preserve">Начальник відділу з юридичних </w:t>
                        </w:r>
                      </w:p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b/>
                            <w:bCs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та правових питань                                                                                      В.В. Рудь</w:t>
                        </w:r>
                      </w:p>
                    </w:tc>
                    <w:tc>
                      <w:tcPr>
                        <w:tcW w:w="2833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</w:tr>
                  <w:tr w:rsidR="007C270C" w:rsidRPr="005971F4" w:rsidTr="004B6278">
                    <w:tc>
                      <w:tcPr>
                        <w:tcW w:w="9180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7C270C" w:rsidRPr="005971F4" w:rsidRDefault="007C270C" w:rsidP="004B6278">
                        <w:pPr>
                          <w:spacing w:after="0" w:line="240" w:lineRule="auto"/>
                          <w:rPr>
                            <w:lang w:val="uk-UA"/>
                          </w:rPr>
                        </w:pPr>
                      </w:p>
                    </w:tc>
                  </w:tr>
                </w:tbl>
                <w:p w:rsidR="007C270C" w:rsidRPr="005971F4" w:rsidRDefault="007C270C" w:rsidP="004B6278"/>
              </w:tc>
              <w:tc>
                <w:tcPr>
                  <w:tcW w:w="2833" w:type="dxa"/>
                </w:tcPr>
                <w:p w:rsidR="007C270C" w:rsidRPr="00561DD1" w:rsidRDefault="007C270C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7C270C" w:rsidRPr="005971F4">
              <w:trPr>
                <w:trHeight w:val="1283"/>
              </w:trPr>
              <w:tc>
                <w:tcPr>
                  <w:tcW w:w="9180" w:type="dxa"/>
                </w:tcPr>
                <w:p w:rsidR="007C270C" w:rsidRPr="005971F4" w:rsidRDefault="007C270C" w:rsidP="004B6278"/>
              </w:tc>
              <w:tc>
                <w:tcPr>
                  <w:tcW w:w="2833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7C270C" w:rsidRPr="005971F4">
              <w:tc>
                <w:tcPr>
                  <w:tcW w:w="9180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C270C" w:rsidRPr="005971F4" w:rsidRDefault="007C270C"/>
        </w:tc>
      </w:tr>
      <w:tr w:rsidR="007C270C" w:rsidRPr="005971F4">
        <w:tc>
          <w:tcPr>
            <w:tcW w:w="13076" w:type="dxa"/>
            <w:gridSpan w:val="2"/>
          </w:tcPr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7C270C" w:rsidRPr="005971F4" w:rsidRDefault="007C270C"/>
        </w:tc>
      </w:tr>
      <w:tr w:rsidR="007C270C" w:rsidRPr="005971F4">
        <w:tc>
          <w:tcPr>
            <w:tcW w:w="13076" w:type="dxa"/>
            <w:gridSpan w:val="2"/>
          </w:tcPr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7C270C" w:rsidRPr="005971F4" w:rsidRDefault="007C270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7C270C" w:rsidRPr="005971F4" w:rsidRDefault="007C270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7C270C" w:rsidRPr="005971F4">
              <w:tc>
                <w:tcPr>
                  <w:tcW w:w="468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7C270C" w:rsidRPr="005971F4" w:rsidRDefault="007C270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7C270C" w:rsidRPr="005971F4" w:rsidRDefault="007C270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7C270C" w:rsidRPr="005971F4" w:rsidRDefault="007C270C"/>
        </w:tc>
      </w:tr>
    </w:tbl>
    <w:p w:rsidR="007C270C" w:rsidRDefault="007C270C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7C270C" w:rsidSect="00C71ECA">
      <w:pgSz w:w="11906" w:h="16838"/>
      <w:pgMar w:top="540" w:right="707" w:bottom="32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D6B5D"/>
    <w:rsid w:val="000E3E9E"/>
    <w:rsid w:val="000F1057"/>
    <w:rsid w:val="000F16D6"/>
    <w:rsid w:val="000F1E3E"/>
    <w:rsid w:val="00113A0C"/>
    <w:rsid w:val="00124C30"/>
    <w:rsid w:val="00151552"/>
    <w:rsid w:val="00151F88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26C1F"/>
    <w:rsid w:val="00246C23"/>
    <w:rsid w:val="00266094"/>
    <w:rsid w:val="00271CBD"/>
    <w:rsid w:val="002765C6"/>
    <w:rsid w:val="0027687D"/>
    <w:rsid w:val="002A4CE1"/>
    <w:rsid w:val="002B0584"/>
    <w:rsid w:val="002C50AD"/>
    <w:rsid w:val="003638C5"/>
    <w:rsid w:val="00367C99"/>
    <w:rsid w:val="00373CDD"/>
    <w:rsid w:val="0039706F"/>
    <w:rsid w:val="003A25C6"/>
    <w:rsid w:val="003A2854"/>
    <w:rsid w:val="003A2863"/>
    <w:rsid w:val="003C7128"/>
    <w:rsid w:val="003D0050"/>
    <w:rsid w:val="003F0411"/>
    <w:rsid w:val="003F6FAD"/>
    <w:rsid w:val="00434C65"/>
    <w:rsid w:val="0044212E"/>
    <w:rsid w:val="004445C8"/>
    <w:rsid w:val="0046450A"/>
    <w:rsid w:val="004B6084"/>
    <w:rsid w:val="004B6278"/>
    <w:rsid w:val="004C6214"/>
    <w:rsid w:val="004D1682"/>
    <w:rsid w:val="004D7034"/>
    <w:rsid w:val="004F5390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F441A"/>
    <w:rsid w:val="00601AD4"/>
    <w:rsid w:val="00603106"/>
    <w:rsid w:val="006031AE"/>
    <w:rsid w:val="00606442"/>
    <w:rsid w:val="00624F52"/>
    <w:rsid w:val="00630FE8"/>
    <w:rsid w:val="00632631"/>
    <w:rsid w:val="0064298F"/>
    <w:rsid w:val="006442ED"/>
    <w:rsid w:val="00675AC7"/>
    <w:rsid w:val="00680089"/>
    <w:rsid w:val="00685855"/>
    <w:rsid w:val="00685D67"/>
    <w:rsid w:val="00696755"/>
    <w:rsid w:val="006B03BB"/>
    <w:rsid w:val="006B329B"/>
    <w:rsid w:val="006E5B1D"/>
    <w:rsid w:val="006E7D01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270C"/>
    <w:rsid w:val="007C45F9"/>
    <w:rsid w:val="007D4BE9"/>
    <w:rsid w:val="007D73EE"/>
    <w:rsid w:val="007F246F"/>
    <w:rsid w:val="007F2962"/>
    <w:rsid w:val="007F7AF9"/>
    <w:rsid w:val="00804E6D"/>
    <w:rsid w:val="0081035D"/>
    <w:rsid w:val="00825852"/>
    <w:rsid w:val="00827C59"/>
    <w:rsid w:val="00831BDF"/>
    <w:rsid w:val="00844947"/>
    <w:rsid w:val="00860CA5"/>
    <w:rsid w:val="008626C0"/>
    <w:rsid w:val="00877DEF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14A64"/>
    <w:rsid w:val="00925807"/>
    <w:rsid w:val="00925955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A03F67"/>
    <w:rsid w:val="00A33686"/>
    <w:rsid w:val="00A34BA0"/>
    <w:rsid w:val="00A443EB"/>
    <w:rsid w:val="00A5433D"/>
    <w:rsid w:val="00A54C43"/>
    <w:rsid w:val="00A630A8"/>
    <w:rsid w:val="00A63A0E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2475D"/>
    <w:rsid w:val="00B71266"/>
    <w:rsid w:val="00B7235E"/>
    <w:rsid w:val="00B72ED3"/>
    <w:rsid w:val="00B73221"/>
    <w:rsid w:val="00B9688C"/>
    <w:rsid w:val="00BA52B2"/>
    <w:rsid w:val="00BB7A71"/>
    <w:rsid w:val="00BD39E6"/>
    <w:rsid w:val="00C05DB7"/>
    <w:rsid w:val="00C11F95"/>
    <w:rsid w:val="00C127B7"/>
    <w:rsid w:val="00C3485E"/>
    <w:rsid w:val="00C502C0"/>
    <w:rsid w:val="00C5726D"/>
    <w:rsid w:val="00C60336"/>
    <w:rsid w:val="00C61BDE"/>
    <w:rsid w:val="00C61EC8"/>
    <w:rsid w:val="00C67B7D"/>
    <w:rsid w:val="00C71ECA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146D4"/>
    <w:rsid w:val="00D147C3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8C2"/>
    <w:rsid w:val="00DA4D19"/>
    <w:rsid w:val="00DA7B56"/>
    <w:rsid w:val="00DB36E4"/>
    <w:rsid w:val="00DC2A31"/>
    <w:rsid w:val="00DC781F"/>
    <w:rsid w:val="00DD4208"/>
    <w:rsid w:val="00DF2943"/>
    <w:rsid w:val="00DF50F5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718F8"/>
    <w:rsid w:val="00E81370"/>
    <w:rsid w:val="00E869C6"/>
    <w:rsid w:val="00E87FB4"/>
    <w:rsid w:val="00E96848"/>
    <w:rsid w:val="00EA25E8"/>
    <w:rsid w:val="00EB1D85"/>
    <w:rsid w:val="00EC2674"/>
    <w:rsid w:val="00EE3A57"/>
    <w:rsid w:val="00EE3BEB"/>
    <w:rsid w:val="00EE618C"/>
    <w:rsid w:val="00EF2402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rsid w:val="00C71EC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1753</TotalTime>
  <Pages>3</Pages>
  <Words>2733</Words>
  <Characters>1559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112</cp:revision>
  <cp:lastPrinted>2018-04-24T11:14:00Z</cp:lastPrinted>
  <dcterms:created xsi:type="dcterms:W3CDTF">2017-02-15T07:11:00Z</dcterms:created>
  <dcterms:modified xsi:type="dcterms:W3CDTF">2018-05-07T07:55:00Z</dcterms:modified>
</cp:coreProperties>
</file>