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06" w:rsidRPr="0064298F" w:rsidRDefault="00FA7B06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A7B06" w:rsidRPr="0064298F" w:rsidRDefault="00FA7B06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A7B06" w:rsidRDefault="00FA7B06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195</w:t>
      </w:r>
    </w:p>
    <w:p w:rsidR="00FA7B06" w:rsidRDefault="00FA7B06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_28_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_березня_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A7B06" w:rsidRDefault="00FA7B06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FA7B06" w:rsidRPr="0064298F" w:rsidRDefault="00FA7B06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7B06" w:rsidRDefault="00FA7B06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FA7B06" w:rsidRDefault="00FA7B06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 «Оптика+медтехніка»</w:t>
      </w:r>
    </w:p>
    <w:p w:rsidR="00FA7B06" w:rsidRPr="00312076" w:rsidRDefault="00FA7B06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підприємця Зарецької Н.О.,</w:t>
      </w:r>
    </w:p>
    <w:p w:rsidR="00FA7B06" w:rsidRPr="00C60336" w:rsidRDefault="00FA7B06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FA7B06" w:rsidRPr="0064298F" w:rsidRDefault="00FA7B06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Курчатова,22/2</w:t>
      </w:r>
    </w:p>
    <w:p w:rsidR="00FA7B06" w:rsidRDefault="00FA7B06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7B06" w:rsidRDefault="00FA7B06" w:rsidP="001E4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“Про місцеве самоврядування в Україні”,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Сєвєродонецька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r>
        <w:rPr>
          <w:rFonts w:ascii="Times New Roman" w:hAnsi="Times New Roman" w:cs="Times New Roman"/>
          <w:sz w:val="24"/>
          <w:szCs w:val="24"/>
          <w:lang w:val="uk-UA"/>
        </w:rPr>
        <w:t>Зарецької Надії Олександрівни /</w:t>
      </w:r>
      <w:r w:rsidRPr="001E40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/про встановлення  режиму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магазину    «Оптика + медтехніка»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розташованого 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  м.   Сєвєродонецьк,</w:t>
      </w:r>
      <w:r w:rsidRPr="00AB21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7B06" w:rsidRDefault="00FA7B06" w:rsidP="001E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Курчатова,22/2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</w:t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/,</w:t>
      </w:r>
    </w:p>
    <w:p w:rsidR="00FA7B06" w:rsidRDefault="00FA7B06" w:rsidP="001E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A7B06" w:rsidRPr="00E3591B" w:rsidRDefault="00FA7B06" w:rsidP="001E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7B06" w:rsidRPr="00650789" w:rsidRDefault="00FA7B06" w:rsidP="00AB2105">
      <w:pPr>
        <w:pStyle w:val="BodyTextIndent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FA7B06" w:rsidRPr="00444E63" w:rsidRDefault="00FA7B06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Встановити, погоджений з власником – </w:t>
      </w:r>
      <w:r>
        <w:rPr>
          <w:rFonts w:ascii="Times New Roman" w:hAnsi="Times New Roman" w:cs="Times New Roman"/>
          <w:sz w:val="24"/>
          <w:szCs w:val="24"/>
          <w:lang w:val="uk-UA"/>
        </w:rPr>
        <w:t>фізичною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 особою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підприємцем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Зарецькою Н.О.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«Оптика+медтехніка»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 по торгівлі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непродовольчими товарами   (окуляри,  оправи,  медтехніка),  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>Сєвєродонецьк,</w:t>
      </w:r>
    </w:p>
    <w:p w:rsidR="00FA7B06" w:rsidRPr="00170F07" w:rsidRDefault="00FA7B06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Курчатова,22/2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 (торгова 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>118,0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>) а саме:</w:t>
      </w:r>
    </w:p>
    <w:p w:rsidR="00FA7B06" w:rsidRDefault="00FA7B06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19.00, без перерви,</w:t>
      </w:r>
    </w:p>
    <w:p w:rsidR="00FA7B06" w:rsidRPr="0064298F" w:rsidRDefault="00FA7B06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 з 09.00 до 16.00, вихідний -неділя.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A7B06" w:rsidRDefault="00FA7B06" w:rsidP="00AB2105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- підприємцю Зарецькій Н.О.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 xml:space="preserve">на фасаді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 «Оптика+медтехніка» вивіску з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зазначенням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7B06" w:rsidRPr="00930128" w:rsidRDefault="00FA7B06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- підприємцю  Зарецькій Н.О. 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Оптика+медтехніка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 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>Правил благоустрою території м. Сєвєродонецька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7B06" w:rsidRPr="0064298F" w:rsidRDefault="00FA7B06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Витяг з даного </w:t>
      </w:r>
      <w:r w:rsidRPr="00AA666D">
        <w:rPr>
          <w:rFonts w:ascii="Times New Roman" w:hAnsi="Times New Roman" w:cs="Times New Roman"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7B06" w:rsidRDefault="00FA7B06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Лук</w:t>
      </w:r>
      <w:r w:rsidRPr="006F0463">
        <w:rPr>
          <w:rFonts w:ascii="Times New Roman" w:hAnsi="Times New Roman" w:cs="Times New Roman"/>
          <w:sz w:val="24"/>
          <w:szCs w:val="24"/>
        </w:rPr>
        <w:t>`янченк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F0463">
        <w:rPr>
          <w:rFonts w:ascii="Times New Roman" w:hAnsi="Times New Roman" w:cs="Times New Roman"/>
          <w:sz w:val="24"/>
          <w:szCs w:val="24"/>
        </w:rPr>
        <w:t xml:space="preserve"> Д.В.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7B06" w:rsidRDefault="00FA7B06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7B06" w:rsidRDefault="00FA7B06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7B06" w:rsidRDefault="00FA7B06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7B06" w:rsidRDefault="00FA7B06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7B06" w:rsidRDefault="00FA7B06" w:rsidP="0024646C">
      <w:pPr>
        <w:spacing w:line="360" w:lineRule="auto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В.о.міського голови                                                                           І.Е. Слєсарєв</w:t>
      </w:r>
    </w:p>
    <w:p w:rsidR="00FA7B06" w:rsidRDefault="00FA7B06" w:rsidP="0024646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FA7B06" w:rsidSect="00D80A45">
      <w:pgSz w:w="11906" w:h="16838"/>
      <w:pgMar w:top="993" w:right="424" w:bottom="3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105"/>
    <w:rsid w:val="00057471"/>
    <w:rsid w:val="000B0D4F"/>
    <w:rsid w:val="00170F07"/>
    <w:rsid w:val="001E40EA"/>
    <w:rsid w:val="001E68F5"/>
    <w:rsid w:val="0024646C"/>
    <w:rsid w:val="00312076"/>
    <w:rsid w:val="00315BD4"/>
    <w:rsid w:val="003A25C6"/>
    <w:rsid w:val="00444E63"/>
    <w:rsid w:val="00564A16"/>
    <w:rsid w:val="0064298F"/>
    <w:rsid w:val="00650789"/>
    <w:rsid w:val="006F0463"/>
    <w:rsid w:val="00746E75"/>
    <w:rsid w:val="00756771"/>
    <w:rsid w:val="00790160"/>
    <w:rsid w:val="007E33CD"/>
    <w:rsid w:val="00821C02"/>
    <w:rsid w:val="008F3D9E"/>
    <w:rsid w:val="00930128"/>
    <w:rsid w:val="00A30194"/>
    <w:rsid w:val="00AA666D"/>
    <w:rsid w:val="00AB2105"/>
    <w:rsid w:val="00B44E7D"/>
    <w:rsid w:val="00BF5E77"/>
    <w:rsid w:val="00BF738A"/>
    <w:rsid w:val="00C03436"/>
    <w:rsid w:val="00C60336"/>
    <w:rsid w:val="00C96F64"/>
    <w:rsid w:val="00D80A45"/>
    <w:rsid w:val="00E3591B"/>
    <w:rsid w:val="00FA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C02"/>
    <w:pPr>
      <w:spacing w:after="200" w:line="276" w:lineRule="auto"/>
    </w:pPr>
    <w:rPr>
      <w:rFonts w:cs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AB2105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B2105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AB210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1405</Words>
  <Characters>801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Жолудева</cp:lastModifiedBy>
  <cp:revision>10</cp:revision>
  <dcterms:created xsi:type="dcterms:W3CDTF">2018-03-01T12:14:00Z</dcterms:created>
  <dcterms:modified xsi:type="dcterms:W3CDTF">2018-04-02T07:08:00Z</dcterms:modified>
</cp:coreProperties>
</file>