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9A" w:rsidRDefault="0051239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1239A" w:rsidRPr="0064298F" w:rsidRDefault="0051239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51239A" w:rsidRPr="0064298F" w:rsidRDefault="0051239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51239A" w:rsidRPr="0064298F" w:rsidRDefault="0051239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1239A" w:rsidRPr="0064298F" w:rsidRDefault="0051239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1239A" w:rsidRPr="0064298F" w:rsidRDefault="0051239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51239A" w:rsidRDefault="0051239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51239A" w:rsidRPr="0064298F" w:rsidRDefault="0051239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1239A" w:rsidRDefault="0051239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51239A" w:rsidRDefault="0051239A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Кравченко І.А.</w:t>
      </w:r>
    </w:p>
    <w:p w:rsidR="0051239A" w:rsidRPr="00C60336" w:rsidRDefault="0051239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будівлі Амбулаторії №1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1239A" w:rsidRDefault="0051239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(4-й поверх) 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адресою:</w:t>
      </w:r>
    </w:p>
    <w:p w:rsidR="0051239A" w:rsidRPr="0064298F" w:rsidRDefault="0051239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Курчатова, 36</w:t>
      </w:r>
    </w:p>
    <w:p w:rsidR="0051239A" w:rsidRDefault="0051239A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239A" w:rsidRPr="0064298F" w:rsidRDefault="0051239A" w:rsidP="00B52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</w:t>
      </w:r>
      <w:r>
        <w:rPr>
          <w:lang w:val="uk-UA"/>
        </w:rPr>
        <w:t xml:space="preserve">«б»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“Про місцеве самоврядування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 виконкому від  08.12.2017 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“Про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порядок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режиму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роботи об’єктів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торгівлі,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ресторанного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,рішенням сорок шостої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чергової)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Сєвєродонецької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п’ятого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2122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Правил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благоустрою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  заяву   фізичної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Кравченко  Ірини Анатоліївни /</w:t>
      </w:r>
      <w:r w:rsidRPr="00CE65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роботи відділу,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КНП  «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Сєвєродонецький    центр   первинної   медико-санітарної  допомоги»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             вул. Курчатова, 36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CE65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інформація/</w:t>
      </w:r>
    </w:p>
    <w:p w:rsidR="0051239A" w:rsidRPr="00B5250E" w:rsidRDefault="0051239A" w:rsidP="00B5250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250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51239A" w:rsidRPr="00A03F67" w:rsidRDefault="0051239A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51239A" w:rsidRDefault="0051239A" w:rsidP="0064298F">
      <w:pPr>
        <w:pStyle w:val="BodyText"/>
        <w:spacing w:after="0"/>
        <w:jc w:val="both"/>
        <w:rPr>
          <w:lang w:val="uk-UA"/>
        </w:rPr>
      </w:pPr>
    </w:p>
    <w:p w:rsidR="0051239A" w:rsidRPr="0064298F" w:rsidRDefault="0051239A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І.А., режим роботи відділу по торгівлі непродовольчими товарами (рентген плівка), розташованого в КНП «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Сєвєродонецький центр первинної медико-санітарної допомоги»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вул. Курчатова, 36 (торгова площа – 3,27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51239A" w:rsidRDefault="0051239A" w:rsidP="00CC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08.00 до 14.00, без перерви;</w:t>
      </w:r>
    </w:p>
    <w:p w:rsidR="0051239A" w:rsidRDefault="0051239A" w:rsidP="00CC1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субота, неділя – вихідний день.</w:t>
      </w:r>
    </w:p>
    <w:p w:rsidR="0051239A" w:rsidRDefault="0051239A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І.А.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1239A" w:rsidRPr="0064298F" w:rsidRDefault="0051239A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51239A" w:rsidRDefault="0051239A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першого 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Кузьмінова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1239A" w:rsidRDefault="0051239A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2969"/>
        <w:gridCol w:w="11722"/>
        <w:gridCol w:w="6989"/>
      </w:tblGrid>
      <w:tr w:rsidR="0051239A" w:rsidRPr="005971F4">
        <w:tc>
          <w:tcPr>
            <w:tcW w:w="13012" w:type="dxa"/>
          </w:tcPr>
          <w:p w:rsidR="0051239A" w:rsidRDefault="0051239A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51239A" w:rsidRDefault="0051239A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Секретар міської ради                                                                                        </w:t>
            </w:r>
          </w:p>
          <w:p w:rsidR="0051239A" w:rsidRPr="00A01EFD" w:rsidRDefault="0051239A" w:rsidP="00B968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в.о. міського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голови                                                                                                 В.П.Ткачук</w:t>
            </w:r>
          </w:p>
        </w:tc>
        <w:tc>
          <w:tcPr>
            <w:tcW w:w="11766" w:type="dxa"/>
          </w:tcPr>
          <w:p w:rsidR="0051239A" w:rsidRPr="0064298F" w:rsidRDefault="0051239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51239A" w:rsidRPr="0064298F" w:rsidRDefault="0051239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51239A" w:rsidRPr="0064298F" w:rsidRDefault="0051239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1239A" w:rsidRDefault="0051239A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51239A" w:rsidSect="004F06DF">
      <w:pgSz w:w="11906" w:h="16838"/>
      <w:pgMar w:top="719" w:right="707" w:bottom="16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6A951AD6"/>
    <w:multiLevelType w:val="hybridMultilevel"/>
    <w:tmpl w:val="7B887940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415F"/>
    <w:rsid w:val="0002799F"/>
    <w:rsid w:val="000436DB"/>
    <w:rsid w:val="0004423A"/>
    <w:rsid w:val="00044575"/>
    <w:rsid w:val="000446CC"/>
    <w:rsid w:val="00046EAB"/>
    <w:rsid w:val="0006032D"/>
    <w:rsid w:val="000614A8"/>
    <w:rsid w:val="00075EBE"/>
    <w:rsid w:val="000820FD"/>
    <w:rsid w:val="00084604"/>
    <w:rsid w:val="00087A78"/>
    <w:rsid w:val="0009538D"/>
    <w:rsid w:val="000A12AE"/>
    <w:rsid w:val="000A1D58"/>
    <w:rsid w:val="000A734C"/>
    <w:rsid w:val="000C414B"/>
    <w:rsid w:val="000D6B5D"/>
    <w:rsid w:val="000E3E9E"/>
    <w:rsid w:val="000F1057"/>
    <w:rsid w:val="000F16D6"/>
    <w:rsid w:val="000F1E3E"/>
    <w:rsid w:val="000F4FF0"/>
    <w:rsid w:val="00113A0C"/>
    <w:rsid w:val="00124C30"/>
    <w:rsid w:val="00150CB6"/>
    <w:rsid w:val="00151552"/>
    <w:rsid w:val="00151F88"/>
    <w:rsid w:val="00163086"/>
    <w:rsid w:val="00177F08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D4E2C"/>
    <w:rsid w:val="001E76EE"/>
    <w:rsid w:val="001F604C"/>
    <w:rsid w:val="0020253B"/>
    <w:rsid w:val="0022235C"/>
    <w:rsid w:val="00224778"/>
    <w:rsid w:val="00241021"/>
    <w:rsid w:val="00246C23"/>
    <w:rsid w:val="00247268"/>
    <w:rsid w:val="00266094"/>
    <w:rsid w:val="00271CBD"/>
    <w:rsid w:val="002765C6"/>
    <w:rsid w:val="0027687D"/>
    <w:rsid w:val="00282B28"/>
    <w:rsid w:val="002A0D00"/>
    <w:rsid w:val="002A4CE1"/>
    <w:rsid w:val="002B0584"/>
    <w:rsid w:val="002B6365"/>
    <w:rsid w:val="002C50AD"/>
    <w:rsid w:val="00305174"/>
    <w:rsid w:val="003638C5"/>
    <w:rsid w:val="00367C99"/>
    <w:rsid w:val="00373C78"/>
    <w:rsid w:val="00373CDD"/>
    <w:rsid w:val="00374F5B"/>
    <w:rsid w:val="003932A5"/>
    <w:rsid w:val="0039706F"/>
    <w:rsid w:val="003A0536"/>
    <w:rsid w:val="003A25C6"/>
    <w:rsid w:val="003A2854"/>
    <w:rsid w:val="003A2863"/>
    <w:rsid w:val="003B020C"/>
    <w:rsid w:val="003C2BFD"/>
    <w:rsid w:val="003C7128"/>
    <w:rsid w:val="003D0050"/>
    <w:rsid w:val="003D1F89"/>
    <w:rsid w:val="003D2FE3"/>
    <w:rsid w:val="003D32E5"/>
    <w:rsid w:val="003F0275"/>
    <w:rsid w:val="003F0411"/>
    <w:rsid w:val="003F1698"/>
    <w:rsid w:val="003F6FAD"/>
    <w:rsid w:val="00434C65"/>
    <w:rsid w:val="004367E4"/>
    <w:rsid w:val="0044146B"/>
    <w:rsid w:val="0044212E"/>
    <w:rsid w:val="004445C8"/>
    <w:rsid w:val="00446EC1"/>
    <w:rsid w:val="0045124E"/>
    <w:rsid w:val="0046450A"/>
    <w:rsid w:val="004662DB"/>
    <w:rsid w:val="0049207C"/>
    <w:rsid w:val="004A1FDB"/>
    <w:rsid w:val="004B23A2"/>
    <w:rsid w:val="004B6084"/>
    <w:rsid w:val="004B6278"/>
    <w:rsid w:val="004C6214"/>
    <w:rsid w:val="004D0E29"/>
    <w:rsid w:val="004D1682"/>
    <w:rsid w:val="004D7034"/>
    <w:rsid w:val="004E1FEF"/>
    <w:rsid w:val="004F06DF"/>
    <w:rsid w:val="004F5390"/>
    <w:rsid w:val="004F58C6"/>
    <w:rsid w:val="005074E0"/>
    <w:rsid w:val="0051239A"/>
    <w:rsid w:val="00513AAA"/>
    <w:rsid w:val="0052725D"/>
    <w:rsid w:val="00527CD8"/>
    <w:rsid w:val="00531622"/>
    <w:rsid w:val="00545ACD"/>
    <w:rsid w:val="00550E72"/>
    <w:rsid w:val="00560D8D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B4CA7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4298F"/>
    <w:rsid w:val="006442ED"/>
    <w:rsid w:val="006709D7"/>
    <w:rsid w:val="00675AC7"/>
    <w:rsid w:val="00680089"/>
    <w:rsid w:val="00685D67"/>
    <w:rsid w:val="0069266D"/>
    <w:rsid w:val="00694658"/>
    <w:rsid w:val="00696755"/>
    <w:rsid w:val="006A25B2"/>
    <w:rsid w:val="006A3113"/>
    <w:rsid w:val="006B6BD0"/>
    <w:rsid w:val="006C3502"/>
    <w:rsid w:val="006D41B0"/>
    <w:rsid w:val="006E5B1D"/>
    <w:rsid w:val="006E7D01"/>
    <w:rsid w:val="006F6AE8"/>
    <w:rsid w:val="00701F12"/>
    <w:rsid w:val="007078DD"/>
    <w:rsid w:val="007131FF"/>
    <w:rsid w:val="00726DFB"/>
    <w:rsid w:val="00754A91"/>
    <w:rsid w:val="00756771"/>
    <w:rsid w:val="007576DB"/>
    <w:rsid w:val="0076050D"/>
    <w:rsid w:val="00762085"/>
    <w:rsid w:val="00764A4F"/>
    <w:rsid w:val="00780A38"/>
    <w:rsid w:val="007A6523"/>
    <w:rsid w:val="007C45F9"/>
    <w:rsid w:val="007D4BE9"/>
    <w:rsid w:val="007D73EE"/>
    <w:rsid w:val="007F11ED"/>
    <w:rsid w:val="007F246F"/>
    <w:rsid w:val="007F2962"/>
    <w:rsid w:val="007F7AF9"/>
    <w:rsid w:val="00804BE5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57DD0"/>
    <w:rsid w:val="00860CA5"/>
    <w:rsid w:val="008626C0"/>
    <w:rsid w:val="00877DEF"/>
    <w:rsid w:val="00884668"/>
    <w:rsid w:val="00891E0E"/>
    <w:rsid w:val="008929D3"/>
    <w:rsid w:val="008A0086"/>
    <w:rsid w:val="008A47C6"/>
    <w:rsid w:val="008B6601"/>
    <w:rsid w:val="008C2F52"/>
    <w:rsid w:val="008C4745"/>
    <w:rsid w:val="008E0AB0"/>
    <w:rsid w:val="008E1A34"/>
    <w:rsid w:val="008E6920"/>
    <w:rsid w:val="008F02AE"/>
    <w:rsid w:val="008F65E3"/>
    <w:rsid w:val="008F7821"/>
    <w:rsid w:val="009055D3"/>
    <w:rsid w:val="00925807"/>
    <w:rsid w:val="009440CF"/>
    <w:rsid w:val="00965E13"/>
    <w:rsid w:val="00966AC4"/>
    <w:rsid w:val="00970990"/>
    <w:rsid w:val="0098510C"/>
    <w:rsid w:val="00994F76"/>
    <w:rsid w:val="009A10EC"/>
    <w:rsid w:val="009A37EF"/>
    <w:rsid w:val="009A4A1F"/>
    <w:rsid w:val="009B42CA"/>
    <w:rsid w:val="009C0F44"/>
    <w:rsid w:val="009E0B40"/>
    <w:rsid w:val="009E3433"/>
    <w:rsid w:val="00A01EFD"/>
    <w:rsid w:val="00A03F67"/>
    <w:rsid w:val="00A0401C"/>
    <w:rsid w:val="00A33686"/>
    <w:rsid w:val="00A34BA0"/>
    <w:rsid w:val="00A443EB"/>
    <w:rsid w:val="00A5433D"/>
    <w:rsid w:val="00A54C43"/>
    <w:rsid w:val="00A630A8"/>
    <w:rsid w:val="00A63A0E"/>
    <w:rsid w:val="00A7552F"/>
    <w:rsid w:val="00A95DDC"/>
    <w:rsid w:val="00A96827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1FF1"/>
    <w:rsid w:val="00B02B13"/>
    <w:rsid w:val="00B131E7"/>
    <w:rsid w:val="00B14CCB"/>
    <w:rsid w:val="00B16126"/>
    <w:rsid w:val="00B30637"/>
    <w:rsid w:val="00B30C68"/>
    <w:rsid w:val="00B47EB5"/>
    <w:rsid w:val="00B5250E"/>
    <w:rsid w:val="00B53785"/>
    <w:rsid w:val="00B62967"/>
    <w:rsid w:val="00B71266"/>
    <w:rsid w:val="00B7235E"/>
    <w:rsid w:val="00B72ED3"/>
    <w:rsid w:val="00B73221"/>
    <w:rsid w:val="00B9688C"/>
    <w:rsid w:val="00BA281A"/>
    <w:rsid w:val="00BA52B2"/>
    <w:rsid w:val="00BA6193"/>
    <w:rsid w:val="00BB7A71"/>
    <w:rsid w:val="00BC45AC"/>
    <w:rsid w:val="00BD39E6"/>
    <w:rsid w:val="00C05DB7"/>
    <w:rsid w:val="00C127B7"/>
    <w:rsid w:val="00C3485E"/>
    <w:rsid w:val="00C373C4"/>
    <w:rsid w:val="00C37D91"/>
    <w:rsid w:val="00C502C0"/>
    <w:rsid w:val="00C55D64"/>
    <w:rsid w:val="00C5726D"/>
    <w:rsid w:val="00C60336"/>
    <w:rsid w:val="00C61BDE"/>
    <w:rsid w:val="00C61EC8"/>
    <w:rsid w:val="00C67B7D"/>
    <w:rsid w:val="00C73179"/>
    <w:rsid w:val="00C77BA2"/>
    <w:rsid w:val="00C77E98"/>
    <w:rsid w:val="00CA49A7"/>
    <w:rsid w:val="00CA666E"/>
    <w:rsid w:val="00CA776D"/>
    <w:rsid w:val="00CB0A78"/>
    <w:rsid w:val="00CB19A3"/>
    <w:rsid w:val="00CB31BC"/>
    <w:rsid w:val="00CB7D7D"/>
    <w:rsid w:val="00CB7E43"/>
    <w:rsid w:val="00CC111C"/>
    <w:rsid w:val="00CD287D"/>
    <w:rsid w:val="00CD2AA9"/>
    <w:rsid w:val="00CD2DDC"/>
    <w:rsid w:val="00CE5748"/>
    <w:rsid w:val="00CE65AA"/>
    <w:rsid w:val="00D146D4"/>
    <w:rsid w:val="00D147C3"/>
    <w:rsid w:val="00D20F46"/>
    <w:rsid w:val="00D25EC6"/>
    <w:rsid w:val="00D30D0D"/>
    <w:rsid w:val="00D3527B"/>
    <w:rsid w:val="00D361F9"/>
    <w:rsid w:val="00D416E5"/>
    <w:rsid w:val="00D451EC"/>
    <w:rsid w:val="00D45A5E"/>
    <w:rsid w:val="00D5130C"/>
    <w:rsid w:val="00D61375"/>
    <w:rsid w:val="00D72CD4"/>
    <w:rsid w:val="00D804FA"/>
    <w:rsid w:val="00D8315A"/>
    <w:rsid w:val="00D83801"/>
    <w:rsid w:val="00DA1659"/>
    <w:rsid w:val="00DA48C2"/>
    <w:rsid w:val="00DA4D19"/>
    <w:rsid w:val="00DA565A"/>
    <w:rsid w:val="00DA7B56"/>
    <w:rsid w:val="00DB36E4"/>
    <w:rsid w:val="00DC2A31"/>
    <w:rsid w:val="00DC781F"/>
    <w:rsid w:val="00DD4208"/>
    <w:rsid w:val="00DD4209"/>
    <w:rsid w:val="00DE00FA"/>
    <w:rsid w:val="00DE5D16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55DC5"/>
    <w:rsid w:val="00E65793"/>
    <w:rsid w:val="00E718F8"/>
    <w:rsid w:val="00E742F2"/>
    <w:rsid w:val="00E75E67"/>
    <w:rsid w:val="00E81370"/>
    <w:rsid w:val="00E869C6"/>
    <w:rsid w:val="00E87FB4"/>
    <w:rsid w:val="00E92BB3"/>
    <w:rsid w:val="00E96143"/>
    <w:rsid w:val="00E96848"/>
    <w:rsid w:val="00EA2447"/>
    <w:rsid w:val="00EA25E8"/>
    <w:rsid w:val="00EB1D85"/>
    <w:rsid w:val="00EC2674"/>
    <w:rsid w:val="00EE3A57"/>
    <w:rsid w:val="00EE3BEB"/>
    <w:rsid w:val="00EE618C"/>
    <w:rsid w:val="00EF548F"/>
    <w:rsid w:val="00EF7964"/>
    <w:rsid w:val="00F000FE"/>
    <w:rsid w:val="00F1399E"/>
    <w:rsid w:val="00F20D1D"/>
    <w:rsid w:val="00F22DE2"/>
    <w:rsid w:val="00F230B6"/>
    <w:rsid w:val="00F32981"/>
    <w:rsid w:val="00F377C5"/>
    <w:rsid w:val="00F419BF"/>
    <w:rsid w:val="00F42078"/>
    <w:rsid w:val="00F464C7"/>
    <w:rsid w:val="00F469FB"/>
    <w:rsid w:val="00F5020E"/>
    <w:rsid w:val="00F508FD"/>
    <w:rsid w:val="00F762DC"/>
    <w:rsid w:val="00F80F50"/>
    <w:rsid w:val="00F87ECF"/>
    <w:rsid w:val="00F90F3A"/>
    <w:rsid w:val="00FA4AD9"/>
    <w:rsid w:val="00FB2616"/>
    <w:rsid w:val="00FB61E4"/>
    <w:rsid w:val="00FC081D"/>
    <w:rsid w:val="00FC0A84"/>
    <w:rsid w:val="00FC10B8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07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1953</TotalTime>
  <Pages>1</Pages>
  <Words>1427</Words>
  <Characters>814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143</cp:revision>
  <cp:lastPrinted>2019-03-11T12:08:00Z</cp:lastPrinted>
  <dcterms:created xsi:type="dcterms:W3CDTF">2017-02-15T07:11:00Z</dcterms:created>
  <dcterms:modified xsi:type="dcterms:W3CDTF">2019-03-12T06:29:00Z</dcterms:modified>
</cp:coreProperties>
</file>