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1C" w:rsidRDefault="007D101C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C65C8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46.2pt;visibility:visible">
            <v:imagedata r:id="rId7" o:title="" grayscale="t" bilevel="t"/>
          </v:shape>
        </w:pict>
      </w:r>
    </w:p>
    <w:p w:rsidR="007D101C" w:rsidRPr="00264E1D" w:rsidRDefault="007D101C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УКРАЇНА</w:t>
      </w:r>
    </w:p>
    <w:p w:rsidR="007D101C" w:rsidRPr="00264E1D" w:rsidRDefault="007D101C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АДМІНІСТРАЦІЯ</w:t>
      </w:r>
    </w:p>
    <w:p w:rsidR="007D101C" w:rsidRDefault="007D101C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ОБЛАСТІ</w:t>
      </w:r>
    </w:p>
    <w:p w:rsidR="007D101C" w:rsidRPr="00264E1D" w:rsidRDefault="007D101C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7D101C" w:rsidRDefault="007D101C" w:rsidP="00264E1D">
      <w:pPr>
        <w:pStyle w:val="Title"/>
        <w:rPr>
          <w:rFonts w:cs="Arial"/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7D101C" w:rsidRPr="00D70B83" w:rsidRDefault="007D101C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B83">
        <w:rPr>
          <w:rFonts w:ascii="Times New Roman" w:hAnsi="Times New Roman" w:cs="Times New Roman"/>
          <w:b/>
          <w:bCs/>
          <w:sz w:val="28"/>
          <w:szCs w:val="28"/>
        </w:rPr>
        <w:t>КЕРІВНИКА ВІЙСЬКОВО-ЦИВІЛЬНОЇ  АДМІНІСТРАЦІЇ</w:t>
      </w:r>
    </w:p>
    <w:p w:rsidR="007D101C" w:rsidRPr="00D70B83" w:rsidRDefault="007D101C" w:rsidP="00264E1D">
      <w:pPr>
        <w:pStyle w:val="Title"/>
        <w:spacing w:line="360" w:lineRule="auto"/>
        <w:rPr>
          <w:rFonts w:cs="Arial"/>
          <w:sz w:val="32"/>
          <w:szCs w:val="32"/>
        </w:rPr>
      </w:pPr>
    </w:p>
    <w:p w:rsidR="007D101C" w:rsidRPr="008A3486" w:rsidRDefault="007D101C" w:rsidP="00264E1D">
      <w:pPr>
        <w:pStyle w:val="Heading1"/>
        <w:rPr>
          <w:b w:val="0"/>
          <w:bCs w:val="0"/>
          <w:sz w:val="28"/>
          <w:szCs w:val="28"/>
        </w:rPr>
      </w:pPr>
      <w:r w:rsidRPr="008A3486">
        <w:rPr>
          <w:b w:val="0"/>
          <w:bCs w:val="0"/>
          <w:sz w:val="28"/>
          <w:szCs w:val="28"/>
        </w:rPr>
        <w:t>Луганська обл., м. Сєвєродонецьк,</w:t>
      </w:r>
    </w:p>
    <w:p w:rsidR="007D101C" w:rsidRPr="008A3486" w:rsidRDefault="007D101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A3486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7D101C" w:rsidRPr="008A3486" w:rsidRDefault="007D101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04 </w:t>
      </w:r>
      <w:r w:rsidRPr="008A348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8A34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A3486">
        <w:rPr>
          <w:rFonts w:ascii="Times New Roman" w:hAnsi="Times New Roman" w:cs="Times New Roman"/>
          <w:sz w:val="28"/>
          <w:szCs w:val="28"/>
        </w:rPr>
        <w:t xml:space="preserve">  року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816</w:t>
      </w:r>
      <w:r w:rsidRPr="008A348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D101C" w:rsidRPr="008A3486" w:rsidRDefault="007D101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D101C" w:rsidRPr="00D70B83" w:rsidRDefault="007D101C" w:rsidP="00264E1D">
      <w:pPr>
        <w:pStyle w:val="Heading2"/>
        <w:jc w:val="both"/>
        <w:rPr>
          <w:rFonts w:cs="Arial"/>
        </w:rPr>
      </w:pPr>
    </w:p>
    <w:p w:rsidR="007D101C" w:rsidRPr="00994D55" w:rsidRDefault="007D101C" w:rsidP="003E1F35">
      <w:pPr>
        <w:ind w:right="4819"/>
        <w:rPr>
          <w:rFonts w:ascii="Times New Roman" w:hAnsi="Times New Roman" w:cs="Times New Roman"/>
          <w:sz w:val="28"/>
          <w:szCs w:val="28"/>
        </w:rPr>
      </w:pPr>
      <w:r w:rsidRPr="00994D55">
        <w:rPr>
          <w:rFonts w:ascii="Times New Roman" w:hAnsi="Times New Roman" w:cs="Times New Roman"/>
          <w:sz w:val="28"/>
          <w:szCs w:val="28"/>
        </w:rPr>
        <w:t>Про затвердження Програми створення містобудівного кадастру міста Сєвєродонецьк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94D55">
        <w:rPr>
          <w:rFonts w:ascii="Times New Roman" w:hAnsi="Times New Roman" w:cs="Times New Roman"/>
          <w:sz w:val="28"/>
          <w:szCs w:val="28"/>
        </w:rPr>
        <w:t xml:space="preserve"> на 2021 рік</w:t>
      </w:r>
    </w:p>
    <w:p w:rsidR="007D101C" w:rsidRPr="008C063B" w:rsidRDefault="007D101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D101C" w:rsidRPr="008C063B" w:rsidRDefault="007D101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D101C" w:rsidRPr="009C6125" w:rsidRDefault="007D101C" w:rsidP="00994D55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8A3486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8A34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 статтею  31</w:t>
      </w:r>
      <w:r w:rsidRPr="008A3486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регулювання містобудівної діяльності», постановою Кабінету Міністрів України від 25.05.2011 № 559 «Про містобудівний кадастр», з метою покращення інвестиційного клімату міста Сєвєродонецька, підвищення керованості процесами соціально-економічного розвитку територій міста, здійснення єдиної державної політики у сфері містобудування та архітектури та розглянувши проєкт «Програми створення містобудівного кадастру міста Сєвєродонецька на 2021 рік»</w:t>
      </w:r>
      <w:r w:rsidRPr="009C6125">
        <w:rPr>
          <w:rFonts w:ascii="Times New Roman" w:hAnsi="Times New Roman" w:cs="Times New Roman"/>
          <w:sz w:val="28"/>
          <w:szCs w:val="28"/>
        </w:rPr>
        <w:t>:</w:t>
      </w:r>
    </w:p>
    <w:p w:rsidR="007D101C" w:rsidRPr="008A3486" w:rsidRDefault="007D101C" w:rsidP="00994D55">
      <w:pPr>
        <w:spacing w:before="0"/>
        <w:ind w:left="0" w:firstLine="708"/>
        <w:rPr>
          <w:rStyle w:val="FontStyle12"/>
          <w:sz w:val="28"/>
          <w:szCs w:val="28"/>
          <w:lang w:eastAsia="uk-UA"/>
        </w:rPr>
      </w:pPr>
    </w:p>
    <w:p w:rsidR="007D101C" w:rsidRPr="008A3486" w:rsidRDefault="007D101C" w:rsidP="00994D55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8A3486">
        <w:rPr>
          <w:rFonts w:ascii="Times New Roman" w:hAnsi="Times New Roman" w:cs="Times New Roman"/>
          <w:sz w:val="28"/>
          <w:szCs w:val="28"/>
        </w:rPr>
        <w:t>Затвердити «Програму створення містобудівного кадастру міста  Сєвєродонецька на 2021 рік» (Додаток).</w:t>
      </w:r>
    </w:p>
    <w:p w:rsidR="007D101C" w:rsidRPr="008A3486" w:rsidRDefault="007D101C" w:rsidP="003E1F35">
      <w:pPr>
        <w:widowControl/>
        <w:tabs>
          <w:tab w:val="left" w:pos="993"/>
        </w:tabs>
        <w:autoSpaceDE/>
        <w:autoSpaceDN/>
        <w:adjustRightInd/>
        <w:spacing w:before="0"/>
        <w:ind w:left="708"/>
        <w:rPr>
          <w:rFonts w:ascii="Times New Roman" w:hAnsi="Times New Roman" w:cs="Times New Roman"/>
          <w:sz w:val="28"/>
          <w:szCs w:val="28"/>
        </w:rPr>
      </w:pPr>
    </w:p>
    <w:p w:rsidR="007D101C" w:rsidRPr="008A3486" w:rsidRDefault="007D101C" w:rsidP="00994D55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8A3486">
        <w:rPr>
          <w:rFonts w:ascii="Times New Roman" w:hAnsi="Times New Roman" w:cs="Times New Roman"/>
          <w:sz w:val="28"/>
          <w:szCs w:val="28"/>
        </w:rPr>
        <w:t>Управлінню землеустрою, містобудування та архітектури здійснювати координацію робіт по створенню містобудівного кадастру у місті Сєвєродонецьку.</w:t>
      </w:r>
    </w:p>
    <w:p w:rsidR="007D101C" w:rsidRPr="008A3486" w:rsidRDefault="007D101C" w:rsidP="003E1F3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D101C" w:rsidRPr="008A3486" w:rsidRDefault="007D101C" w:rsidP="00994D55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708"/>
        <w:rPr>
          <w:rFonts w:ascii="Times New Roman" w:hAnsi="Times New Roman" w:cs="Times New Roman"/>
          <w:sz w:val="28"/>
          <w:szCs w:val="28"/>
        </w:rPr>
      </w:pPr>
      <w:r w:rsidRPr="008A3486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7D101C" w:rsidRPr="008A3486" w:rsidRDefault="007D101C" w:rsidP="003E1F3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D101C" w:rsidRPr="008A3486" w:rsidRDefault="007D101C" w:rsidP="00994D55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708"/>
        <w:rPr>
          <w:rFonts w:ascii="Times New Roman" w:hAnsi="Times New Roman" w:cs="Times New Roman"/>
          <w:sz w:val="28"/>
          <w:szCs w:val="28"/>
        </w:rPr>
      </w:pPr>
      <w:r w:rsidRPr="008A3486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</w:t>
      </w:r>
      <w:r w:rsidRPr="00776F57">
        <w:rPr>
          <w:rFonts w:ascii="Times New Roman" w:hAnsi="Times New Roman" w:cs="Times New Roman"/>
          <w:sz w:val="28"/>
          <w:szCs w:val="28"/>
        </w:rPr>
        <w:t xml:space="preserve">в.о. </w:t>
      </w:r>
      <w:r w:rsidRPr="008A3486">
        <w:rPr>
          <w:rFonts w:ascii="Times New Roman" w:hAnsi="Times New Roman" w:cs="Times New Roman"/>
          <w:sz w:val="28"/>
          <w:szCs w:val="28"/>
        </w:rPr>
        <w:t>заступника керівника військово-цивільної адміністрації Максима Черевка.</w:t>
      </w:r>
    </w:p>
    <w:p w:rsidR="007D101C" w:rsidRDefault="007D101C" w:rsidP="00994D55">
      <w:pPr>
        <w:spacing w:before="0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7D101C" w:rsidRPr="00D70B83" w:rsidRDefault="007D101C" w:rsidP="00994D55">
      <w:pPr>
        <w:spacing w:before="0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7D101C" w:rsidRPr="003A79F5" w:rsidRDefault="007D101C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C063B">
        <w:rPr>
          <w:rFonts w:ascii="Times New Roman" w:hAnsi="Times New Roman" w:cs="Times New Roman"/>
          <w:b/>
          <w:bCs/>
          <w:sz w:val="28"/>
          <w:szCs w:val="28"/>
        </w:rPr>
        <w:t xml:space="preserve">Керівник військово-цивільної </w:t>
      </w:r>
    </w:p>
    <w:p w:rsidR="007D101C" w:rsidRPr="00D70B83" w:rsidRDefault="007D101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8C063B">
        <w:rPr>
          <w:rFonts w:ascii="Times New Roman" w:hAnsi="Times New Roman" w:cs="Times New Roman"/>
          <w:b/>
          <w:bCs/>
          <w:sz w:val="28"/>
          <w:szCs w:val="28"/>
        </w:rPr>
        <w:t xml:space="preserve">адміністрації                             </w:t>
      </w:r>
      <w:r w:rsidRPr="003A79F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A79F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A79F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A79F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063B">
        <w:rPr>
          <w:rFonts w:ascii="Times New Roman" w:hAnsi="Times New Roman" w:cs="Times New Roman"/>
          <w:b/>
          <w:bCs/>
          <w:sz w:val="28"/>
          <w:szCs w:val="28"/>
        </w:rPr>
        <w:t xml:space="preserve"> Олександр СТРЮК </w:t>
      </w:r>
    </w:p>
    <w:sectPr w:rsidR="007D101C" w:rsidRPr="00D70B83" w:rsidSect="003E1F3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01C" w:rsidRDefault="007D101C" w:rsidP="00264E1D">
      <w:pPr>
        <w:spacing w:before="0"/>
      </w:pPr>
      <w:r>
        <w:separator/>
      </w:r>
    </w:p>
  </w:endnote>
  <w:endnote w:type="continuationSeparator" w:id="0">
    <w:p w:rsidR="007D101C" w:rsidRDefault="007D101C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01C" w:rsidRDefault="007D101C" w:rsidP="00264E1D">
      <w:pPr>
        <w:spacing w:before="0"/>
      </w:pPr>
      <w:r>
        <w:separator/>
      </w:r>
    </w:p>
  </w:footnote>
  <w:footnote w:type="continuationSeparator" w:id="0">
    <w:p w:rsidR="007D101C" w:rsidRDefault="007D101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A2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21669"/>
    <w:rsid w:val="00036E72"/>
    <w:rsid w:val="00057BB0"/>
    <w:rsid w:val="000720DB"/>
    <w:rsid w:val="000A2A10"/>
    <w:rsid w:val="00120D19"/>
    <w:rsid w:val="00127DE8"/>
    <w:rsid w:val="001426D8"/>
    <w:rsid w:val="001941FD"/>
    <w:rsid w:val="001A3AEB"/>
    <w:rsid w:val="001E7835"/>
    <w:rsid w:val="00206678"/>
    <w:rsid w:val="00217774"/>
    <w:rsid w:val="002253C5"/>
    <w:rsid w:val="00263D5D"/>
    <w:rsid w:val="00264E1D"/>
    <w:rsid w:val="00267C4E"/>
    <w:rsid w:val="002819BD"/>
    <w:rsid w:val="0029748D"/>
    <w:rsid w:val="0031577E"/>
    <w:rsid w:val="00332273"/>
    <w:rsid w:val="003A057A"/>
    <w:rsid w:val="003A79F5"/>
    <w:rsid w:val="003E1F35"/>
    <w:rsid w:val="003F19B4"/>
    <w:rsid w:val="004162E5"/>
    <w:rsid w:val="00534216"/>
    <w:rsid w:val="0063304A"/>
    <w:rsid w:val="00691989"/>
    <w:rsid w:val="006C3A6D"/>
    <w:rsid w:val="00702531"/>
    <w:rsid w:val="00776F57"/>
    <w:rsid w:val="007D101C"/>
    <w:rsid w:val="00803048"/>
    <w:rsid w:val="00806F56"/>
    <w:rsid w:val="008450CD"/>
    <w:rsid w:val="00897518"/>
    <w:rsid w:val="008A3486"/>
    <w:rsid w:val="008B745B"/>
    <w:rsid w:val="008C063B"/>
    <w:rsid w:val="009024FF"/>
    <w:rsid w:val="009158DB"/>
    <w:rsid w:val="009238B6"/>
    <w:rsid w:val="00994D55"/>
    <w:rsid w:val="009C6125"/>
    <w:rsid w:val="009E6DCD"/>
    <w:rsid w:val="00A446D8"/>
    <w:rsid w:val="00B03C1F"/>
    <w:rsid w:val="00BF2C04"/>
    <w:rsid w:val="00CA0442"/>
    <w:rsid w:val="00CA5E61"/>
    <w:rsid w:val="00CC03D0"/>
    <w:rsid w:val="00D618B3"/>
    <w:rsid w:val="00D70604"/>
    <w:rsid w:val="00D70B83"/>
    <w:rsid w:val="00DB5E45"/>
    <w:rsid w:val="00DC57CC"/>
    <w:rsid w:val="00DC774E"/>
    <w:rsid w:val="00DF5B57"/>
    <w:rsid w:val="00E65730"/>
    <w:rsid w:val="00E9105A"/>
    <w:rsid w:val="00EC65C8"/>
    <w:rsid w:val="00ED2A4D"/>
    <w:rsid w:val="00F453F7"/>
    <w:rsid w:val="00F54EB3"/>
    <w:rsid w:val="00F6568C"/>
    <w:rsid w:val="00F8202A"/>
    <w:rsid w:val="00F95C51"/>
    <w:rsid w:val="00FA4806"/>
    <w:rsid w:val="00FA550E"/>
    <w:rsid w:val="00FC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057BB0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057BB0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7BB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57B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6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983</Words>
  <Characters>561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9</cp:revision>
  <cp:lastPrinted>2020-10-30T09:20:00Z</cp:lastPrinted>
  <dcterms:created xsi:type="dcterms:W3CDTF">2020-10-20T05:38:00Z</dcterms:created>
  <dcterms:modified xsi:type="dcterms:W3CDTF">2020-11-04T11:15:00Z</dcterms:modified>
</cp:coreProperties>
</file>