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C4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47A5F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6.2pt;visibility:visible">
            <v:imagedata r:id="rId7" o:title="" grayscale="t" bilevel="t"/>
          </v:shape>
        </w:pict>
      </w:r>
    </w:p>
    <w:p w:rsidR="00100DC4" w:rsidRPr="00264E1D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УКРАЇНА</w:t>
      </w:r>
    </w:p>
    <w:p w:rsidR="00100DC4" w:rsidRPr="00264E1D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АДМІНІСТРАЦІЯ</w:t>
      </w:r>
    </w:p>
    <w:p w:rsidR="00100DC4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ОБЛАСТІ</w:t>
      </w:r>
    </w:p>
    <w:p w:rsidR="00100DC4" w:rsidRPr="00264E1D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100DC4" w:rsidRDefault="00100DC4" w:rsidP="00264E1D">
      <w:pPr>
        <w:pStyle w:val="Title"/>
        <w:rPr>
          <w:rFonts w:cs="Arial"/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100DC4" w:rsidRPr="00D70B83" w:rsidRDefault="00100DC4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B83">
        <w:rPr>
          <w:rFonts w:ascii="Times New Roman" w:hAnsi="Times New Roman" w:cs="Times New Roman"/>
          <w:b/>
          <w:bCs/>
          <w:sz w:val="28"/>
          <w:szCs w:val="28"/>
        </w:rPr>
        <w:t>КЕРІВНИКА ВІЙСЬКОВО-ЦИВІЛЬНОЇ  АДМІНІСТРАЦІЇ</w:t>
      </w:r>
    </w:p>
    <w:p w:rsidR="00100DC4" w:rsidRPr="00D70B83" w:rsidRDefault="00100DC4" w:rsidP="00264E1D">
      <w:pPr>
        <w:pStyle w:val="Title"/>
        <w:spacing w:line="360" w:lineRule="auto"/>
        <w:rPr>
          <w:rFonts w:cs="Arial"/>
          <w:sz w:val="32"/>
          <w:szCs w:val="32"/>
        </w:rPr>
      </w:pPr>
    </w:p>
    <w:p w:rsidR="00100DC4" w:rsidRPr="00716C27" w:rsidRDefault="00100DC4" w:rsidP="00264E1D">
      <w:pPr>
        <w:pStyle w:val="Heading1"/>
        <w:rPr>
          <w:b w:val="0"/>
          <w:bCs w:val="0"/>
          <w:sz w:val="28"/>
          <w:szCs w:val="28"/>
        </w:rPr>
      </w:pPr>
      <w:r w:rsidRPr="00716C27">
        <w:rPr>
          <w:b w:val="0"/>
          <w:bCs w:val="0"/>
          <w:sz w:val="28"/>
          <w:szCs w:val="28"/>
        </w:rPr>
        <w:t>Луганська обл., м. Сєвєродонецьк,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05 </w:t>
      </w:r>
      <w:r w:rsidRPr="00716C2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716C2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16C27">
        <w:rPr>
          <w:rFonts w:ascii="Times New Roman" w:hAnsi="Times New Roman" w:cs="Times New Roman"/>
          <w:sz w:val="28"/>
          <w:szCs w:val="28"/>
        </w:rPr>
        <w:t>оку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840</w:t>
      </w:r>
      <w:r w:rsidRPr="00716C2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264E1D">
      <w:pPr>
        <w:pStyle w:val="Heading2"/>
        <w:jc w:val="both"/>
        <w:rPr>
          <w:rFonts w:cs="Arial"/>
          <w:sz w:val="28"/>
          <w:szCs w:val="28"/>
        </w:rPr>
      </w:pPr>
    </w:p>
    <w:p w:rsidR="00100DC4" w:rsidRPr="00716C27" w:rsidRDefault="00100DC4" w:rsidP="00716C27">
      <w:pPr>
        <w:spacing w:before="0"/>
        <w:ind w:left="0" w:right="3968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>Про продовження ФОП Медянівському О.В. терміну дії дозволу на розміщення зовнішньої реклами за адресою: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16C27">
        <w:rPr>
          <w:rFonts w:ascii="Times New Roman" w:hAnsi="Times New Roman" w:cs="Times New Roman"/>
          <w:sz w:val="28"/>
          <w:szCs w:val="28"/>
        </w:rPr>
        <w:t xml:space="preserve"> м.</w:t>
      </w:r>
      <w:r>
        <w:t xml:space="preserve"> </w:t>
      </w:r>
      <w:r w:rsidRPr="00716C27">
        <w:rPr>
          <w:rFonts w:ascii="Times New Roman" w:hAnsi="Times New Roman" w:cs="Times New Roman"/>
          <w:sz w:val="28"/>
          <w:szCs w:val="28"/>
        </w:rPr>
        <w:t>Сєвєродонецьк, район перехрестя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6C27">
        <w:rPr>
          <w:rFonts w:ascii="Times New Roman" w:hAnsi="Times New Roman" w:cs="Times New Roman"/>
          <w:sz w:val="28"/>
          <w:szCs w:val="28"/>
        </w:rPr>
        <w:t xml:space="preserve"> ш. Будівельників та просп. Космонавтів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057BB0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16C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16C2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 № 683  «Про затвердження Порядку розміщення зовнішньої реклами у місті Сєвєродонецьку в новій редакції», розглянувши заяву фізичної особи-підприємця Медянівського Олега Вячеславовича в особі Романова Дмитра Олександровича, який діє на підставі довіреності від 05.12.2016, посвідченої приватним нотаріусом Сєвєродонецького міського нотаріального округу Малаховим С.О. (реєстр №3689),  про продовження терміну дії дозволу на розміщення зовнішньої реклами – окремого двобічного рекламного щита розташованого за адресою: м.Сєвєродонецьк, район перехрестя ш. Будівельників та просп. Космонавтів, дозвіл на розміщення зовнішньої реклами від 31.03.2009  № 132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DC4" w:rsidRPr="00716C27" w:rsidRDefault="00100DC4" w:rsidP="00264E1D">
      <w:pPr>
        <w:spacing w:before="0"/>
        <w:ind w:left="0"/>
        <w:rPr>
          <w:rStyle w:val="FontStyle12"/>
          <w:sz w:val="28"/>
          <w:szCs w:val="28"/>
          <w:lang w:eastAsia="uk-UA"/>
        </w:rPr>
      </w:pP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Default="00100DC4" w:rsidP="00057BB0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Продовжити фізичній особі-підприємцю Медянівському Олегу Вячеславовичу з 30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716C27">
        <w:rPr>
          <w:rFonts w:ascii="Times New Roman" w:hAnsi="Times New Roman" w:cs="Times New Roman"/>
          <w:sz w:val="28"/>
          <w:szCs w:val="28"/>
        </w:rPr>
        <w:t xml:space="preserve"> 2020 року до </w:t>
      </w:r>
      <w:r w:rsidRPr="001B30CF">
        <w:rPr>
          <w:rFonts w:ascii="Times New Roman" w:hAnsi="Times New Roman" w:cs="Times New Roman"/>
          <w:sz w:val="28"/>
          <w:szCs w:val="28"/>
        </w:rPr>
        <w:t>28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 w:rsidRPr="000B0283">
        <w:rPr>
          <w:rFonts w:ascii="Times New Roman" w:hAnsi="Times New Roman" w:cs="Times New Roman"/>
          <w:sz w:val="28"/>
          <w:szCs w:val="28"/>
        </w:rPr>
        <w:t xml:space="preserve">лютого </w:t>
      </w:r>
      <w:r w:rsidRPr="00716C2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6C2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 Сєвєродонецьк, район перехрестя ш. Будівельників та   просп. Космонавтів. Тип рекламного засобу – окремий двобічний рекламний щит розміром 3,0мх6,0м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DC4" w:rsidRDefault="00100DC4" w:rsidP="00450210">
      <w:pPr>
        <w:pStyle w:val="ListParagraph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450210">
      <w:pPr>
        <w:pStyle w:val="ListParagraph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450210">
      <w:pPr>
        <w:pStyle w:val="ListParagraph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100DC4" w:rsidRDefault="00100DC4" w:rsidP="00057BB0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100DC4" w:rsidRPr="00450210" w:rsidRDefault="00100DC4" w:rsidP="00450210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057BB0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</w:t>
      </w:r>
      <w:r w:rsidRPr="0007742B">
        <w:rPr>
          <w:rFonts w:ascii="Times New Roman" w:hAnsi="Times New Roman" w:cs="Times New Roman"/>
          <w:sz w:val="28"/>
          <w:szCs w:val="28"/>
        </w:rPr>
        <w:t xml:space="preserve">в.о. </w:t>
      </w:r>
      <w:r w:rsidRPr="00716C27">
        <w:rPr>
          <w:rFonts w:ascii="Times New Roman" w:hAnsi="Times New Roman" w:cs="Times New Roman"/>
          <w:sz w:val="28"/>
          <w:szCs w:val="28"/>
        </w:rPr>
        <w:t>заступника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6C27">
        <w:rPr>
          <w:rFonts w:ascii="Times New Roman" w:hAnsi="Times New Roman" w:cs="Times New Roman"/>
          <w:sz w:val="28"/>
          <w:szCs w:val="28"/>
        </w:rPr>
        <w:t xml:space="preserve">керівника 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Максима </w:t>
      </w:r>
      <w:r w:rsidRPr="008A3486">
        <w:rPr>
          <w:rFonts w:ascii="Times New Roman" w:hAnsi="Times New Roman" w:cs="Times New Roman"/>
          <w:sz w:val="28"/>
          <w:szCs w:val="28"/>
        </w:rPr>
        <w:t>Черевка</w:t>
      </w:r>
      <w:r w:rsidRPr="00716C27">
        <w:rPr>
          <w:rFonts w:ascii="Times New Roman" w:hAnsi="Times New Roman" w:cs="Times New Roman"/>
          <w:sz w:val="28"/>
          <w:szCs w:val="28"/>
        </w:rPr>
        <w:t>.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00DC4" w:rsidRDefault="00100DC4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716C27">
        <w:rPr>
          <w:rFonts w:ascii="Times New Roman" w:hAnsi="Times New Roman" w:cs="Times New Roman"/>
          <w:b/>
          <w:bCs/>
          <w:sz w:val="28"/>
          <w:szCs w:val="28"/>
        </w:rPr>
        <w:t xml:space="preserve">Керівник військово-цивільної </w:t>
      </w:r>
    </w:p>
    <w:p w:rsidR="00100DC4" w:rsidRPr="00716C27" w:rsidRDefault="00100DC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адміністрації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6C27">
        <w:rPr>
          <w:rFonts w:ascii="Times New Roman" w:hAnsi="Times New Roman" w:cs="Times New Roman"/>
          <w:b/>
          <w:bCs/>
          <w:sz w:val="28"/>
          <w:szCs w:val="28"/>
        </w:rPr>
        <w:t xml:space="preserve">     Олександр СТРЮК </w:t>
      </w:r>
    </w:p>
    <w:sectPr w:rsidR="00100DC4" w:rsidRPr="00716C27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DC4" w:rsidRDefault="00100DC4" w:rsidP="00264E1D">
      <w:pPr>
        <w:spacing w:before="0"/>
      </w:pPr>
      <w:r>
        <w:separator/>
      </w:r>
    </w:p>
  </w:endnote>
  <w:endnote w:type="continuationSeparator" w:id="0">
    <w:p w:rsidR="00100DC4" w:rsidRDefault="00100DC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DC4" w:rsidRDefault="00100DC4" w:rsidP="00264E1D">
      <w:pPr>
        <w:spacing w:before="0"/>
      </w:pPr>
      <w:r>
        <w:separator/>
      </w:r>
    </w:p>
  </w:footnote>
  <w:footnote w:type="continuationSeparator" w:id="0">
    <w:p w:rsidR="00100DC4" w:rsidRDefault="00100DC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21669"/>
    <w:rsid w:val="00034F9F"/>
    <w:rsid w:val="00036E72"/>
    <w:rsid w:val="00057BB0"/>
    <w:rsid w:val="0007742B"/>
    <w:rsid w:val="00094EA2"/>
    <w:rsid w:val="000A2A10"/>
    <w:rsid w:val="000B0283"/>
    <w:rsid w:val="000B6915"/>
    <w:rsid w:val="00100DC4"/>
    <w:rsid w:val="00127DE8"/>
    <w:rsid w:val="001426D8"/>
    <w:rsid w:val="001941FD"/>
    <w:rsid w:val="001B30CF"/>
    <w:rsid w:val="001E7835"/>
    <w:rsid w:val="00206678"/>
    <w:rsid w:val="00263D5D"/>
    <w:rsid w:val="00264E1D"/>
    <w:rsid w:val="002819BD"/>
    <w:rsid w:val="002E2B17"/>
    <w:rsid w:val="00311CCF"/>
    <w:rsid w:val="00332273"/>
    <w:rsid w:val="003A057A"/>
    <w:rsid w:val="003A6EF1"/>
    <w:rsid w:val="003D20C8"/>
    <w:rsid w:val="003F19B4"/>
    <w:rsid w:val="00445FCF"/>
    <w:rsid w:val="00450210"/>
    <w:rsid w:val="004756F7"/>
    <w:rsid w:val="004C5C62"/>
    <w:rsid w:val="0052632F"/>
    <w:rsid w:val="00526333"/>
    <w:rsid w:val="0063304A"/>
    <w:rsid w:val="00691989"/>
    <w:rsid w:val="00702531"/>
    <w:rsid w:val="00716C27"/>
    <w:rsid w:val="00760D7E"/>
    <w:rsid w:val="007926BB"/>
    <w:rsid w:val="0080364D"/>
    <w:rsid w:val="00806F56"/>
    <w:rsid w:val="008450CD"/>
    <w:rsid w:val="008A3486"/>
    <w:rsid w:val="009024FF"/>
    <w:rsid w:val="009158DB"/>
    <w:rsid w:val="009238B6"/>
    <w:rsid w:val="00986F54"/>
    <w:rsid w:val="00A45DEB"/>
    <w:rsid w:val="00A85E77"/>
    <w:rsid w:val="00A91046"/>
    <w:rsid w:val="00A96577"/>
    <w:rsid w:val="00B47A5F"/>
    <w:rsid w:val="00BB073B"/>
    <w:rsid w:val="00BB22F7"/>
    <w:rsid w:val="00BF51A9"/>
    <w:rsid w:val="00C31C06"/>
    <w:rsid w:val="00C420E4"/>
    <w:rsid w:val="00C90A8A"/>
    <w:rsid w:val="00CC03D0"/>
    <w:rsid w:val="00D618B3"/>
    <w:rsid w:val="00D70604"/>
    <w:rsid w:val="00D70B83"/>
    <w:rsid w:val="00D811C3"/>
    <w:rsid w:val="00DC57CC"/>
    <w:rsid w:val="00DC774E"/>
    <w:rsid w:val="00E55D4A"/>
    <w:rsid w:val="00E65730"/>
    <w:rsid w:val="00F54EB3"/>
    <w:rsid w:val="00F6568C"/>
    <w:rsid w:val="00F8160A"/>
    <w:rsid w:val="00F8202A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057BB0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7BB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57B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1298</Words>
  <Characters>740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6</cp:revision>
  <cp:lastPrinted>2020-10-30T09:21:00Z</cp:lastPrinted>
  <dcterms:created xsi:type="dcterms:W3CDTF">2020-10-27T14:43:00Z</dcterms:created>
  <dcterms:modified xsi:type="dcterms:W3CDTF">2020-11-06T06:40:00Z</dcterms:modified>
</cp:coreProperties>
</file>