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0A" w:rsidRPr="006D18C3" w:rsidRDefault="004B3C0A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4B3C0A" w:rsidRPr="00C513ED" w:rsidRDefault="004B3C0A" w:rsidP="00D97001">
      <w:pPr>
        <w:pStyle w:val="Title"/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СЄВЄРОДОНЕЦЬКА МIСЬКА РАДА </w:t>
      </w:r>
    </w:p>
    <w:p w:rsidR="004B3C0A" w:rsidRPr="00C513ED" w:rsidRDefault="004B3C0A" w:rsidP="00D9700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513ED"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4B3C0A" w:rsidRPr="00C513ED" w:rsidRDefault="004B3C0A" w:rsidP="00D97001">
      <w:pPr>
        <w:spacing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_____________________ (________________) </w:t>
      </w:r>
      <w:r w:rsidRPr="00C513ED">
        <w:rPr>
          <w:b/>
          <w:bCs/>
          <w:color w:val="000000"/>
          <w:sz w:val="28"/>
          <w:szCs w:val="28"/>
          <w:lang w:val="uk-UA"/>
        </w:rPr>
        <w:t>сесія</w:t>
      </w:r>
    </w:p>
    <w:p w:rsidR="004B3C0A" w:rsidRPr="00C513ED" w:rsidRDefault="004B3C0A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3ED">
        <w:rPr>
          <w:rFonts w:ascii="Times New Roman" w:hAnsi="Times New Roman" w:cs="Times New Roman"/>
          <w:color w:val="000000"/>
          <w:sz w:val="28"/>
          <w:szCs w:val="28"/>
          <w:lang w:val="uk-UA"/>
        </w:rPr>
        <w:t>РIШЕННЯ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B3C0A" w:rsidRPr="00C513ED" w:rsidRDefault="004B3C0A" w:rsidP="00D9700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«       » _________________ </w:t>
      </w:r>
      <w:r w:rsidRPr="00C513ED">
        <w:rPr>
          <w:b/>
          <w:bCs/>
          <w:color w:val="000000"/>
          <w:lang w:val="uk-UA"/>
        </w:rPr>
        <w:t>201</w:t>
      </w:r>
      <w:r>
        <w:rPr>
          <w:b/>
          <w:bCs/>
          <w:color w:val="000000"/>
          <w:lang w:val="uk-UA"/>
        </w:rPr>
        <w:t>9</w:t>
      </w:r>
      <w:r w:rsidRPr="00C513ED">
        <w:rPr>
          <w:b/>
          <w:bCs/>
          <w:color w:val="000000"/>
          <w:lang w:val="uk-UA"/>
        </w:rPr>
        <w:t xml:space="preserve">  року </w:t>
      </w:r>
    </w:p>
    <w:p w:rsidR="004B3C0A" w:rsidRPr="00C513ED" w:rsidRDefault="004B3C0A" w:rsidP="00D97001">
      <w:pPr>
        <w:spacing w:line="360" w:lineRule="auto"/>
        <w:jc w:val="both"/>
        <w:rPr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м. Сєвєродонецьк</w:t>
      </w:r>
    </w:p>
    <w:p w:rsidR="004B3C0A" w:rsidRPr="00C513ED" w:rsidRDefault="004B3C0A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>розміру статутного капіталу</w:t>
      </w:r>
    </w:p>
    <w:p w:rsidR="004B3C0A" w:rsidRDefault="004B3C0A" w:rsidP="00454400">
      <w:pPr>
        <w:rPr>
          <w:lang w:val="uk-UA"/>
        </w:rPr>
      </w:pPr>
      <w:r>
        <w:rPr>
          <w:color w:val="000000"/>
          <w:lang w:val="uk-UA"/>
        </w:rPr>
        <w:t>комунального підприємства</w:t>
      </w:r>
      <w:r w:rsidRPr="00C513ED">
        <w:rPr>
          <w:color w:val="000000"/>
          <w:lang w:val="uk-UA"/>
        </w:rPr>
        <w:t xml:space="preserve"> </w:t>
      </w:r>
      <w:r>
        <w:rPr>
          <w:lang w:val="uk-UA"/>
        </w:rPr>
        <w:t>«Єдина аварійно-</w:t>
      </w:r>
    </w:p>
    <w:p w:rsidR="004B3C0A" w:rsidRPr="00C513ED" w:rsidRDefault="004B3C0A" w:rsidP="00454400">
      <w:pPr>
        <w:rPr>
          <w:color w:val="000000"/>
          <w:lang w:val="uk-UA"/>
        </w:rPr>
      </w:pPr>
      <w:r>
        <w:rPr>
          <w:lang w:val="uk-UA"/>
        </w:rPr>
        <w:t>диспетчерська служба м. Сєвєродонецька»</w:t>
      </w:r>
    </w:p>
    <w:p w:rsidR="004B3C0A" w:rsidRPr="00C513ED" w:rsidRDefault="004B3C0A" w:rsidP="00D97001">
      <w:pPr>
        <w:pStyle w:val="BodyText"/>
        <w:spacing w:after="0"/>
        <w:rPr>
          <w:color w:val="000000"/>
          <w:lang w:val="uk-UA"/>
        </w:rPr>
      </w:pPr>
    </w:p>
    <w:p w:rsidR="004B3C0A" w:rsidRPr="00C513ED" w:rsidRDefault="004B3C0A" w:rsidP="00FD7C6F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4B3C0A" w:rsidRPr="00C513ED" w:rsidRDefault="004B3C0A" w:rsidP="00D97001">
      <w:pPr>
        <w:pStyle w:val="BodyText"/>
        <w:spacing w:after="0"/>
        <w:rPr>
          <w:color w:val="000000"/>
          <w:lang w:val="uk-UA"/>
        </w:rPr>
      </w:pPr>
    </w:p>
    <w:p w:rsidR="004B3C0A" w:rsidRPr="00C513ED" w:rsidRDefault="004B3C0A" w:rsidP="00D97001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4B3C0A" w:rsidRPr="00C513ED" w:rsidRDefault="004B3C0A" w:rsidP="00477917">
      <w:pPr>
        <w:jc w:val="both"/>
        <w:rPr>
          <w:b/>
          <w:bCs/>
          <w:color w:val="000000"/>
          <w:lang w:val="uk-UA"/>
        </w:rPr>
      </w:pPr>
    </w:p>
    <w:p w:rsidR="004B3C0A" w:rsidRPr="00ED2150" w:rsidRDefault="004B3C0A" w:rsidP="008C5CEE">
      <w:pPr>
        <w:tabs>
          <w:tab w:val="left" w:pos="709"/>
        </w:tabs>
        <w:ind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>
        <w:rPr>
          <w:lang w:val="uk-UA"/>
        </w:rPr>
        <w:t xml:space="preserve">«Єдина аварійно-диспетчерська служба м. Сєвєродонецька» </w:t>
      </w:r>
      <w:r w:rsidRPr="00C513ED"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ED2150">
        <w:rPr>
          <w:color w:val="000000"/>
          <w:lang w:val="uk-UA"/>
        </w:rPr>
        <w:t xml:space="preserve">167 000,00 грн. (сто шістдесят сім                   тисяч грн. 00 коп.) за рахунок внеску власника – Сєвєродонецької міської ради. </w:t>
      </w:r>
    </w:p>
    <w:p w:rsidR="004B3C0A" w:rsidRPr="00C513ED" w:rsidRDefault="004B3C0A" w:rsidP="008C5CEE">
      <w:pPr>
        <w:pStyle w:val="BodyTextIndent2"/>
        <w:tabs>
          <w:tab w:val="left" w:pos="709"/>
        </w:tabs>
        <w:spacing w:after="0" w:line="240" w:lineRule="auto"/>
        <w:ind w:left="0" w:firstLine="425"/>
        <w:jc w:val="both"/>
        <w:rPr>
          <w:color w:val="000000"/>
          <w:lang w:val="uk-UA"/>
        </w:rPr>
      </w:pPr>
      <w:r w:rsidRPr="00ED2150">
        <w:rPr>
          <w:color w:val="000000"/>
          <w:lang w:val="uk-UA"/>
        </w:rPr>
        <w:t xml:space="preserve">2.Затвердити розмір статутного капіталу комунального підприємства </w:t>
      </w:r>
      <w:r w:rsidRPr="00ED2150">
        <w:rPr>
          <w:lang w:val="uk-UA"/>
        </w:rPr>
        <w:t>«Єдина аварійно-диспетчерська служба м. Сєвєродонецька»</w:t>
      </w:r>
      <w:r w:rsidRPr="00ED2150">
        <w:rPr>
          <w:color w:val="000000"/>
          <w:lang w:val="uk-UA"/>
        </w:rPr>
        <w:t xml:space="preserve"> </w:t>
      </w:r>
      <w:r w:rsidRPr="00ED2150">
        <w:rPr>
          <w:lang w:val="uk-UA"/>
        </w:rPr>
        <w:t xml:space="preserve">(код 33503217) </w:t>
      </w:r>
      <w:r w:rsidRPr="00ED2150">
        <w:rPr>
          <w:color w:val="000000"/>
          <w:lang w:val="uk-UA"/>
        </w:rPr>
        <w:t>у сумі 271 433,65 грн. (двісті сімдесят одна тисяча чотириста тридцять три грн. 65 коп.).</w:t>
      </w:r>
    </w:p>
    <w:p w:rsidR="004B3C0A" w:rsidRPr="00C513ED" w:rsidRDefault="004B3C0A" w:rsidP="008C5CEE">
      <w:pPr>
        <w:pStyle w:val="BodyTextIndent2"/>
        <w:tabs>
          <w:tab w:val="left" w:pos="993"/>
        </w:tabs>
        <w:spacing w:after="0" w:line="240" w:lineRule="auto"/>
        <w:ind w:left="0"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4B3C0A" w:rsidRPr="00C465F8" w:rsidRDefault="004B3C0A" w:rsidP="008C5CEE">
      <w:pPr>
        <w:ind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>
        <w:rPr>
          <w:lang w:val="uk-UA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C465F8">
        <w:rPr>
          <w:color w:val="000000"/>
          <w:lang w:val="uk-UA"/>
        </w:rPr>
        <w:t>.</w:t>
      </w:r>
    </w:p>
    <w:p w:rsidR="004B3C0A" w:rsidRPr="00C513ED" w:rsidRDefault="004B3C0A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4B3C0A" w:rsidRPr="00C465F8" w:rsidRDefault="004B3C0A" w:rsidP="00ED2150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Секретар </w:t>
      </w:r>
      <w:r>
        <w:rPr>
          <w:b/>
          <w:bCs/>
          <w:lang w:val="uk-UA"/>
        </w:rPr>
        <w:t xml:space="preserve">міської </w:t>
      </w:r>
      <w:r w:rsidRPr="00C465F8">
        <w:rPr>
          <w:b/>
          <w:bCs/>
          <w:lang w:val="uk-UA"/>
        </w:rPr>
        <w:t>ради,</w:t>
      </w:r>
    </w:p>
    <w:p w:rsidR="004B3C0A" w:rsidRPr="00C465F8" w:rsidRDefault="004B3C0A" w:rsidP="00ED2150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в.о. міського голови </w:t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4B3C0A" w:rsidRDefault="004B3C0A" w:rsidP="00ED2150">
      <w:pPr>
        <w:spacing w:line="360" w:lineRule="auto"/>
        <w:jc w:val="both"/>
        <w:rPr>
          <w:b/>
          <w:bCs/>
          <w:sz w:val="23"/>
          <w:szCs w:val="23"/>
          <w:lang w:val="uk-UA"/>
        </w:rPr>
      </w:pPr>
    </w:p>
    <w:p w:rsidR="004B3C0A" w:rsidRPr="00046E71" w:rsidRDefault="004B3C0A" w:rsidP="00ED2150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4B3C0A" w:rsidRPr="00383A0F" w:rsidRDefault="004B3C0A" w:rsidP="00ED2150">
      <w:pPr>
        <w:jc w:val="both"/>
        <w:rPr>
          <w:b/>
          <w:bCs/>
          <w:lang w:val="uk-UA"/>
        </w:rPr>
      </w:pPr>
    </w:p>
    <w:p w:rsidR="004B3C0A" w:rsidRPr="00383A0F" w:rsidRDefault="004B3C0A" w:rsidP="00ED2150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4B3C0A" w:rsidRPr="00383A0F" w:rsidRDefault="004B3C0A" w:rsidP="00ED2150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4B3C0A" w:rsidRPr="00383A0F" w:rsidRDefault="004B3C0A" w:rsidP="00ED2150">
      <w:pPr>
        <w:jc w:val="both"/>
        <w:rPr>
          <w:b/>
          <w:bCs/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ОЛЬШАНСЬКИЙ</w:t>
      </w:r>
    </w:p>
    <w:p w:rsidR="004B3C0A" w:rsidRPr="00383A0F" w:rsidRDefault="004B3C0A" w:rsidP="00ED2150">
      <w:pPr>
        <w:spacing w:line="360" w:lineRule="auto"/>
        <w:jc w:val="both"/>
        <w:rPr>
          <w:b/>
          <w:bCs/>
          <w:lang w:val="uk-UA"/>
        </w:rPr>
      </w:pPr>
    </w:p>
    <w:sectPr w:rsidR="004B3C0A" w:rsidRPr="00383A0F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46E71"/>
    <w:rsid w:val="000739F3"/>
    <w:rsid w:val="00080062"/>
    <w:rsid w:val="00085016"/>
    <w:rsid w:val="000A64D8"/>
    <w:rsid w:val="000A6A32"/>
    <w:rsid w:val="000A7ACF"/>
    <w:rsid w:val="000B0086"/>
    <w:rsid w:val="000D0BDF"/>
    <w:rsid w:val="000D2EB9"/>
    <w:rsid w:val="000E11E0"/>
    <w:rsid w:val="000F1EE4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3626"/>
    <w:rsid w:val="00163782"/>
    <w:rsid w:val="00171291"/>
    <w:rsid w:val="00180F8B"/>
    <w:rsid w:val="0018254C"/>
    <w:rsid w:val="001941A3"/>
    <w:rsid w:val="001A1A95"/>
    <w:rsid w:val="001A2674"/>
    <w:rsid w:val="001C45EB"/>
    <w:rsid w:val="001C62EF"/>
    <w:rsid w:val="001C7E13"/>
    <w:rsid w:val="001D3C44"/>
    <w:rsid w:val="001D5A32"/>
    <w:rsid w:val="001E260C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A6973"/>
    <w:rsid w:val="002C130F"/>
    <w:rsid w:val="002C2257"/>
    <w:rsid w:val="002F5920"/>
    <w:rsid w:val="00303416"/>
    <w:rsid w:val="00312F2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2D18"/>
    <w:rsid w:val="00383A0F"/>
    <w:rsid w:val="003840B5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54400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3C0A"/>
    <w:rsid w:val="004B7360"/>
    <w:rsid w:val="004C6105"/>
    <w:rsid w:val="004D0329"/>
    <w:rsid w:val="004F480B"/>
    <w:rsid w:val="004F6A6F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27D9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4577"/>
    <w:rsid w:val="00757C85"/>
    <w:rsid w:val="007677D0"/>
    <w:rsid w:val="00783561"/>
    <w:rsid w:val="0078398A"/>
    <w:rsid w:val="0078650E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C5CEE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92EAE"/>
    <w:rsid w:val="00997519"/>
    <w:rsid w:val="009A4A12"/>
    <w:rsid w:val="009A524C"/>
    <w:rsid w:val="009C75AF"/>
    <w:rsid w:val="009D1396"/>
    <w:rsid w:val="009D6C12"/>
    <w:rsid w:val="009D71D9"/>
    <w:rsid w:val="009E250C"/>
    <w:rsid w:val="009F7289"/>
    <w:rsid w:val="00A011D3"/>
    <w:rsid w:val="00A11E08"/>
    <w:rsid w:val="00A12A02"/>
    <w:rsid w:val="00A16BD5"/>
    <w:rsid w:val="00A325D6"/>
    <w:rsid w:val="00A347B2"/>
    <w:rsid w:val="00A462A6"/>
    <w:rsid w:val="00A56C08"/>
    <w:rsid w:val="00A60C56"/>
    <w:rsid w:val="00A63853"/>
    <w:rsid w:val="00A76882"/>
    <w:rsid w:val="00A87D78"/>
    <w:rsid w:val="00A90832"/>
    <w:rsid w:val="00AA6054"/>
    <w:rsid w:val="00AA7EAB"/>
    <w:rsid w:val="00AB2282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C0494E"/>
    <w:rsid w:val="00C27CD9"/>
    <w:rsid w:val="00C465F8"/>
    <w:rsid w:val="00C513ED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71E30"/>
    <w:rsid w:val="00E74BDF"/>
    <w:rsid w:val="00E8022B"/>
    <w:rsid w:val="00EB4CF9"/>
    <w:rsid w:val="00EB6960"/>
    <w:rsid w:val="00EC61A8"/>
    <w:rsid w:val="00ED2150"/>
    <w:rsid w:val="00EE69D6"/>
    <w:rsid w:val="00EF099D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96671"/>
    <w:rsid w:val="00FB2F05"/>
    <w:rsid w:val="00FB3C9B"/>
    <w:rsid w:val="00FC2B68"/>
    <w:rsid w:val="00FD7C6F"/>
    <w:rsid w:val="00FE0DB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C0A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5C0A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C0A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5C0A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952</Words>
  <Characters>544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15</cp:revision>
  <cp:lastPrinted>2019-12-17T13:49:00Z</cp:lastPrinted>
  <dcterms:created xsi:type="dcterms:W3CDTF">2019-01-25T08:55:00Z</dcterms:created>
  <dcterms:modified xsi:type="dcterms:W3CDTF">2019-12-18T08:38:00Z</dcterms:modified>
</cp:coreProperties>
</file>