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32A" w:rsidRDefault="00A0232A" w:rsidP="0052366C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A0232A" w:rsidRDefault="00A0232A" w:rsidP="0052366C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A0232A" w:rsidRDefault="00A0232A" w:rsidP="0052366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A0232A" w:rsidRDefault="00A0232A" w:rsidP="0052366C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A0232A" w:rsidRDefault="00A0232A" w:rsidP="0052366C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A0232A" w:rsidRDefault="00A0232A" w:rsidP="0052366C">
      <w:pPr>
        <w:pStyle w:val="Heading1"/>
        <w:jc w:val="center"/>
        <w:rPr>
          <w:sz w:val="28"/>
          <w:szCs w:val="28"/>
        </w:rPr>
      </w:pPr>
    </w:p>
    <w:p w:rsidR="00A0232A" w:rsidRDefault="00A0232A" w:rsidP="0052366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4230</w:t>
      </w:r>
    </w:p>
    <w:p w:rsidR="00A0232A" w:rsidRDefault="00A0232A" w:rsidP="0052366C">
      <w:pPr>
        <w:rPr>
          <w:sz w:val="20"/>
          <w:szCs w:val="20"/>
          <w:lang w:val="uk-UA"/>
        </w:rPr>
      </w:pPr>
    </w:p>
    <w:p w:rsidR="00A0232A" w:rsidRDefault="00A0232A" w:rsidP="0052366C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30  жовтня  2019 року</w:t>
      </w:r>
    </w:p>
    <w:p w:rsidR="00A0232A" w:rsidRDefault="00A0232A" w:rsidP="0052366C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4786"/>
      </w:tblGrid>
      <w:tr w:rsidR="00A0232A" w:rsidRPr="00C0075B">
        <w:trPr>
          <w:trHeight w:val="929"/>
        </w:trPr>
        <w:tc>
          <w:tcPr>
            <w:tcW w:w="4786" w:type="dxa"/>
          </w:tcPr>
          <w:p w:rsidR="00A0232A" w:rsidRDefault="00A0232A" w:rsidP="001531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 xml:space="preserve">Про припинення </w:t>
            </w:r>
            <w:r>
              <w:rPr>
                <w:color w:val="000000"/>
                <w:lang w:val="uk-UA"/>
              </w:rPr>
              <w:t xml:space="preserve">ТзДВ «Сєвєродонецький Хімремонт» </w:t>
            </w:r>
            <w:r w:rsidRPr="007D6FF6">
              <w:rPr>
                <w:color w:val="000000"/>
                <w:lang w:val="uk-UA"/>
              </w:rPr>
              <w:t>права користування</w:t>
            </w:r>
            <w:r>
              <w:rPr>
                <w:color w:val="000000"/>
                <w:lang w:val="uk-UA"/>
              </w:rPr>
              <w:t xml:space="preserve"> </w:t>
            </w:r>
            <w:r w:rsidRPr="007D6FF6">
              <w:rPr>
                <w:color w:val="000000"/>
                <w:lang w:val="uk-UA"/>
              </w:rPr>
              <w:t>земельн</w:t>
            </w:r>
            <w:r>
              <w:rPr>
                <w:color w:val="000000"/>
                <w:lang w:val="uk-UA"/>
              </w:rPr>
              <w:t xml:space="preserve">ими </w:t>
            </w:r>
            <w:r w:rsidRPr="007D6FF6">
              <w:rPr>
                <w:color w:val="000000"/>
                <w:lang w:val="uk-UA"/>
              </w:rPr>
              <w:t>ділянк</w:t>
            </w:r>
            <w:r>
              <w:rPr>
                <w:color w:val="000000"/>
                <w:lang w:val="uk-UA"/>
              </w:rPr>
              <w:t xml:space="preserve">ами </w:t>
            </w:r>
          </w:p>
          <w:p w:rsidR="00A0232A" w:rsidRPr="003C0181" w:rsidRDefault="00A0232A" w:rsidP="001531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A0232A" w:rsidRDefault="00A0232A" w:rsidP="008906A4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Розглянувши клопотання товариства з додатковою відповідальністю «Сєвєродонецький Хімремонт», в особі ліквідатора Борисовича Є.І. (вх. № 47176 від 30.09.2019) про припинення права постійного користування земельними ділянками, у зв’язку переходом права власності на об’єкти нерухомого майна до інших осіб, відповідно до інформації                       з  Реєстру прав власності на нерухоме майно від 28.03.2015, беручи до уваги, що земельні ділянки перебувають в постійному користуванні ТзДВ «Сєвєродонецький Хімремонт»                     (до зміни організаційно-правової форми – відкрите акціонерне товариство «Сєвєродонецький Хімремонт»), (Державні акти на право постійного користування землею ІІ-ЛГ № 000046 від 29.05.1997, ІІ-ЛГ №000165, ІІ-ЛГ №000167, ІІ-ЛГ №000168,  ІІ-ЛГ №000169, ІІ-ЛГ №000175 від 03.02.1998), пропозиції</w:t>
      </w:r>
      <w:r w:rsidRPr="00916691"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916691">
        <w:rPr>
          <w:lang w:val="uk-UA"/>
        </w:rPr>
        <w:t>(</w:t>
      </w:r>
      <w:r w:rsidRPr="00597660">
        <w:rPr>
          <w:lang w:val="uk-UA"/>
        </w:rPr>
        <w:t>протокол № 15</w:t>
      </w:r>
      <w:r>
        <w:rPr>
          <w:lang w:val="uk-UA"/>
        </w:rPr>
        <w:t>7 від 17</w:t>
      </w:r>
      <w:r w:rsidRPr="00597660">
        <w:rPr>
          <w:lang w:val="uk-UA"/>
        </w:rPr>
        <w:t>.10.2019</w:t>
      </w:r>
      <w:r w:rsidRPr="00916691">
        <w:rPr>
          <w:lang w:val="uk-UA"/>
        </w:rPr>
        <w:t>),</w:t>
      </w:r>
      <w:r w:rsidRPr="00AF65C2">
        <w:rPr>
          <w:lang w:val="uk-UA"/>
        </w:rPr>
        <w:t xml:space="preserve"> </w:t>
      </w:r>
      <w:r>
        <w:rPr>
          <w:lang w:val="uk-UA"/>
        </w:rPr>
        <w:t xml:space="preserve">відповідно до статей 12, 92, 122, пункту 1 статті 123, статті 141 Земельного кодексу України, 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F65C2">
        <w:rPr>
          <w:lang w:val="uk-UA"/>
        </w:rPr>
        <w:t xml:space="preserve"> міська рада</w:t>
      </w:r>
    </w:p>
    <w:p w:rsidR="00A0232A" w:rsidRPr="003C7F6F" w:rsidRDefault="00A0232A" w:rsidP="00124239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</w:p>
    <w:p w:rsidR="00A0232A" w:rsidRPr="00165C55" w:rsidRDefault="00A0232A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165C55">
        <w:rPr>
          <w:lang w:val="uk-UA"/>
        </w:rPr>
        <w:t xml:space="preserve">     </w:t>
      </w:r>
      <w:r>
        <w:rPr>
          <w:lang w:val="uk-UA"/>
        </w:rPr>
        <w:t xml:space="preserve">     </w:t>
      </w:r>
      <w:r w:rsidRPr="00165C55">
        <w:rPr>
          <w:b/>
          <w:bCs/>
          <w:lang w:val="uk-UA"/>
        </w:rPr>
        <w:t xml:space="preserve">ВИРІШИЛА:     </w:t>
      </w:r>
    </w:p>
    <w:p w:rsidR="00A0232A" w:rsidRPr="003C7F6F" w:rsidRDefault="00A0232A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A0232A" w:rsidRDefault="00A0232A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1. </w:t>
      </w:r>
      <w:r w:rsidRPr="00CD6BEF">
        <w:rPr>
          <w:lang w:val="uk-UA"/>
        </w:rPr>
        <w:t xml:space="preserve">Припинити </w:t>
      </w:r>
      <w:r>
        <w:rPr>
          <w:color w:val="000000"/>
          <w:lang w:val="uk-UA"/>
        </w:rPr>
        <w:t>товариству з додатковою відповідальністю «Сєвєродонецький Хімремонт» право постійного користування на наступні земельні ділянки:</w:t>
      </w:r>
    </w:p>
    <w:p w:rsidR="00A0232A" w:rsidRDefault="00A0232A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1.1. земельну ділянку площею 3,9922 га, за адресою: Луганська обл., м. Сєвєродонецьк, вулиця Пивоварова, 17, надану рішенням виконавчого комітету Сєвєродонецької міської ради від 24.09.1996 за № 1582, для розташування виробничої ділянки.</w:t>
      </w:r>
    </w:p>
    <w:p w:rsidR="00A0232A" w:rsidRDefault="00A0232A" w:rsidP="00A503B6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1.2. земельну ділянку площею 0,1213 га, за адресою: Луганська обл., м. Сєвєродонецьк, надану рішенням виконавчого комітету Сєвєродонецької міської ради від 03.02.1998 за                   № 210, для розташування побутового приміщення.</w:t>
      </w:r>
    </w:p>
    <w:p w:rsidR="00A0232A" w:rsidRDefault="00A0232A" w:rsidP="00A503B6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1.3. земельну ділянку площею 0,1774 га, за адресою: Луганська обл., м. Сєвєродонецьк, надану рішенням виконавчого комітету Сєвєродонецької міської ради від 03.02.1998 за                  № 210, для розташування антикорозійного цеху.</w:t>
      </w:r>
    </w:p>
    <w:p w:rsidR="00A0232A" w:rsidRDefault="00A0232A" w:rsidP="00A503B6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1.4. земельну ділянку площею 0,3719 га, за адресою: Луганська обл., м. Сєвєродонецьк, надану рішенням виконавчого комітету Сєвєродонецької міської ради від 03.02.1998 за                  № 210, для розташування ремонтно-будівельного цеху № 3.</w:t>
      </w:r>
    </w:p>
    <w:p w:rsidR="00A0232A" w:rsidRDefault="00A0232A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1.5. земельну ділянку площею 0,0674 га, за адресою: Луганська обл., м. Сєвєродонецьк, надану рішенням виконавчого комітету Сєвєродонецької міської ради від 03.02.1998 за                  № 210, для розташування ремонтно-механічного цеху № 5.</w:t>
      </w:r>
    </w:p>
    <w:p w:rsidR="00A0232A" w:rsidRDefault="00A0232A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1.6. земельну ділянку площею 0,1982 га, за адресою: Луганська обл., м. Сєвєродонецьк, надану рішенням виконавчого комітету Сєвєродонецької міської ради від 03.02.1998 за                  № 210, для розташування ремонтно-механічного цеху № 1.</w:t>
      </w:r>
    </w:p>
    <w:p w:rsidR="00A0232A" w:rsidRDefault="00A0232A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 xml:space="preserve">2. Зобов’язати товариство з додатковою відповідальністю «Сєвєродонецький Хімремонт» повернути Державні акти на право постійного користування землею  </w:t>
      </w:r>
      <w:r>
        <w:rPr>
          <w:lang w:val="uk-UA"/>
        </w:rPr>
        <w:t>ІІ-ЛГ № 000046 від 29.05.1997, ІІ-ЛГ №000165, ІІ-ЛГ №000167, ІІ-ЛГ №000168,  ІІ-ЛГ №000169, ІІ-ЛГ №000175 від 03.02.1998 до Відділу у м. Сєвєродонецьку Головного управління Держгеокадастру у Луганській області.</w:t>
      </w:r>
    </w:p>
    <w:p w:rsidR="00A0232A" w:rsidRDefault="00A0232A" w:rsidP="008C567B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FF0000"/>
          <w:lang w:val="uk-UA"/>
        </w:rPr>
      </w:pPr>
    </w:p>
    <w:p w:rsidR="00A0232A" w:rsidRDefault="00A0232A" w:rsidP="00D4526F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Pr="00D2258D">
        <w:rPr>
          <w:lang w:val="uk-UA"/>
        </w:rPr>
        <w:t>.</w:t>
      </w:r>
      <w:r>
        <w:rPr>
          <w:color w:val="FF0000"/>
          <w:lang w:val="uk-UA"/>
        </w:rPr>
        <w:t xml:space="preserve">  </w:t>
      </w:r>
      <w:r>
        <w:rPr>
          <w:color w:val="000000"/>
          <w:lang w:val="uk-UA"/>
        </w:rPr>
        <w:t>Дане рішення підлягає оприлюдненню.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    </w:t>
      </w:r>
    </w:p>
    <w:p w:rsidR="00A0232A" w:rsidRDefault="00A0232A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4</w:t>
      </w:r>
      <w:r w:rsidRPr="00165C55">
        <w:rPr>
          <w:lang w:val="uk-UA"/>
        </w:rPr>
        <w:t xml:space="preserve">. Контроль за виконанням цього рішення покласти на </w:t>
      </w:r>
      <w:r>
        <w:rPr>
          <w:lang w:val="uk-UA"/>
        </w:rPr>
        <w:t>постійну</w:t>
      </w:r>
      <w:r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A0232A" w:rsidRDefault="00A0232A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A0232A" w:rsidRDefault="00A0232A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</w:p>
    <w:tbl>
      <w:tblPr>
        <w:tblW w:w="9108" w:type="dxa"/>
        <w:tblInd w:w="-106" w:type="dxa"/>
        <w:tblLook w:val="00A0"/>
      </w:tblPr>
      <w:tblGrid>
        <w:gridCol w:w="5436"/>
        <w:gridCol w:w="3672"/>
      </w:tblGrid>
      <w:tr w:rsidR="00A0232A" w:rsidRPr="00BA115A" w:rsidTr="0052366C">
        <w:tc>
          <w:tcPr>
            <w:tcW w:w="5436" w:type="dxa"/>
          </w:tcPr>
          <w:p w:rsidR="00A0232A" w:rsidRDefault="00A0232A" w:rsidP="0033590A">
            <w:pPr>
              <w:widowControl w:val="0"/>
              <w:tabs>
                <w:tab w:val="left" w:pos="5940"/>
              </w:tabs>
              <w:ind w:hanging="108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Секретар міської ради,</w:t>
            </w:r>
          </w:p>
          <w:p w:rsidR="00A0232A" w:rsidRPr="00165461" w:rsidRDefault="00A0232A" w:rsidP="0033590A">
            <w:pPr>
              <w:widowControl w:val="0"/>
              <w:tabs>
                <w:tab w:val="left" w:pos="5940"/>
              </w:tabs>
              <w:ind w:hanging="108"/>
              <w:jc w:val="both"/>
              <w:rPr>
                <w:color w:val="FF0000"/>
                <w:sz w:val="16"/>
                <w:szCs w:val="16"/>
                <w:lang w:val="uk-UA"/>
              </w:rPr>
            </w:pPr>
            <w:r>
              <w:rPr>
                <w:b/>
                <w:bCs/>
                <w:lang w:val="uk-UA"/>
              </w:rPr>
              <w:t>в.о. міського голови</w:t>
            </w:r>
          </w:p>
        </w:tc>
        <w:tc>
          <w:tcPr>
            <w:tcW w:w="3672" w:type="dxa"/>
          </w:tcPr>
          <w:p w:rsidR="00A0232A" w:rsidRPr="00165461" w:rsidRDefault="00A0232A" w:rsidP="0033590A">
            <w:pPr>
              <w:widowControl w:val="0"/>
              <w:tabs>
                <w:tab w:val="left" w:pos="5940"/>
              </w:tabs>
              <w:ind w:hanging="108"/>
              <w:jc w:val="both"/>
              <w:rPr>
                <w:b/>
                <w:bCs/>
                <w:lang w:val="uk-UA"/>
              </w:rPr>
            </w:pPr>
          </w:p>
          <w:p w:rsidR="00A0232A" w:rsidRPr="003265EA" w:rsidRDefault="00A0232A" w:rsidP="0033590A">
            <w:pPr>
              <w:widowControl w:val="0"/>
              <w:tabs>
                <w:tab w:val="left" w:pos="5940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            </w:t>
            </w:r>
            <w:r w:rsidRPr="003265EA">
              <w:rPr>
                <w:b/>
                <w:bCs/>
                <w:lang w:val="uk-UA"/>
              </w:rPr>
              <w:t>В.Ткачук</w:t>
            </w:r>
          </w:p>
        </w:tc>
      </w:tr>
    </w:tbl>
    <w:p w:rsidR="00A0232A" w:rsidRDefault="00A0232A" w:rsidP="00135FC4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sectPr w:rsidR="00A0232A" w:rsidSect="003D05EE">
      <w:pgSz w:w="11906" w:h="16838"/>
      <w:pgMar w:top="360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D22"/>
    <w:rsid w:val="00002171"/>
    <w:rsid w:val="00003A36"/>
    <w:rsid w:val="00005AE1"/>
    <w:rsid w:val="000073F8"/>
    <w:rsid w:val="00010774"/>
    <w:rsid w:val="0001142E"/>
    <w:rsid w:val="00011BED"/>
    <w:rsid w:val="00011D97"/>
    <w:rsid w:val="00012328"/>
    <w:rsid w:val="000152B0"/>
    <w:rsid w:val="00015452"/>
    <w:rsid w:val="00015579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7565"/>
    <w:rsid w:val="00040EB3"/>
    <w:rsid w:val="0004159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1595"/>
    <w:rsid w:val="00071EF9"/>
    <w:rsid w:val="000728E8"/>
    <w:rsid w:val="000741D5"/>
    <w:rsid w:val="0007431C"/>
    <w:rsid w:val="00074C83"/>
    <w:rsid w:val="00080D5D"/>
    <w:rsid w:val="00083665"/>
    <w:rsid w:val="000837BF"/>
    <w:rsid w:val="00085721"/>
    <w:rsid w:val="000913C9"/>
    <w:rsid w:val="00091870"/>
    <w:rsid w:val="00095923"/>
    <w:rsid w:val="00097094"/>
    <w:rsid w:val="00097ECC"/>
    <w:rsid w:val="000A3A03"/>
    <w:rsid w:val="000A4913"/>
    <w:rsid w:val="000A70DA"/>
    <w:rsid w:val="000A7AB5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403E"/>
    <w:rsid w:val="000F558C"/>
    <w:rsid w:val="000F668C"/>
    <w:rsid w:val="00103BF3"/>
    <w:rsid w:val="00104D93"/>
    <w:rsid w:val="00106E7E"/>
    <w:rsid w:val="00110353"/>
    <w:rsid w:val="00110E3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5FC4"/>
    <w:rsid w:val="001372C8"/>
    <w:rsid w:val="00140D05"/>
    <w:rsid w:val="001437DF"/>
    <w:rsid w:val="00145983"/>
    <w:rsid w:val="0014659F"/>
    <w:rsid w:val="0015138D"/>
    <w:rsid w:val="00153119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461"/>
    <w:rsid w:val="00165C55"/>
    <w:rsid w:val="00166D9D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1223"/>
    <w:rsid w:val="0019699D"/>
    <w:rsid w:val="001977A5"/>
    <w:rsid w:val="00197BE5"/>
    <w:rsid w:val="001A1C1D"/>
    <w:rsid w:val="001A2DC3"/>
    <w:rsid w:val="001A2F28"/>
    <w:rsid w:val="001A7E14"/>
    <w:rsid w:val="001B15AE"/>
    <w:rsid w:val="001B2435"/>
    <w:rsid w:val="001B28C3"/>
    <w:rsid w:val="001B61DF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3736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05F1"/>
    <w:rsid w:val="00261C03"/>
    <w:rsid w:val="0026468D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5897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B0415"/>
    <w:rsid w:val="002B1EF5"/>
    <w:rsid w:val="002B2904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C7114"/>
    <w:rsid w:val="002D2243"/>
    <w:rsid w:val="002D40CB"/>
    <w:rsid w:val="002D62F6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35AA"/>
    <w:rsid w:val="00306C83"/>
    <w:rsid w:val="00312E80"/>
    <w:rsid w:val="0031343F"/>
    <w:rsid w:val="003141CE"/>
    <w:rsid w:val="00314314"/>
    <w:rsid w:val="00314914"/>
    <w:rsid w:val="00323107"/>
    <w:rsid w:val="00325D51"/>
    <w:rsid w:val="003265EA"/>
    <w:rsid w:val="0033037F"/>
    <w:rsid w:val="00332A1B"/>
    <w:rsid w:val="00334E68"/>
    <w:rsid w:val="0033590A"/>
    <w:rsid w:val="00341620"/>
    <w:rsid w:val="003469A1"/>
    <w:rsid w:val="00352103"/>
    <w:rsid w:val="003536CA"/>
    <w:rsid w:val="00355C37"/>
    <w:rsid w:val="003603EC"/>
    <w:rsid w:val="0036047C"/>
    <w:rsid w:val="00361528"/>
    <w:rsid w:val="003655F5"/>
    <w:rsid w:val="003666A0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B0D0C"/>
    <w:rsid w:val="003B19F9"/>
    <w:rsid w:val="003B2063"/>
    <w:rsid w:val="003B231F"/>
    <w:rsid w:val="003B4720"/>
    <w:rsid w:val="003B4785"/>
    <w:rsid w:val="003C0181"/>
    <w:rsid w:val="003C1A25"/>
    <w:rsid w:val="003C3D93"/>
    <w:rsid w:val="003C3E05"/>
    <w:rsid w:val="003C625B"/>
    <w:rsid w:val="003C7F6F"/>
    <w:rsid w:val="003D05EE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4CE"/>
    <w:rsid w:val="003F5CD0"/>
    <w:rsid w:val="003F5ECF"/>
    <w:rsid w:val="003F7BA1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145"/>
    <w:rsid w:val="0045264E"/>
    <w:rsid w:val="00452D0A"/>
    <w:rsid w:val="0045345E"/>
    <w:rsid w:val="00455FC5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1212"/>
    <w:rsid w:val="00485113"/>
    <w:rsid w:val="00485FC7"/>
    <w:rsid w:val="00486147"/>
    <w:rsid w:val="00486C62"/>
    <w:rsid w:val="004873D1"/>
    <w:rsid w:val="00493040"/>
    <w:rsid w:val="00494562"/>
    <w:rsid w:val="004973F4"/>
    <w:rsid w:val="004A08DD"/>
    <w:rsid w:val="004A1790"/>
    <w:rsid w:val="004A1C2F"/>
    <w:rsid w:val="004A2D3A"/>
    <w:rsid w:val="004A347D"/>
    <w:rsid w:val="004A5742"/>
    <w:rsid w:val="004A59B3"/>
    <w:rsid w:val="004A5F84"/>
    <w:rsid w:val="004A6CB4"/>
    <w:rsid w:val="004B0D6C"/>
    <w:rsid w:val="004B2D68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7D7"/>
    <w:rsid w:val="004D7DCB"/>
    <w:rsid w:val="004E2CF7"/>
    <w:rsid w:val="004E752D"/>
    <w:rsid w:val="004F2713"/>
    <w:rsid w:val="004F4277"/>
    <w:rsid w:val="004F4914"/>
    <w:rsid w:val="004F5DE4"/>
    <w:rsid w:val="004F6851"/>
    <w:rsid w:val="004F6C8C"/>
    <w:rsid w:val="00503C25"/>
    <w:rsid w:val="00504573"/>
    <w:rsid w:val="00511A4F"/>
    <w:rsid w:val="00512A54"/>
    <w:rsid w:val="00513294"/>
    <w:rsid w:val="00515661"/>
    <w:rsid w:val="00517E19"/>
    <w:rsid w:val="005200C8"/>
    <w:rsid w:val="0052030E"/>
    <w:rsid w:val="0052118A"/>
    <w:rsid w:val="0052366C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A3"/>
    <w:rsid w:val="005711DE"/>
    <w:rsid w:val="00575A44"/>
    <w:rsid w:val="00580B23"/>
    <w:rsid w:val="005847C3"/>
    <w:rsid w:val="00587F32"/>
    <w:rsid w:val="005903CE"/>
    <w:rsid w:val="00591703"/>
    <w:rsid w:val="00594573"/>
    <w:rsid w:val="005958C7"/>
    <w:rsid w:val="00595E33"/>
    <w:rsid w:val="00597660"/>
    <w:rsid w:val="005A0018"/>
    <w:rsid w:val="005A033D"/>
    <w:rsid w:val="005A09FE"/>
    <w:rsid w:val="005A0E7D"/>
    <w:rsid w:val="005A1104"/>
    <w:rsid w:val="005A12FA"/>
    <w:rsid w:val="005A3027"/>
    <w:rsid w:val="005A7267"/>
    <w:rsid w:val="005B1EE9"/>
    <w:rsid w:val="005B2101"/>
    <w:rsid w:val="005B5478"/>
    <w:rsid w:val="005B6701"/>
    <w:rsid w:val="005C03B3"/>
    <w:rsid w:val="005C169E"/>
    <w:rsid w:val="005C21D6"/>
    <w:rsid w:val="005C304A"/>
    <w:rsid w:val="005C381B"/>
    <w:rsid w:val="005C3942"/>
    <w:rsid w:val="005C3F6D"/>
    <w:rsid w:val="005C5D5A"/>
    <w:rsid w:val="005D2702"/>
    <w:rsid w:val="005E07FA"/>
    <w:rsid w:val="005E0D2E"/>
    <w:rsid w:val="005E1064"/>
    <w:rsid w:val="005E3249"/>
    <w:rsid w:val="005E526F"/>
    <w:rsid w:val="005E5ED1"/>
    <w:rsid w:val="005F5276"/>
    <w:rsid w:val="005F5515"/>
    <w:rsid w:val="005F6733"/>
    <w:rsid w:val="00600FFD"/>
    <w:rsid w:val="0060267F"/>
    <w:rsid w:val="00602A18"/>
    <w:rsid w:val="006039C0"/>
    <w:rsid w:val="00607E4A"/>
    <w:rsid w:val="00610691"/>
    <w:rsid w:val="00611AA8"/>
    <w:rsid w:val="00614F45"/>
    <w:rsid w:val="00617B3E"/>
    <w:rsid w:val="00621D9B"/>
    <w:rsid w:val="00621ED1"/>
    <w:rsid w:val="006249DB"/>
    <w:rsid w:val="006257B5"/>
    <w:rsid w:val="0062581E"/>
    <w:rsid w:val="00626A54"/>
    <w:rsid w:val="00630999"/>
    <w:rsid w:val="00631AF8"/>
    <w:rsid w:val="00633CA9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326B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5316"/>
    <w:rsid w:val="006759CD"/>
    <w:rsid w:val="006766FE"/>
    <w:rsid w:val="00680B46"/>
    <w:rsid w:val="00683990"/>
    <w:rsid w:val="006873EE"/>
    <w:rsid w:val="00690901"/>
    <w:rsid w:val="00694F3E"/>
    <w:rsid w:val="006956EA"/>
    <w:rsid w:val="006A0079"/>
    <w:rsid w:val="006A00C9"/>
    <w:rsid w:val="006A24FB"/>
    <w:rsid w:val="006A3A02"/>
    <w:rsid w:val="006B00B4"/>
    <w:rsid w:val="006B0EEC"/>
    <w:rsid w:val="006B257B"/>
    <w:rsid w:val="006B7C25"/>
    <w:rsid w:val="006C0167"/>
    <w:rsid w:val="006C2439"/>
    <w:rsid w:val="006C2797"/>
    <w:rsid w:val="006C3167"/>
    <w:rsid w:val="006D22D0"/>
    <w:rsid w:val="006D2DED"/>
    <w:rsid w:val="006D35F9"/>
    <w:rsid w:val="006D50AF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6E27"/>
    <w:rsid w:val="00717E78"/>
    <w:rsid w:val="007229EE"/>
    <w:rsid w:val="0072326B"/>
    <w:rsid w:val="00723D8A"/>
    <w:rsid w:val="00726A7C"/>
    <w:rsid w:val="00727E9F"/>
    <w:rsid w:val="00730B80"/>
    <w:rsid w:val="0073176D"/>
    <w:rsid w:val="00732BF2"/>
    <w:rsid w:val="00732D81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4083"/>
    <w:rsid w:val="007546DC"/>
    <w:rsid w:val="007546EC"/>
    <w:rsid w:val="007564D2"/>
    <w:rsid w:val="007575E4"/>
    <w:rsid w:val="00760120"/>
    <w:rsid w:val="00760998"/>
    <w:rsid w:val="00763EF7"/>
    <w:rsid w:val="007653DC"/>
    <w:rsid w:val="007707B9"/>
    <w:rsid w:val="00771DA9"/>
    <w:rsid w:val="00772698"/>
    <w:rsid w:val="0077391E"/>
    <w:rsid w:val="00773B80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5E8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3D9E"/>
    <w:rsid w:val="007C4851"/>
    <w:rsid w:val="007C48EA"/>
    <w:rsid w:val="007C68AD"/>
    <w:rsid w:val="007D1481"/>
    <w:rsid w:val="007D1571"/>
    <w:rsid w:val="007D34E1"/>
    <w:rsid w:val="007D52C3"/>
    <w:rsid w:val="007D6FF6"/>
    <w:rsid w:val="007E044E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44E"/>
    <w:rsid w:val="00861A70"/>
    <w:rsid w:val="00862E25"/>
    <w:rsid w:val="00863049"/>
    <w:rsid w:val="008644BF"/>
    <w:rsid w:val="00870FA6"/>
    <w:rsid w:val="008715B9"/>
    <w:rsid w:val="00871EF5"/>
    <w:rsid w:val="00872B6F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06A4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A4960"/>
    <w:rsid w:val="008B02F6"/>
    <w:rsid w:val="008B29C6"/>
    <w:rsid w:val="008B5A0F"/>
    <w:rsid w:val="008B7A49"/>
    <w:rsid w:val="008C05BF"/>
    <w:rsid w:val="008C0D31"/>
    <w:rsid w:val="008C2E7E"/>
    <w:rsid w:val="008C3FFA"/>
    <w:rsid w:val="008C567B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4E77"/>
    <w:rsid w:val="009064CC"/>
    <w:rsid w:val="00907208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17905"/>
    <w:rsid w:val="0092187F"/>
    <w:rsid w:val="00922DC9"/>
    <w:rsid w:val="00922E87"/>
    <w:rsid w:val="00923D8D"/>
    <w:rsid w:val="00923E9C"/>
    <w:rsid w:val="00926CB9"/>
    <w:rsid w:val="009312B7"/>
    <w:rsid w:val="00936375"/>
    <w:rsid w:val="00942DDC"/>
    <w:rsid w:val="00944BA2"/>
    <w:rsid w:val="00945D4C"/>
    <w:rsid w:val="0094737D"/>
    <w:rsid w:val="00951546"/>
    <w:rsid w:val="0095381C"/>
    <w:rsid w:val="00953849"/>
    <w:rsid w:val="009622E0"/>
    <w:rsid w:val="00962EEF"/>
    <w:rsid w:val="00966974"/>
    <w:rsid w:val="00971156"/>
    <w:rsid w:val="009725A6"/>
    <w:rsid w:val="00973FC9"/>
    <w:rsid w:val="009746A6"/>
    <w:rsid w:val="0097563C"/>
    <w:rsid w:val="009769B0"/>
    <w:rsid w:val="00977999"/>
    <w:rsid w:val="009804E3"/>
    <w:rsid w:val="00981387"/>
    <w:rsid w:val="00981E7F"/>
    <w:rsid w:val="00983EB0"/>
    <w:rsid w:val="009845F4"/>
    <w:rsid w:val="00985939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0232A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47F45"/>
    <w:rsid w:val="00A503B6"/>
    <w:rsid w:val="00A50D1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3157"/>
    <w:rsid w:val="00AA6179"/>
    <w:rsid w:val="00AB1133"/>
    <w:rsid w:val="00AB21FD"/>
    <w:rsid w:val="00AB314B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2DA7"/>
    <w:rsid w:val="00B159F3"/>
    <w:rsid w:val="00B16791"/>
    <w:rsid w:val="00B219C3"/>
    <w:rsid w:val="00B2207B"/>
    <w:rsid w:val="00B244D1"/>
    <w:rsid w:val="00B312D8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4217"/>
    <w:rsid w:val="00B65C0F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115A"/>
    <w:rsid w:val="00BA733C"/>
    <w:rsid w:val="00BB4954"/>
    <w:rsid w:val="00BB50A3"/>
    <w:rsid w:val="00BB7C49"/>
    <w:rsid w:val="00BC041C"/>
    <w:rsid w:val="00BC1AFC"/>
    <w:rsid w:val="00BC273D"/>
    <w:rsid w:val="00BC33DE"/>
    <w:rsid w:val="00BD0877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2CC3"/>
    <w:rsid w:val="00BF36A6"/>
    <w:rsid w:val="00BF4A5B"/>
    <w:rsid w:val="00BF5937"/>
    <w:rsid w:val="00BF6204"/>
    <w:rsid w:val="00C0075B"/>
    <w:rsid w:val="00C01CAC"/>
    <w:rsid w:val="00C01E53"/>
    <w:rsid w:val="00C05E6E"/>
    <w:rsid w:val="00C06FD7"/>
    <w:rsid w:val="00C0717F"/>
    <w:rsid w:val="00C074C9"/>
    <w:rsid w:val="00C07E47"/>
    <w:rsid w:val="00C13E27"/>
    <w:rsid w:val="00C169C7"/>
    <w:rsid w:val="00C1725B"/>
    <w:rsid w:val="00C207B7"/>
    <w:rsid w:val="00C21099"/>
    <w:rsid w:val="00C23EA8"/>
    <w:rsid w:val="00C316BF"/>
    <w:rsid w:val="00C33A8B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671"/>
    <w:rsid w:val="00C877A3"/>
    <w:rsid w:val="00C8782E"/>
    <w:rsid w:val="00C9231F"/>
    <w:rsid w:val="00C92D08"/>
    <w:rsid w:val="00C93013"/>
    <w:rsid w:val="00C9310F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5F39"/>
    <w:rsid w:val="00CE69A0"/>
    <w:rsid w:val="00CF0953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1DC"/>
    <w:rsid w:val="00D31234"/>
    <w:rsid w:val="00D3128D"/>
    <w:rsid w:val="00D33B56"/>
    <w:rsid w:val="00D359F8"/>
    <w:rsid w:val="00D361B3"/>
    <w:rsid w:val="00D36FDD"/>
    <w:rsid w:val="00D43240"/>
    <w:rsid w:val="00D4526F"/>
    <w:rsid w:val="00D4566E"/>
    <w:rsid w:val="00D474AD"/>
    <w:rsid w:val="00D477EE"/>
    <w:rsid w:val="00D47CD7"/>
    <w:rsid w:val="00D50025"/>
    <w:rsid w:val="00D51036"/>
    <w:rsid w:val="00D5162A"/>
    <w:rsid w:val="00D53951"/>
    <w:rsid w:val="00D5398C"/>
    <w:rsid w:val="00D5559F"/>
    <w:rsid w:val="00D55756"/>
    <w:rsid w:val="00D571A2"/>
    <w:rsid w:val="00D57786"/>
    <w:rsid w:val="00D6117B"/>
    <w:rsid w:val="00D61D7E"/>
    <w:rsid w:val="00D63FCA"/>
    <w:rsid w:val="00D64209"/>
    <w:rsid w:val="00D70FBD"/>
    <w:rsid w:val="00D71461"/>
    <w:rsid w:val="00D71EAB"/>
    <w:rsid w:val="00D77689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A68CA"/>
    <w:rsid w:val="00DB12BF"/>
    <w:rsid w:val="00DB38C4"/>
    <w:rsid w:val="00DB394C"/>
    <w:rsid w:val="00DB51B6"/>
    <w:rsid w:val="00DC48B7"/>
    <w:rsid w:val="00DC5F3C"/>
    <w:rsid w:val="00DC69ED"/>
    <w:rsid w:val="00DC7F73"/>
    <w:rsid w:val="00DD0333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169D9"/>
    <w:rsid w:val="00E202D0"/>
    <w:rsid w:val="00E20577"/>
    <w:rsid w:val="00E2224E"/>
    <w:rsid w:val="00E24FE0"/>
    <w:rsid w:val="00E2650D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70604"/>
    <w:rsid w:val="00E71557"/>
    <w:rsid w:val="00E71CAA"/>
    <w:rsid w:val="00E7249F"/>
    <w:rsid w:val="00E73E17"/>
    <w:rsid w:val="00E7490F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B045E"/>
    <w:rsid w:val="00EB0EE7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6C19"/>
    <w:rsid w:val="00EF01DD"/>
    <w:rsid w:val="00EF0DB4"/>
    <w:rsid w:val="00EF4066"/>
    <w:rsid w:val="00EF5065"/>
    <w:rsid w:val="00EF73FC"/>
    <w:rsid w:val="00F00CC3"/>
    <w:rsid w:val="00F01C79"/>
    <w:rsid w:val="00F02AC4"/>
    <w:rsid w:val="00F030EC"/>
    <w:rsid w:val="00F03960"/>
    <w:rsid w:val="00F07523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3577B"/>
    <w:rsid w:val="00F40F1C"/>
    <w:rsid w:val="00F411AB"/>
    <w:rsid w:val="00F41C86"/>
    <w:rsid w:val="00F4374B"/>
    <w:rsid w:val="00F44A28"/>
    <w:rsid w:val="00F45C8C"/>
    <w:rsid w:val="00F46CD4"/>
    <w:rsid w:val="00F51166"/>
    <w:rsid w:val="00F51949"/>
    <w:rsid w:val="00F51A81"/>
    <w:rsid w:val="00F51F53"/>
    <w:rsid w:val="00F559A9"/>
    <w:rsid w:val="00F55CA0"/>
    <w:rsid w:val="00F55E62"/>
    <w:rsid w:val="00F62D44"/>
    <w:rsid w:val="00F631D0"/>
    <w:rsid w:val="00F66B5A"/>
    <w:rsid w:val="00F66DDB"/>
    <w:rsid w:val="00F71529"/>
    <w:rsid w:val="00F744BF"/>
    <w:rsid w:val="00F75951"/>
    <w:rsid w:val="00F76A9F"/>
    <w:rsid w:val="00F8067D"/>
    <w:rsid w:val="00F82710"/>
    <w:rsid w:val="00F8684C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5AC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2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8940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CD6BEF"/>
    <w:pPr>
      <w:ind w:left="720"/>
    </w:p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Normal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Normal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Normal"/>
    <w:uiPriority w:val="99"/>
    <w:rsid w:val="00C0075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6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2382</Words>
  <Characters>1359</Characters>
  <Application>Microsoft Office Outlook</Application>
  <DocSecurity>0</DocSecurity>
  <Lines>0</Lines>
  <Paragraphs>0</Paragraphs>
  <ScaleCrop>false</ScaleCrop>
  <Company>Северодонецкое ГУЗР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Admin</cp:lastModifiedBy>
  <cp:revision>31</cp:revision>
  <cp:lastPrinted>2019-11-01T08:09:00Z</cp:lastPrinted>
  <dcterms:created xsi:type="dcterms:W3CDTF">2019-10-11T10:36:00Z</dcterms:created>
  <dcterms:modified xsi:type="dcterms:W3CDTF">2019-11-01T08:10:00Z</dcterms:modified>
</cp:coreProperties>
</file>