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BFE" w:rsidRDefault="004F2BFE" w:rsidP="00673BAC">
      <w:pPr>
        <w:pStyle w:val="Heading1"/>
        <w:jc w:val="right"/>
        <w:rPr>
          <w:sz w:val="28"/>
          <w:szCs w:val="28"/>
          <w:lang w:val="ru-RU"/>
        </w:rPr>
      </w:pPr>
      <w:bookmarkStart w:id="0" w:name="bookmark0"/>
      <w:r>
        <w:rPr>
          <w:sz w:val="28"/>
          <w:szCs w:val="28"/>
          <w:lang w:val="ru-RU"/>
        </w:rPr>
        <w:t xml:space="preserve">                                 </w:t>
      </w:r>
    </w:p>
    <w:p w:rsidR="004F2BFE" w:rsidRPr="003056C5" w:rsidRDefault="004F2BFE" w:rsidP="00673BAC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056C5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3056C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4F2BFE" w:rsidRPr="003056C5" w:rsidRDefault="004F2BFE" w:rsidP="00673BAC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3056C5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3056C5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F2BFE" w:rsidRPr="003056C5" w:rsidRDefault="004F2BFE" w:rsidP="00673BAC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6C5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третя (позачергова) сесія </w:t>
      </w:r>
    </w:p>
    <w:p w:rsidR="004F2BFE" w:rsidRPr="003056C5" w:rsidRDefault="004F2BFE" w:rsidP="00673BAC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F2BFE" w:rsidRPr="003056C5" w:rsidRDefault="004F2BFE" w:rsidP="00673BAC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4F2BFE" w:rsidRPr="003056C5" w:rsidRDefault="004F2BFE" w:rsidP="00673BAC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3056C5">
        <w:rPr>
          <w:rFonts w:ascii="Times New Roman" w:hAnsi="Times New Roman" w:cs="Times New Roman"/>
          <w:sz w:val="28"/>
          <w:szCs w:val="28"/>
        </w:rPr>
        <w:t>РІШЕННЯ № 4253</w:t>
      </w:r>
    </w:p>
    <w:p w:rsidR="004F2BFE" w:rsidRDefault="004F2BFE" w:rsidP="00673BAC">
      <w:pPr>
        <w:rPr>
          <w:sz w:val="20"/>
          <w:szCs w:val="20"/>
        </w:rPr>
      </w:pPr>
    </w:p>
    <w:p w:rsidR="004F2BFE" w:rsidRPr="00673BAC" w:rsidRDefault="004F2BFE" w:rsidP="00673BAC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673BAC">
        <w:rPr>
          <w:rFonts w:ascii="Times New Roman" w:hAnsi="Times New Roman" w:cs="Times New Roman"/>
          <w:b/>
          <w:bCs/>
        </w:rPr>
        <w:t>30  жовтня  2019 року</w:t>
      </w:r>
    </w:p>
    <w:p w:rsidR="004F2BFE" w:rsidRPr="002540CE" w:rsidRDefault="004F2BFE">
      <w:pPr>
        <w:pStyle w:val="60"/>
        <w:shd w:val="clear" w:color="auto" w:fill="auto"/>
        <w:spacing w:after="163" w:line="240" w:lineRule="exact"/>
        <w:jc w:val="both"/>
      </w:pPr>
      <w:r w:rsidRPr="002540CE">
        <w:t>м. Сєвєродонецьк</w:t>
      </w:r>
      <w:bookmarkEnd w:id="0"/>
    </w:p>
    <w:tbl>
      <w:tblPr>
        <w:tblW w:w="0" w:type="auto"/>
        <w:tblInd w:w="-106" w:type="dxa"/>
        <w:tblLook w:val="00A0"/>
      </w:tblPr>
      <w:tblGrid>
        <w:gridCol w:w="5029"/>
      </w:tblGrid>
      <w:tr w:rsidR="004F2BFE">
        <w:tc>
          <w:tcPr>
            <w:tcW w:w="5029" w:type="dxa"/>
          </w:tcPr>
          <w:p w:rsidR="004F2BFE" w:rsidRDefault="004F2BFE" w:rsidP="000D648E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B50D28">
              <w:rPr>
                <w:color w:val="auto"/>
              </w:rPr>
              <w:t>змін до договору оренди землі № 040641900315 від 16.08.2006, у зв’язку з переходом права оренди на земельну ділянку до гр. Заярного О.І.</w:t>
            </w:r>
          </w:p>
        </w:tc>
      </w:tr>
    </w:tbl>
    <w:p w:rsidR="004F2BFE" w:rsidRPr="000D648E" w:rsidRDefault="004F2BFE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sz w:val="20"/>
          <w:szCs w:val="20"/>
        </w:rPr>
      </w:pPr>
    </w:p>
    <w:p w:rsidR="004F2BFE" w:rsidRPr="00697FEC" w:rsidRDefault="004F2BFE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Заярного О.І.</w:t>
      </w:r>
      <w:r w:rsidRPr="00697FEC">
        <w:t xml:space="preserve"> (вх. № </w:t>
      </w:r>
      <w:r>
        <w:t>47138</w:t>
      </w:r>
      <w:r w:rsidRPr="00697FEC">
        <w:t xml:space="preserve"> від </w:t>
      </w:r>
      <w:r>
        <w:t>26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color w:val="auto"/>
        </w:rPr>
        <w:t>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>
        <w:t xml:space="preserve">, </w:t>
      </w:r>
      <w:r w:rsidRPr="00697FEC">
        <w:t>у зв’язку з переходом</w:t>
      </w:r>
      <w:r>
        <w:t xml:space="preserve"> 06.12.2018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183929599</w:t>
      </w:r>
      <w:r w:rsidRPr="00697FEC">
        <w:t xml:space="preserve"> від </w:t>
      </w:r>
      <w:r>
        <w:t>08</w:t>
      </w:r>
      <w:r w:rsidRPr="00697FEC">
        <w:t>.</w:t>
      </w:r>
      <w:r>
        <w:t>10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</w:t>
      </w:r>
      <w:r>
        <w:t>протокол               № 156 від 09.10.2019</w:t>
      </w:r>
      <w:r w:rsidRPr="00697FEC">
        <w:t xml:space="preserve">), відповідно частини 3 статті 7, статей 21, 23, 30 Закону України </w:t>
      </w:r>
      <w:r>
        <w:t xml:space="preserve">              </w:t>
      </w:r>
      <w:r w:rsidRPr="00697FEC">
        <w:t>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4F2BFE" w:rsidRPr="00697FEC" w:rsidRDefault="004F2BFE">
      <w:pPr>
        <w:pStyle w:val="60"/>
        <w:shd w:val="clear" w:color="auto" w:fill="auto"/>
        <w:spacing w:after="260" w:line="240" w:lineRule="exact"/>
        <w:ind w:firstLine="600"/>
        <w:jc w:val="both"/>
      </w:pPr>
    </w:p>
    <w:p w:rsidR="004F2BFE" w:rsidRPr="00697FEC" w:rsidRDefault="004F2BFE" w:rsidP="00673BAC">
      <w:pPr>
        <w:pStyle w:val="60"/>
        <w:shd w:val="clear" w:color="auto" w:fill="auto"/>
        <w:spacing w:after="260" w:line="240" w:lineRule="exact"/>
        <w:jc w:val="both"/>
      </w:pPr>
      <w:r>
        <w:t xml:space="preserve">       </w:t>
      </w:r>
      <w:r w:rsidRPr="00697FEC">
        <w:t>ВИРІШИЛА:</w:t>
      </w:r>
    </w:p>
    <w:p w:rsidR="004F2BFE" w:rsidRPr="00697FEC" w:rsidRDefault="004F2BFE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«ХІМПОСТАВКА»</w:t>
      </w:r>
      <w:r w:rsidRPr="00697FEC">
        <w:t xml:space="preserve"> на земельну ділянку кадастровий №</w:t>
      </w:r>
      <w:r>
        <w:t> 4412900000:04:004:0022</w:t>
      </w:r>
      <w:r w:rsidRPr="00697FEC">
        <w:t xml:space="preserve">, площею </w:t>
      </w:r>
      <w:r>
        <w:t>1,5159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№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t xml:space="preserve">, </w:t>
      </w:r>
      <w:r>
        <w:t>надану під 95/100 часток виробничої бази</w:t>
      </w:r>
      <w:r w:rsidRPr="00697FEC">
        <w:t>, за адресою: м.</w:t>
      </w:r>
      <w:r>
        <w:t> </w:t>
      </w:r>
      <w:r w:rsidRPr="00697FEC">
        <w:t>Сєвєродонецьк,</w:t>
      </w:r>
      <w:r>
        <w:t xml:space="preserve"> вул. Пивоварова, 15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Заярного Олександра Івановича</w:t>
      </w:r>
      <w:r w:rsidRPr="00697FEC">
        <w:rPr>
          <w:color w:val="auto"/>
        </w:rPr>
        <w:t>.</w:t>
      </w:r>
    </w:p>
    <w:p w:rsidR="004F2BFE" w:rsidRDefault="004F2BFE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Заярного Олександра Івановича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4F2BFE" w:rsidRDefault="004F2BFE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  <w:rPr>
          <w:color w:val="auto"/>
        </w:rPr>
      </w:pPr>
      <w:r>
        <w:t>3. Внести зміни до договору оренди землі №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06, замінивши по тексту договору слова та цифри «м. Сєвєродонецьк, вул. Пивоварова, 15» на слова та цифри «м. Сєвєродонецьк, вул. Пивоварова, 15є».</w:t>
      </w:r>
    </w:p>
    <w:p w:rsidR="004F2BFE" w:rsidRPr="00697FEC" w:rsidRDefault="004F2BFE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4. Гр. Заярному Олександру Івановичу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color w:val="auto"/>
        </w:rPr>
        <w:t>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rPr>
          <w:color w:val="auto"/>
        </w:rPr>
        <w:t xml:space="preserve">, в частині зміни орендаря, </w:t>
      </w:r>
      <w:r>
        <w:rPr>
          <w:color w:val="auto"/>
        </w:rPr>
        <w:t xml:space="preserve">                                </w:t>
      </w:r>
      <w:r w:rsidRPr="00697FEC">
        <w:rPr>
          <w:color w:val="auto"/>
        </w:rPr>
        <w:t>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</w:t>
      </w:r>
      <w:r>
        <w:t xml:space="preserve"> внесення змін до даних Державного земельного кадастру та </w:t>
      </w:r>
      <w:r w:rsidRPr="00697FEC">
        <w:t>державної реєстрації права оренди земельної ділянки у встановленому законодавством порядку.</w:t>
      </w:r>
    </w:p>
    <w:p w:rsidR="004F2BFE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Дане рішення підлягає оприлюдненню.</w:t>
      </w:r>
    </w:p>
    <w:p w:rsidR="004F2BFE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</w:p>
    <w:p w:rsidR="004F2BFE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</w:p>
    <w:p w:rsidR="004F2BFE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</w:p>
    <w:p w:rsidR="004F2BFE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</w:p>
    <w:p w:rsidR="004F2BFE" w:rsidRPr="00697FEC" w:rsidRDefault="004F2BFE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</w:p>
    <w:p w:rsidR="004F2BFE" w:rsidRPr="00697FEC" w:rsidRDefault="004F2BFE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>6</w:t>
      </w:r>
      <w:bookmarkStart w:id="1" w:name="_GoBack"/>
      <w:bookmarkEnd w:id="1"/>
      <w:r>
        <w:t xml:space="preserve">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F2BFE" w:rsidRDefault="004F2BFE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4F2BFE" w:rsidRPr="00697FEC" w:rsidRDefault="004F2BFE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4F2BFE" w:rsidRPr="00697FEC" w:rsidRDefault="004F2BFE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4F2BFE" w:rsidRPr="00697FEC" w:rsidRDefault="004F2BFE" w:rsidP="000D648E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sectPr w:rsidR="004F2BFE" w:rsidRPr="00697FEC" w:rsidSect="00673BAC">
      <w:pgSz w:w="11900" w:h="16840" w:code="9"/>
      <w:pgMar w:top="181" w:right="678" w:bottom="3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BFE" w:rsidRDefault="004F2BFE">
      <w:r>
        <w:separator/>
      </w:r>
    </w:p>
  </w:endnote>
  <w:endnote w:type="continuationSeparator" w:id="0">
    <w:p w:rsidR="004F2BFE" w:rsidRDefault="004F2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BFE" w:rsidRDefault="004F2BFE"/>
  </w:footnote>
  <w:footnote w:type="continuationSeparator" w:id="0">
    <w:p w:rsidR="004F2BFE" w:rsidRDefault="004F2BF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45B03"/>
    <w:rsid w:val="000D648E"/>
    <w:rsid w:val="00111AC8"/>
    <w:rsid w:val="00170B3E"/>
    <w:rsid w:val="00171E44"/>
    <w:rsid w:val="001A3D80"/>
    <w:rsid w:val="0023314C"/>
    <w:rsid w:val="002540CE"/>
    <w:rsid w:val="00293CA2"/>
    <w:rsid w:val="002A200F"/>
    <w:rsid w:val="002F47A3"/>
    <w:rsid w:val="002F5864"/>
    <w:rsid w:val="00303610"/>
    <w:rsid w:val="003056C5"/>
    <w:rsid w:val="00327C84"/>
    <w:rsid w:val="003517F6"/>
    <w:rsid w:val="0038651B"/>
    <w:rsid w:val="00394B4A"/>
    <w:rsid w:val="00397727"/>
    <w:rsid w:val="003F4F46"/>
    <w:rsid w:val="004A1AFF"/>
    <w:rsid w:val="004F2BFE"/>
    <w:rsid w:val="005C5C7F"/>
    <w:rsid w:val="005E1CD7"/>
    <w:rsid w:val="0061597C"/>
    <w:rsid w:val="0063186E"/>
    <w:rsid w:val="00641B9A"/>
    <w:rsid w:val="00673BAC"/>
    <w:rsid w:val="00680051"/>
    <w:rsid w:val="00680EE7"/>
    <w:rsid w:val="00697FEC"/>
    <w:rsid w:val="006A5298"/>
    <w:rsid w:val="006A6F4D"/>
    <w:rsid w:val="006C0D1E"/>
    <w:rsid w:val="006C324B"/>
    <w:rsid w:val="006D1446"/>
    <w:rsid w:val="006E735C"/>
    <w:rsid w:val="00700507"/>
    <w:rsid w:val="00757908"/>
    <w:rsid w:val="0078557B"/>
    <w:rsid w:val="007B5C5C"/>
    <w:rsid w:val="007F733B"/>
    <w:rsid w:val="0087020C"/>
    <w:rsid w:val="0089379B"/>
    <w:rsid w:val="008D2D6E"/>
    <w:rsid w:val="00975B65"/>
    <w:rsid w:val="009C675A"/>
    <w:rsid w:val="009D038F"/>
    <w:rsid w:val="009E2079"/>
    <w:rsid w:val="009F084F"/>
    <w:rsid w:val="00A250E7"/>
    <w:rsid w:val="00A84930"/>
    <w:rsid w:val="00A9611D"/>
    <w:rsid w:val="00B3384D"/>
    <w:rsid w:val="00B50D28"/>
    <w:rsid w:val="00B65D0D"/>
    <w:rsid w:val="00B856CA"/>
    <w:rsid w:val="00BC5692"/>
    <w:rsid w:val="00BD0069"/>
    <w:rsid w:val="00BE292D"/>
    <w:rsid w:val="00C13993"/>
    <w:rsid w:val="00C178D6"/>
    <w:rsid w:val="00C72CB8"/>
    <w:rsid w:val="00C94439"/>
    <w:rsid w:val="00CA4289"/>
    <w:rsid w:val="00CA5297"/>
    <w:rsid w:val="00DA6696"/>
    <w:rsid w:val="00DC30FE"/>
    <w:rsid w:val="00E221D0"/>
    <w:rsid w:val="00EC0C63"/>
    <w:rsid w:val="00EE1D6E"/>
    <w:rsid w:val="00F21098"/>
    <w:rsid w:val="00F501B4"/>
    <w:rsid w:val="00F9367A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FF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73BAC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4A1AFF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4A1AFF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4A1AFF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A1AFF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4A1AF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4A1AFF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A1AFF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A1AF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4A1AFF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A1AFF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4A1AFF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A1AFF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A1AFF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4A1AFF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4A1AFF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4A1AFF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4A1AFF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4A1AFF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4A1AFF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4A1AF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4A1AF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4A1AFF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4A1AFF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4A1AFF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4A1AF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4A1AFF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265</TotalTime>
  <Pages>2</Pages>
  <Words>2206</Words>
  <Characters>1258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49</cp:revision>
  <cp:lastPrinted>2019-11-01T09:08:00Z</cp:lastPrinted>
  <dcterms:created xsi:type="dcterms:W3CDTF">2019-06-05T11:25:00Z</dcterms:created>
  <dcterms:modified xsi:type="dcterms:W3CDTF">2019-11-01T11:29:00Z</dcterms:modified>
</cp:coreProperties>
</file>