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CE" w:rsidRPr="000F216D" w:rsidRDefault="00C578CE" w:rsidP="000F216D">
      <w:pPr>
        <w:pStyle w:val="Title"/>
        <w:rPr>
          <w:lang w:val="uk-UA"/>
        </w:rPr>
      </w:pPr>
      <w:r w:rsidRPr="000F216D">
        <w:rPr>
          <w:lang w:val="uk-UA"/>
        </w:rPr>
        <w:t xml:space="preserve">СЄВЄРОДОНЕЦЬКА МIСЬКА РАДА </w:t>
      </w:r>
    </w:p>
    <w:p w:rsidR="00C578CE" w:rsidRPr="000F216D" w:rsidRDefault="00C578CE" w:rsidP="000F216D">
      <w:pPr>
        <w:jc w:val="center"/>
        <w:rPr>
          <w:b/>
          <w:bCs/>
          <w:sz w:val="28"/>
          <w:szCs w:val="28"/>
          <w:lang w:val="uk-UA"/>
        </w:rPr>
      </w:pPr>
      <w:r w:rsidRPr="000F216D">
        <w:rPr>
          <w:b/>
          <w:bCs/>
          <w:sz w:val="28"/>
          <w:szCs w:val="28"/>
          <w:lang w:val="uk-UA"/>
        </w:rPr>
        <w:t>СЬОМОГО СКЛИКАННЯ</w:t>
      </w:r>
    </w:p>
    <w:p w:rsidR="00C578CE" w:rsidRPr="000F216D" w:rsidRDefault="00C578CE" w:rsidP="000F216D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0F216D">
        <w:rPr>
          <w:b/>
          <w:bCs/>
          <w:sz w:val="28"/>
          <w:szCs w:val="28"/>
          <w:lang w:val="uk-UA"/>
        </w:rPr>
        <w:t>Сімдесят п’ята (п</w:t>
      </w:r>
      <w:bookmarkStart w:id="0" w:name="_GoBack"/>
      <w:bookmarkEnd w:id="0"/>
      <w:r w:rsidRPr="000F216D">
        <w:rPr>
          <w:b/>
          <w:bCs/>
          <w:sz w:val="28"/>
          <w:szCs w:val="28"/>
          <w:lang w:val="uk-UA"/>
        </w:rPr>
        <w:t>озачергова)  сесія</w:t>
      </w:r>
    </w:p>
    <w:p w:rsidR="00C578CE" w:rsidRPr="000F216D" w:rsidRDefault="00C578CE" w:rsidP="000F216D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216D">
        <w:rPr>
          <w:rFonts w:ascii="Times New Roman" w:hAnsi="Times New Roman" w:cs="Times New Roman"/>
          <w:sz w:val="28"/>
          <w:szCs w:val="28"/>
          <w:lang w:val="uk-UA"/>
        </w:rPr>
        <w:t>РIШЕННЯ  № 443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C578CE" w:rsidRPr="000F216D" w:rsidRDefault="00C578CE" w:rsidP="000F216D">
      <w:pPr>
        <w:jc w:val="both"/>
        <w:rPr>
          <w:b/>
          <w:bCs/>
          <w:lang w:val="uk-UA"/>
        </w:rPr>
      </w:pPr>
      <w:r w:rsidRPr="000F216D">
        <w:rPr>
          <w:b/>
          <w:bCs/>
          <w:lang w:val="uk-UA"/>
        </w:rPr>
        <w:t xml:space="preserve">19 грудня 2019  року </w:t>
      </w:r>
    </w:p>
    <w:p w:rsidR="00C578CE" w:rsidRPr="000F216D" w:rsidRDefault="00C578CE" w:rsidP="000F216D">
      <w:pPr>
        <w:spacing w:line="360" w:lineRule="auto"/>
        <w:jc w:val="both"/>
        <w:rPr>
          <w:lang w:val="uk-UA"/>
        </w:rPr>
      </w:pPr>
      <w:r w:rsidRPr="000F216D">
        <w:rPr>
          <w:b/>
          <w:bCs/>
          <w:lang w:val="uk-UA"/>
        </w:rPr>
        <w:t>м. Сєвєродонецьк</w:t>
      </w:r>
    </w:p>
    <w:p w:rsidR="00C578CE" w:rsidRPr="00C513ED" w:rsidRDefault="00C578CE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>розміру статутного капіталу</w:t>
      </w:r>
    </w:p>
    <w:p w:rsidR="00C578CE" w:rsidRDefault="00C578CE" w:rsidP="00454400">
      <w:pPr>
        <w:rPr>
          <w:lang w:val="uk-UA"/>
        </w:rPr>
      </w:pPr>
      <w:r>
        <w:rPr>
          <w:color w:val="000000"/>
          <w:lang w:val="uk-UA"/>
        </w:rPr>
        <w:t>комунального підприємства</w:t>
      </w:r>
      <w:r w:rsidRPr="00C513ED">
        <w:rPr>
          <w:color w:val="000000"/>
          <w:lang w:val="uk-UA"/>
        </w:rPr>
        <w:t xml:space="preserve"> </w:t>
      </w:r>
      <w:r>
        <w:rPr>
          <w:lang w:val="uk-UA"/>
        </w:rPr>
        <w:t>«Єдина аварійно-</w:t>
      </w:r>
    </w:p>
    <w:p w:rsidR="00C578CE" w:rsidRPr="00C513ED" w:rsidRDefault="00C578CE" w:rsidP="00454400">
      <w:pPr>
        <w:rPr>
          <w:color w:val="000000"/>
          <w:lang w:val="uk-UA"/>
        </w:rPr>
      </w:pPr>
      <w:r>
        <w:rPr>
          <w:lang w:val="uk-UA"/>
        </w:rPr>
        <w:t>диспетчерська служба м. Сєвєродонецька»</w:t>
      </w:r>
    </w:p>
    <w:p w:rsidR="00C578CE" w:rsidRPr="00C513ED" w:rsidRDefault="00C578CE" w:rsidP="00D97001">
      <w:pPr>
        <w:pStyle w:val="BodyText"/>
        <w:spacing w:after="0"/>
        <w:rPr>
          <w:color w:val="000000"/>
          <w:lang w:val="uk-UA"/>
        </w:rPr>
      </w:pPr>
    </w:p>
    <w:p w:rsidR="00C578CE" w:rsidRPr="00C513ED" w:rsidRDefault="00C578CE" w:rsidP="00FD7C6F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C578CE" w:rsidRPr="00C513ED" w:rsidRDefault="00C578CE" w:rsidP="00D97001">
      <w:pPr>
        <w:pStyle w:val="BodyText"/>
        <w:spacing w:after="0"/>
        <w:rPr>
          <w:color w:val="000000"/>
          <w:lang w:val="uk-UA"/>
        </w:rPr>
      </w:pPr>
    </w:p>
    <w:p w:rsidR="00C578CE" w:rsidRPr="00C513ED" w:rsidRDefault="00C578CE" w:rsidP="00D97001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C578CE" w:rsidRPr="00C513ED" w:rsidRDefault="00C578CE" w:rsidP="00477917">
      <w:pPr>
        <w:jc w:val="both"/>
        <w:rPr>
          <w:b/>
          <w:bCs/>
          <w:color w:val="000000"/>
          <w:lang w:val="uk-UA"/>
        </w:rPr>
      </w:pPr>
    </w:p>
    <w:p w:rsidR="00C578CE" w:rsidRPr="00ED2150" w:rsidRDefault="00C578CE" w:rsidP="008C5CEE">
      <w:pPr>
        <w:tabs>
          <w:tab w:val="left" w:pos="709"/>
        </w:tabs>
        <w:ind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>
        <w:rPr>
          <w:lang w:val="uk-UA"/>
        </w:rPr>
        <w:t xml:space="preserve">«Єдина аварійно-диспетчерська служба м. Сєвєродонецька» </w:t>
      </w:r>
      <w:r w:rsidRPr="00C513ED"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ED2150">
        <w:rPr>
          <w:color w:val="000000"/>
          <w:lang w:val="uk-UA"/>
        </w:rPr>
        <w:t xml:space="preserve">167 000,00 грн. (сто шістдесят сім                   тисяч грн. 00 коп.) за рахунок внеску власника – Сєвєродонецької міської ради. </w:t>
      </w:r>
    </w:p>
    <w:p w:rsidR="00C578CE" w:rsidRPr="00C513ED" w:rsidRDefault="00C578CE" w:rsidP="008C5CEE">
      <w:pPr>
        <w:pStyle w:val="BodyTextIndent2"/>
        <w:tabs>
          <w:tab w:val="left" w:pos="709"/>
        </w:tabs>
        <w:spacing w:after="0" w:line="240" w:lineRule="auto"/>
        <w:ind w:left="0" w:firstLine="425"/>
        <w:jc w:val="both"/>
        <w:rPr>
          <w:color w:val="000000"/>
          <w:lang w:val="uk-UA"/>
        </w:rPr>
      </w:pPr>
      <w:r w:rsidRPr="00ED2150">
        <w:rPr>
          <w:color w:val="000000"/>
          <w:lang w:val="uk-UA"/>
        </w:rPr>
        <w:t xml:space="preserve">2.Затвердити розмір статутного капіталу комунального підприємства </w:t>
      </w:r>
      <w:r w:rsidRPr="00ED2150">
        <w:rPr>
          <w:lang w:val="uk-UA"/>
        </w:rPr>
        <w:t>«Єдина аварійно-диспетчерська служба м. Сєвєродонецька»</w:t>
      </w:r>
      <w:r w:rsidRPr="00ED2150">
        <w:rPr>
          <w:color w:val="000000"/>
          <w:lang w:val="uk-UA"/>
        </w:rPr>
        <w:t xml:space="preserve"> </w:t>
      </w:r>
      <w:r w:rsidRPr="00ED2150">
        <w:rPr>
          <w:lang w:val="uk-UA"/>
        </w:rPr>
        <w:t xml:space="preserve">(код 33503217) </w:t>
      </w:r>
      <w:r w:rsidRPr="00ED2150">
        <w:rPr>
          <w:color w:val="000000"/>
          <w:lang w:val="uk-UA"/>
        </w:rPr>
        <w:t>у сумі 271 433,65 грн. (двісті сімдесят одна тисяча чотириста тридцять три грн. 65 коп.).</w:t>
      </w:r>
    </w:p>
    <w:p w:rsidR="00C578CE" w:rsidRPr="00C513ED" w:rsidRDefault="00C578CE" w:rsidP="008C5CEE">
      <w:pPr>
        <w:pStyle w:val="BodyTextIndent2"/>
        <w:tabs>
          <w:tab w:val="left" w:pos="993"/>
        </w:tabs>
        <w:spacing w:after="0" w:line="240" w:lineRule="auto"/>
        <w:ind w:left="0"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C578CE" w:rsidRPr="00C465F8" w:rsidRDefault="00C578CE" w:rsidP="008C5CEE">
      <w:pPr>
        <w:ind w:firstLine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>
        <w:rPr>
          <w:lang w:val="uk-UA"/>
        </w:rPr>
        <w:t>Контроль за виконанням цього рішення покласти на постійні комісії з питань планування бюджету та фінансів та по управлінню житлово-комунальним господарством, власністю, комунальною власністю, побутовим та  торгівельним обслуговуванням</w:t>
      </w:r>
      <w:r w:rsidRPr="00C465F8">
        <w:rPr>
          <w:color w:val="000000"/>
          <w:lang w:val="uk-UA"/>
        </w:rPr>
        <w:t>.</w:t>
      </w:r>
    </w:p>
    <w:p w:rsidR="00C578CE" w:rsidRDefault="00C578CE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C578CE" w:rsidRPr="00C513ED" w:rsidRDefault="00C578CE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C578CE" w:rsidRPr="00C465F8" w:rsidRDefault="00C578CE" w:rsidP="00ED2150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Секретар </w:t>
      </w:r>
      <w:r>
        <w:rPr>
          <w:b/>
          <w:bCs/>
          <w:lang w:val="uk-UA"/>
        </w:rPr>
        <w:t xml:space="preserve">міської </w:t>
      </w:r>
      <w:r w:rsidRPr="00C465F8">
        <w:rPr>
          <w:b/>
          <w:bCs/>
          <w:lang w:val="uk-UA"/>
        </w:rPr>
        <w:t>ради,</w:t>
      </w:r>
    </w:p>
    <w:p w:rsidR="00C578CE" w:rsidRPr="00C465F8" w:rsidRDefault="00C578CE" w:rsidP="00ED2150">
      <w:pPr>
        <w:rPr>
          <w:b/>
          <w:bCs/>
          <w:lang w:val="uk-UA"/>
        </w:rPr>
      </w:pPr>
      <w:r w:rsidRPr="00C465F8">
        <w:rPr>
          <w:b/>
          <w:bCs/>
          <w:lang w:val="uk-UA"/>
        </w:rPr>
        <w:t xml:space="preserve">в.о. міського голови </w:t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 w:rsidRPr="00C465F8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C578CE" w:rsidRDefault="00C578CE" w:rsidP="00ED2150">
      <w:pPr>
        <w:spacing w:line="360" w:lineRule="auto"/>
        <w:jc w:val="both"/>
        <w:rPr>
          <w:b/>
          <w:bCs/>
          <w:sz w:val="23"/>
          <w:szCs w:val="23"/>
          <w:lang w:val="uk-UA"/>
        </w:rPr>
      </w:pPr>
    </w:p>
    <w:p w:rsidR="00C578CE" w:rsidRPr="000F216D" w:rsidRDefault="00C578CE" w:rsidP="00ED2150">
      <w:pPr>
        <w:jc w:val="both"/>
        <w:rPr>
          <w:b/>
          <w:bCs/>
          <w:color w:val="FFFFFF"/>
          <w:lang w:val="uk-UA"/>
        </w:rPr>
      </w:pPr>
      <w:r w:rsidRPr="000F216D">
        <w:rPr>
          <w:b/>
          <w:bCs/>
          <w:color w:val="FFFFFF"/>
          <w:lang w:val="uk-UA"/>
        </w:rPr>
        <w:t>Підготував:</w:t>
      </w:r>
    </w:p>
    <w:p w:rsidR="00C578CE" w:rsidRPr="000F216D" w:rsidRDefault="00C578CE" w:rsidP="00ED2150">
      <w:pPr>
        <w:jc w:val="both"/>
        <w:rPr>
          <w:b/>
          <w:bCs/>
          <w:color w:val="FFFFFF"/>
          <w:lang w:val="uk-UA"/>
        </w:rPr>
      </w:pP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Заступник міського голови,</w:t>
      </w: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 xml:space="preserve">Начальник Фонду комунального </w:t>
      </w:r>
    </w:p>
    <w:p w:rsidR="00C578CE" w:rsidRPr="000F216D" w:rsidRDefault="00C578CE" w:rsidP="00ED2150">
      <w:pPr>
        <w:jc w:val="both"/>
        <w:rPr>
          <w:b/>
          <w:bCs/>
          <w:color w:val="FFFFFF"/>
          <w:lang w:val="uk-UA"/>
        </w:rPr>
      </w:pPr>
      <w:r w:rsidRPr="000F216D">
        <w:rPr>
          <w:color w:val="FFFFFF"/>
          <w:lang w:val="uk-UA"/>
        </w:rPr>
        <w:t>майна Сєвєродонецької міської ради</w:t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  <w:t>Олександр ОЛЬШАНСЬКИЙ</w:t>
      </w:r>
    </w:p>
    <w:p w:rsidR="00C578CE" w:rsidRPr="000F216D" w:rsidRDefault="00C578CE" w:rsidP="00ED2150">
      <w:pPr>
        <w:spacing w:line="360" w:lineRule="auto"/>
        <w:jc w:val="both"/>
        <w:rPr>
          <w:b/>
          <w:bCs/>
          <w:color w:val="FFFFFF"/>
          <w:lang w:val="uk-UA"/>
        </w:rPr>
      </w:pPr>
    </w:p>
    <w:p w:rsidR="00C578CE" w:rsidRPr="000F216D" w:rsidRDefault="00C578CE" w:rsidP="00ED2150">
      <w:pPr>
        <w:jc w:val="both"/>
        <w:rPr>
          <w:b/>
          <w:bCs/>
          <w:color w:val="FFFFFF"/>
          <w:lang w:val="uk-UA"/>
        </w:rPr>
      </w:pPr>
      <w:r w:rsidRPr="000F216D">
        <w:rPr>
          <w:b/>
          <w:bCs/>
          <w:color w:val="FFFFFF"/>
          <w:lang w:val="uk-UA"/>
        </w:rPr>
        <w:t>Узгоджено:</w:t>
      </w:r>
    </w:p>
    <w:p w:rsidR="00C578CE" w:rsidRPr="000F216D" w:rsidRDefault="00C578CE" w:rsidP="00ED2150">
      <w:pPr>
        <w:jc w:val="both"/>
        <w:rPr>
          <w:b/>
          <w:bCs/>
          <w:color w:val="FFFFFF"/>
          <w:lang w:val="uk-UA"/>
        </w:rPr>
      </w:pP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Голова постійної комісії по управлінню</w:t>
      </w: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 xml:space="preserve">житлово-комунальним господарством, власністю, </w:t>
      </w: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комунальною власністю, побутовим</w:t>
      </w:r>
    </w:p>
    <w:p w:rsidR="00C578CE" w:rsidRPr="000F216D" w:rsidRDefault="00C578CE" w:rsidP="00ED2150">
      <w:pPr>
        <w:tabs>
          <w:tab w:val="left" w:pos="6379"/>
        </w:tabs>
        <w:spacing w:line="360" w:lineRule="auto"/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та торгівельним обслуговуванням</w:t>
      </w:r>
      <w:r w:rsidRPr="000F216D">
        <w:rPr>
          <w:color w:val="FFFFFF"/>
          <w:lang w:val="uk-UA"/>
        </w:rPr>
        <w:tab/>
        <w:t xml:space="preserve"> Андрій ВИСОЧИН</w:t>
      </w:r>
    </w:p>
    <w:p w:rsidR="00C578CE" w:rsidRPr="000F216D" w:rsidRDefault="00C578CE" w:rsidP="00ED2150">
      <w:pPr>
        <w:spacing w:line="14" w:lineRule="atLeast"/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Голова  постійної комісії з питань планування</w:t>
      </w:r>
    </w:p>
    <w:p w:rsidR="00C578CE" w:rsidRPr="000F216D" w:rsidRDefault="00C578CE" w:rsidP="00ED2150">
      <w:pPr>
        <w:spacing w:line="14" w:lineRule="atLeast"/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>бюджету та фінансів</w:t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  <w:t xml:space="preserve"> Ігор БУТКОВ</w:t>
      </w:r>
    </w:p>
    <w:p w:rsidR="00C578CE" w:rsidRPr="000F216D" w:rsidRDefault="00C578CE" w:rsidP="00ED2150">
      <w:pPr>
        <w:jc w:val="both"/>
        <w:rPr>
          <w:color w:val="FFFFFF"/>
          <w:lang w:val="uk-UA"/>
        </w:rPr>
      </w:pPr>
    </w:p>
    <w:p w:rsidR="00C578CE" w:rsidRPr="000F216D" w:rsidRDefault="00C578CE" w:rsidP="00ED2150">
      <w:pPr>
        <w:jc w:val="both"/>
        <w:rPr>
          <w:color w:val="FFFFFF"/>
          <w:lang w:val="uk-UA"/>
        </w:rPr>
      </w:pPr>
      <w:r w:rsidRPr="000F216D">
        <w:rPr>
          <w:color w:val="FFFFFF"/>
          <w:lang w:val="uk-UA"/>
        </w:rPr>
        <w:t xml:space="preserve">Начальник відділу з юридичних та правових питань </w:t>
      </w:r>
      <w:r w:rsidRPr="000F216D">
        <w:rPr>
          <w:color w:val="FFFFFF"/>
          <w:lang w:val="uk-UA"/>
        </w:rPr>
        <w:tab/>
      </w:r>
      <w:r w:rsidRPr="000F216D">
        <w:rPr>
          <w:color w:val="FFFFFF"/>
          <w:lang w:val="uk-UA"/>
        </w:rPr>
        <w:tab/>
        <w:t xml:space="preserve"> Всеволод РУДЬ</w:t>
      </w:r>
    </w:p>
    <w:p w:rsidR="00C578CE" w:rsidRPr="000F216D" w:rsidRDefault="00C578CE" w:rsidP="00ED2150">
      <w:pPr>
        <w:jc w:val="both"/>
        <w:rPr>
          <w:color w:val="FFFFFF"/>
          <w:sz w:val="16"/>
          <w:szCs w:val="16"/>
          <w:lang w:val="uk-UA"/>
        </w:rPr>
      </w:pPr>
    </w:p>
    <w:p w:rsidR="00C578CE" w:rsidRPr="000F216D" w:rsidRDefault="00C578CE" w:rsidP="00ED2150">
      <w:pPr>
        <w:jc w:val="both"/>
        <w:rPr>
          <w:color w:val="FFFFFF"/>
          <w:sz w:val="16"/>
          <w:szCs w:val="16"/>
          <w:lang w:val="uk-UA"/>
        </w:rPr>
      </w:pPr>
    </w:p>
    <w:p w:rsidR="00C578CE" w:rsidRPr="000F216D" w:rsidRDefault="00C578CE" w:rsidP="00ED2150">
      <w:pPr>
        <w:jc w:val="both"/>
        <w:rPr>
          <w:color w:val="FFFFFF"/>
          <w:sz w:val="16"/>
          <w:szCs w:val="16"/>
          <w:lang w:val="uk-UA"/>
        </w:rPr>
      </w:pPr>
      <w:r w:rsidRPr="000F216D">
        <w:rPr>
          <w:color w:val="FFFFFF"/>
          <w:sz w:val="16"/>
          <w:szCs w:val="16"/>
          <w:lang w:val="uk-UA"/>
        </w:rPr>
        <w:t>ФКМ - 2</w:t>
      </w:r>
    </w:p>
    <w:p w:rsidR="00C578CE" w:rsidRPr="000F216D" w:rsidRDefault="00C578CE" w:rsidP="007301CD">
      <w:pPr>
        <w:tabs>
          <w:tab w:val="left" w:pos="943"/>
        </w:tabs>
        <w:rPr>
          <w:color w:val="FFFFFF"/>
          <w:sz w:val="16"/>
          <w:szCs w:val="16"/>
          <w:lang w:val="uk-UA"/>
        </w:rPr>
      </w:pPr>
      <w:r w:rsidRPr="000F216D">
        <w:rPr>
          <w:color w:val="FFFFFF"/>
          <w:sz w:val="16"/>
          <w:szCs w:val="16"/>
          <w:lang w:val="uk-UA"/>
        </w:rPr>
        <w:t>КП «Єдина аварійно-диспетчерська служба м. Сєвєродонецька» - 3</w:t>
      </w:r>
      <w:r w:rsidRPr="000F216D">
        <w:rPr>
          <w:color w:val="FFFFFF"/>
          <w:sz w:val="16"/>
          <w:szCs w:val="16"/>
          <w:lang w:val="uk-UA"/>
        </w:rPr>
        <w:tab/>
      </w:r>
    </w:p>
    <w:sectPr w:rsidR="00C578CE" w:rsidRPr="000F216D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739F3"/>
    <w:rsid w:val="00080062"/>
    <w:rsid w:val="00085016"/>
    <w:rsid w:val="000A64D8"/>
    <w:rsid w:val="000A6A32"/>
    <w:rsid w:val="000A7ACF"/>
    <w:rsid w:val="000B0086"/>
    <w:rsid w:val="000D0BDF"/>
    <w:rsid w:val="000D2EB9"/>
    <w:rsid w:val="000E11E0"/>
    <w:rsid w:val="000F1EE4"/>
    <w:rsid w:val="000F216D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3626"/>
    <w:rsid w:val="00163782"/>
    <w:rsid w:val="00171291"/>
    <w:rsid w:val="00180F8B"/>
    <w:rsid w:val="0018254C"/>
    <w:rsid w:val="001941A3"/>
    <w:rsid w:val="001A1A95"/>
    <w:rsid w:val="001A2674"/>
    <w:rsid w:val="001B0567"/>
    <w:rsid w:val="001C45EB"/>
    <w:rsid w:val="001C62EF"/>
    <w:rsid w:val="001C7E13"/>
    <w:rsid w:val="001D3C44"/>
    <w:rsid w:val="001D5A32"/>
    <w:rsid w:val="001E260C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A6973"/>
    <w:rsid w:val="002C130F"/>
    <w:rsid w:val="002C2257"/>
    <w:rsid w:val="002F5920"/>
    <w:rsid w:val="00303416"/>
    <w:rsid w:val="00312F2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2D18"/>
    <w:rsid w:val="003840B5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54400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7360"/>
    <w:rsid w:val="004C6105"/>
    <w:rsid w:val="004D0329"/>
    <w:rsid w:val="004F480B"/>
    <w:rsid w:val="004F6A6F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27D9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2F4E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C5CEE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80149"/>
    <w:rsid w:val="00992EAE"/>
    <w:rsid w:val="00997519"/>
    <w:rsid w:val="009A4A12"/>
    <w:rsid w:val="009A524C"/>
    <w:rsid w:val="009C75AF"/>
    <w:rsid w:val="009D1396"/>
    <w:rsid w:val="009D6C12"/>
    <w:rsid w:val="009D71D9"/>
    <w:rsid w:val="009E250C"/>
    <w:rsid w:val="009F7289"/>
    <w:rsid w:val="00A011D3"/>
    <w:rsid w:val="00A11E08"/>
    <w:rsid w:val="00A12A02"/>
    <w:rsid w:val="00A16BD5"/>
    <w:rsid w:val="00A325D6"/>
    <w:rsid w:val="00A347B2"/>
    <w:rsid w:val="00A462A6"/>
    <w:rsid w:val="00A56C08"/>
    <w:rsid w:val="00A60C56"/>
    <w:rsid w:val="00A63853"/>
    <w:rsid w:val="00A7051A"/>
    <w:rsid w:val="00A76882"/>
    <w:rsid w:val="00A87D78"/>
    <w:rsid w:val="00A90832"/>
    <w:rsid w:val="00AA6054"/>
    <w:rsid w:val="00AA7EAB"/>
    <w:rsid w:val="00AB2282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C0494E"/>
    <w:rsid w:val="00C27CD9"/>
    <w:rsid w:val="00C465F8"/>
    <w:rsid w:val="00C513ED"/>
    <w:rsid w:val="00C57504"/>
    <w:rsid w:val="00C578CE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71E30"/>
    <w:rsid w:val="00E74BDF"/>
    <w:rsid w:val="00E8022B"/>
    <w:rsid w:val="00EB4CF9"/>
    <w:rsid w:val="00EB6960"/>
    <w:rsid w:val="00EC61A8"/>
    <w:rsid w:val="00ED2150"/>
    <w:rsid w:val="00EE69D6"/>
    <w:rsid w:val="00EF099D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7C6F"/>
    <w:rsid w:val="00FE0DB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7EB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7EB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EB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67EB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1190</Words>
  <Characters>679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4</cp:revision>
  <cp:lastPrinted>2019-12-20T14:18:00Z</cp:lastPrinted>
  <dcterms:created xsi:type="dcterms:W3CDTF">2019-12-20T14:17:00Z</dcterms:created>
  <dcterms:modified xsi:type="dcterms:W3CDTF">2019-12-21T09:06:00Z</dcterms:modified>
</cp:coreProperties>
</file>