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18" w:rsidRPr="001C7E13" w:rsidRDefault="00EE4918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EE4918" w:rsidRPr="001C7E13" w:rsidRDefault="00EE4918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EE4918" w:rsidRPr="001C7E13" w:rsidRDefault="00EE4918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EE4918" w:rsidRPr="001C7E13" w:rsidRDefault="00EE4918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__________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EE4918" w:rsidRPr="001C7E13" w:rsidRDefault="00EE4918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4918" w:rsidRPr="001C7E13" w:rsidRDefault="00EE4918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2020</w:t>
      </w:r>
      <w:r w:rsidRPr="001C7E13">
        <w:rPr>
          <w:b/>
          <w:bCs/>
          <w:lang w:val="uk-UA"/>
        </w:rPr>
        <w:t xml:space="preserve">  року </w:t>
      </w:r>
    </w:p>
    <w:p w:rsidR="00EE4918" w:rsidRPr="001C7E13" w:rsidRDefault="00EE4918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EE4918" w:rsidRDefault="00EE4918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EE4918" w:rsidRDefault="00EE4918" w:rsidP="00D97001">
      <w:pPr>
        <w:rPr>
          <w:lang w:val="uk-UA"/>
        </w:rPr>
      </w:pPr>
      <w:r>
        <w:rPr>
          <w:lang w:val="uk-UA"/>
        </w:rPr>
        <w:t xml:space="preserve"> 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EE4918" w:rsidRDefault="00EE4918" w:rsidP="00D97001">
      <w:pPr>
        <w:rPr>
          <w:lang w:val="uk-UA"/>
        </w:rPr>
      </w:pPr>
      <w:r>
        <w:rPr>
          <w:lang w:val="uk-UA"/>
        </w:rPr>
        <w:t>«Сєвєродонецьктеплокомуненерго»</w:t>
      </w:r>
    </w:p>
    <w:p w:rsidR="00EE4918" w:rsidRPr="001C7E13" w:rsidRDefault="00EE4918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EE4918" w:rsidRPr="001C7E13" w:rsidRDefault="00EE4918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24, 57,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приймаючи до уваги</w:t>
      </w:r>
      <w:r>
        <w:rPr>
          <w:lang w:val="uk-UA"/>
        </w:rPr>
        <w:t xml:space="preserve"> звернення                     КП «Сєвєродонецьктеплокомуненерго» від 17.01.2020</w:t>
      </w:r>
      <w:r w:rsidRPr="00E72238">
        <w:rPr>
          <w:lang w:val="uk-UA"/>
        </w:rPr>
        <w:t xml:space="preserve"> року №</w:t>
      </w:r>
      <w:r>
        <w:rPr>
          <w:lang w:val="uk-UA"/>
        </w:rPr>
        <w:t xml:space="preserve"> 03-59 щодо необхідності збільшення статутного капіталу підприємства, з метою забезпечення ефективної  діяльності комунального підприємства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EE4918" w:rsidRPr="001C7E13" w:rsidRDefault="00EE4918" w:rsidP="00D97001">
      <w:pPr>
        <w:pStyle w:val="BodyText"/>
        <w:spacing w:after="0"/>
        <w:rPr>
          <w:lang w:val="uk-UA"/>
        </w:rPr>
      </w:pPr>
    </w:p>
    <w:p w:rsidR="00EE4918" w:rsidRDefault="00EE4918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EE4918" w:rsidRPr="004F7418" w:rsidRDefault="00EE4918" w:rsidP="00477917">
      <w:pPr>
        <w:jc w:val="both"/>
        <w:rPr>
          <w:b/>
          <w:bCs/>
          <w:lang w:val="uk-UA"/>
        </w:rPr>
      </w:pPr>
    </w:p>
    <w:p w:rsidR="00EE4918" w:rsidRPr="00477917" w:rsidRDefault="00EE4918" w:rsidP="00477917">
      <w:pPr>
        <w:pStyle w:val="ListParagraph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«Сєвєродонецьктеплокомуненерго»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85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0 000 грн. за рахунок внеску власника – Сєвєродонецької міської ради.</w:t>
      </w:r>
    </w:p>
    <w:p w:rsidR="00EE4918" w:rsidRDefault="00EE4918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>Затвердити статутний капітал комунального підприємства «Сєвєродонецьктеплокомуненерго» у розмірі 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483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683,25 грн. (</w:t>
      </w:r>
      <w:r>
        <w:rPr>
          <w:rFonts w:ascii="Times New Roman" w:hAnsi="Times New Roman" w:cs="Times New Roman"/>
          <w:sz w:val="24"/>
          <w:szCs w:val="24"/>
          <w:lang w:val="uk-UA"/>
        </w:rPr>
        <w:t>сімнадцять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мільйонів чотириста </w:t>
      </w:r>
      <w:r>
        <w:rPr>
          <w:rFonts w:ascii="Times New Roman" w:hAnsi="Times New Roman" w:cs="Times New Roman"/>
          <w:sz w:val="24"/>
          <w:szCs w:val="24"/>
          <w:lang w:val="uk-UA"/>
        </w:rPr>
        <w:t>вісімдесят три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шістсот вісімдесят три грн. 25 коп.).</w:t>
      </w:r>
    </w:p>
    <w:p w:rsidR="00EE4918" w:rsidRDefault="00EE4918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2396"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>ручити</w:t>
      </w:r>
      <w:r w:rsidRPr="00712396">
        <w:rPr>
          <w:rFonts w:ascii="Times New Roman" w:hAnsi="Times New Roman" w:cs="Times New Roman"/>
          <w:sz w:val="24"/>
          <w:szCs w:val="24"/>
          <w:lang w:val="uk-UA"/>
        </w:rPr>
        <w:t xml:space="preserve"> КП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теплокомуненерго</w:t>
      </w:r>
      <w:r w:rsidRPr="00712396">
        <w:rPr>
          <w:rFonts w:ascii="Times New Roman" w:hAnsi="Times New Roman" w:cs="Times New Roman"/>
          <w:sz w:val="24"/>
          <w:szCs w:val="24"/>
          <w:lang w:val="uk-UA"/>
        </w:rPr>
        <w:t>» використання внеску з міського бюджету до статутного капіталу підприємства  на придбання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транспортного засобу – автобусу для забезпечення власних потреб у сумі, що не перевищує 750000 грн. (сімсот п’ятдесят       тисяч грн.)</w:t>
      </w:r>
    </w:p>
    <w:p w:rsidR="00EE4918" w:rsidRPr="001C7E13" w:rsidRDefault="00EE4918" w:rsidP="00477917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EE4918" w:rsidRPr="001C7E13" w:rsidRDefault="00EE4918" w:rsidP="00EE1A17">
      <w:pPr>
        <w:jc w:val="both"/>
        <w:rPr>
          <w:lang w:val="uk-UA"/>
        </w:rPr>
      </w:pPr>
      <w:r>
        <w:rPr>
          <w:lang w:val="uk-UA"/>
        </w:rPr>
        <w:t xml:space="preserve">      5.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EE4918" w:rsidRPr="00EE1A17" w:rsidRDefault="00EE4918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EE4918" w:rsidRPr="001C7E13" w:rsidRDefault="00EE4918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  <w:bookmarkStart w:id="0" w:name="_GoBack"/>
      <w:bookmarkEnd w:id="0"/>
    </w:p>
    <w:p w:rsidR="00EE4918" w:rsidRPr="00C95D69" w:rsidRDefault="00EE4918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EE4918" w:rsidRPr="00C95D69" w:rsidRDefault="00EE4918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EE4918" w:rsidRPr="00C95D69" w:rsidRDefault="00EE4918" w:rsidP="00006C66">
      <w:pPr>
        <w:jc w:val="both"/>
        <w:rPr>
          <w:b/>
          <w:bCs/>
          <w:lang w:val="uk-UA"/>
        </w:rPr>
      </w:pPr>
    </w:p>
    <w:p w:rsidR="00EE4918" w:rsidRPr="00046E71" w:rsidRDefault="00EE4918" w:rsidP="00006C66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EE4918" w:rsidRPr="00383A0F" w:rsidRDefault="00EE4918" w:rsidP="00006C66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EE4918" w:rsidRPr="00383A0F" w:rsidRDefault="00EE4918" w:rsidP="00006C66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EE4918" w:rsidRDefault="00EE4918" w:rsidP="00006C66">
      <w:pPr>
        <w:jc w:val="both"/>
        <w:rPr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Олександр ОЛЬШАНСЬКИЙ</w:t>
      </w:r>
    </w:p>
    <w:p w:rsidR="00EE4918" w:rsidRPr="00383A0F" w:rsidRDefault="00EE4918" w:rsidP="00006C66">
      <w:pPr>
        <w:jc w:val="both"/>
        <w:rPr>
          <w:b/>
          <w:bCs/>
          <w:lang w:val="uk-UA"/>
        </w:rPr>
      </w:pPr>
    </w:p>
    <w:sectPr w:rsidR="00EE4918" w:rsidRPr="00383A0F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300FA"/>
    <w:rsid w:val="0003505F"/>
    <w:rsid w:val="00046E71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3A0F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D35C7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474CE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4918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167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C60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C60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C60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50C60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40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1207</Words>
  <Characters>689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7</cp:revision>
  <cp:lastPrinted>2020-01-17T10:06:00Z</cp:lastPrinted>
  <dcterms:created xsi:type="dcterms:W3CDTF">2020-01-17T09:18:00Z</dcterms:created>
  <dcterms:modified xsi:type="dcterms:W3CDTF">2020-01-20T08:33:00Z</dcterms:modified>
</cp:coreProperties>
</file>