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61D" w:rsidRPr="001C7E13" w:rsidRDefault="00E6561D" w:rsidP="00D97001">
      <w:pPr>
        <w:pStyle w:val="Title"/>
        <w:ind w:left="7788" w:firstLine="708"/>
        <w:jc w:val="both"/>
        <w:rPr>
          <w:i/>
          <w:iCs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Проєкт</w:t>
      </w:r>
    </w:p>
    <w:p w:rsidR="00E6561D" w:rsidRPr="001C7E13" w:rsidRDefault="00E6561D" w:rsidP="00D97001">
      <w:pPr>
        <w:pStyle w:val="Title"/>
        <w:rPr>
          <w:lang w:val="uk-UA"/>
        </w:rPr>
      </w:pPr>
      <w:r w:rsidRPr="001C7E13">
        <w:rPr>
          <w:lang w:val="uk-UA"/>
        </w:rPr>
        <w:t xml:space="preserve">СЄВЄРОДОНЕЦЬКА МIСЬКА РАДА </w:t>
      </w:r>
    </w:p>
    <w:p w:rsidR="00E6561D" w:rsidRPr="001C7E13" w:rsidRDefault="00E6561D" w:rsidP="00D97001">
      <w:pPr>
        <w:jc w:val="center"/>
        <w:rPr>
          <w:b/>
          <w:bCs/>
          <w:sz w:val="28"/>
          <w:szCs w:val="28"/>
          <w:lang w:val="uk-UA"/>
        </w:rPr>
      </w:pPr>
      <w:r w:rsidRPr="001C7E13">
        <w:rPr>
          <w:b/>
          <w:bCs/>
          <w:sz w:val="28"/>
          <w:szCs w:val="28"/>
          <w:lang w:val="uk-UA"/>
        </w:rPr>
        <w:t>СЬОМОГО СКЛИКАННЯ</w:t>
      </w:r>
    </w:p>
    <w:p w:rsidR="00E6561D" w:rsidRPr="001C7E13" w:rsidRDefault="00E6561D" w:rsidP="00D97001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</w:t>
      </w:r>
      <w:r w:rsidRPr="001C7E13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>__________</w:t>
      </w:r>
      <w:r w:rsidRPr="001C7E13">
        <w:rPr>
          <w:b/>
          <w:bCs/>
          <w:sz w:val="28"/>
          <w:szCs w:val="28"/>
          <w:lang w:val="uk-UA"/>
        </w:rPr>
        <w:t>) сесія</w:t>
      </w:r>
    </w:p>
    <w:p w:rsidR="00E6561D" w:rsidRPr="001C7E13" w:rsidRDefault="00E6561D" w:rsidP="00D97001">
      <w:pPr>
        <w:pStyle w:val="Heading1"/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C7E13">
        <w:rPr>
          <w:rFonts w:ascii="Times New Roman" w:hAnsi="Times New Roman" w:cs="Times New Roman"/>
          <w:sz w:val="28"/>
          <w:szCs w:val="28"/>
          <w:lang w:val="uk-UA"/>
        </w:rPr>
        <w:t>РIШЕННЯ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6561D" w:rsidRPr="001C7E13" w:rsidRDefault="00E6561D" w:rsidP="00D97001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2020</w:t>
      </w:r>
      <w:r w:rsidRPr="001C7E13">
        <w:rPr>
          <w:b/>
          <w:bCs/>
          <w:lang w:val="uk-UA"/>
        </w:rPr>
        <w:t xml:space="preserve">  року </w:t>
      </w:r>
    </w:p>
    <w:p w:rsidR="00E6561D" w:rsidRPr="001C7E13" w:rsidRDefault="00E6561D" w:rsidP="00D97001">
      <w:pPr>
        <w:spacing w:line="360" w:lineRule="auto"/>
        <w:jc w:val="both"/>
        <w:rPr>
          <w:lang w:val="uk-UA"/>
        </w:rPr>
      </w:pPr>
      <w:r w:rsidRPr="001C7E13">
        <w:rPr>
          <w:b/>
          <w:bCs/>
          <w:lang w:val="uk-UA"/>
        </w:rPr>
        <w:t>м. Сєвєродонецьк</w:t>
      </w:r>
    </w:p>
    <w:p w:rsidR="00E6561D" w:rsidRDefault="00E6561D" w:rsidP="00D97001">
      <w:pPr>
        <w:rPr>
          <w:lang w:val="uk-UA"/>
        </w:rPr>
      </w:pPr>
      <w:r w:rsidRPr="001C7E13">
        <w:rPr>
          <w:lang w:val="uk-UA"/>
        </w:rPr>
        <w:t xml:space="preserve">Про </w:t>
      </w:r>
      <w:r>
        <w:rPr>
          <w:lang w:val="uk-UA"/>
        </w:rPr>
        <w:t>дозвіл на придбання майна</w:t>
      </w:r>
    </w:p>
    <w:p w:rsidR="00E6561D" w:rsidRDefault="00E6561D" w:rsidP="00D97001">
      <w:pPr>
        <w:rPr>
          <w:lang w:val="uk-UA"/>
        </w:rPr>
      </w:pPr>
      <w:r>
        <w:rPr>
          <w:lang w:val="uk-UA"/>
        </w:rPr>
        <w:t>КП «Сєвєродонецьктеплокомуненерго»</w:t>
      </w:r>
    </w:p>
    <w:p w:rsidR="00E6561D" w:rsidRPr="001C7E13" w:rsidRDefault="00E6561D" w:rsidP="00836119">
      <w:pPr>
        <w:rPr>
          <w:lang w:val="uk-UA"/>
        </w:rPr>
      </w:pPr>
      <w:r>
        <w:rPr>
          <w:lang w:val="uk-UA"/>
        </w:rPr>
        <w:t xml:space="preserve"> </w:t>
      </w:r>
    </w:p>
    <w:p w:rsidR="00E6561D" w:rsidRPr="001C7E13" w:rsidRDefault="00E6561D" w:rsidP="00FD7C6F">
      <w:pPr>
        <w:ind w:firstLine="567"/>
        <w:jc w:val="both"/>
        <w:rPr>
          <w:lang w:val="uk-UA"/>
        </w:rPr>
      </w:pPr>
      <w:r w:rsidRPr="001C7E13">
        <w:rPr>
          <w:lang w:val="uk-UA"/>
        </w:rPr>
        <w:t xml:space="preserve">Керуючись статтями </w:t>
      </w:r>
      <w:r>
        <w:rPr>
          <w:lang w:val="uk-UA"/>
        </w:rPr>
        <w:t>24,</w:t>
      </w:r>
      <w:r w:rsidRPr="001C7E13">
        <w:rPr>
          <w:lang w:val="uk-UA"/>
        </w:rPr>
        <w:t xml:space="preserve"> </w:t>
      </w:r>
      <w:r>
        <w:rPr>
          <w:lang w:val="uk-UA"/>
        </w:rPr>
        <w:t xml:space="preserve">65, </w:t>
      </w:r>
      <w:r w:rsidRPr="001C7E13">
        <w:rPr>
          <w:lang w:val="uk-UA"/>
        </w:rPr>
        <w:t>66, 78 Господарського Кодексу України, ст. 26 Закону України «Про міс</w:t>
      </w:r>
      <w:r>
        <w:rPr>
          <w:lang w:val="uk-UA"/>
        </w:rPr>
        <w:t>цеве самоврядування в Україні»,</w:t>
      </w:r>
      <w:r w:rsidRPr="005255F3">
        <w:rPr>
          <w:lang w:val="uk-UA"/>
        </w:rPr>
        <w:t xml:space="preserve"> приймаючи до уваги</w:t>
      </w:r>
      <w:r>
        <w:rPr>
          <w:lang w:val="uk-UA"/>
        </w:rPr>
        <w:t xml:space="preserve"> звернення                                    КП «Сєвєродонецьктеплокомуненерго» від 20</w:t>
      </w:r>
      <w:r w:rsidRPr="00DA084D">
        <w:rPr>
          <w:lang w:val="uk-UA"/>
        </w:rPr>
        <w:t>.01.2020 року № 0</w:t>
      </w:r>
      <w:r>
        <w:rPr>
          <w:lang w:val="uk-UA"/>
        </w:rPr>
        <w:t>1</w:t>
      </w:r>
      <w:r w:rsidRPr="00DA084D">
        <w:rPr>
          <w:lang w:val="uk-UA"/>
        </w:rPr>
        <w:t>-</w:t>
      </w:r>
      <w:r>
        <w:rPr>
          <w:lang w:val="uk-UA"/>
        </w:rPr>
        <w:t>63 щодо необхідності придбання транспортного засобу для власних потреб підприємства, враховуючи протокол Наглядової ради комунальних підприємств, які засновані на комунальній власності територіальної громади міста Сєвєродонецьк Луганської області, з метою забезпечення ефективної  діяльності комунального підприємства у сфері надання комунальних послуг територіальній громаді міста Сєвєродонецька,</w:t>
      </w:r>
      <w:r w:rsidRPr="00524402">
        <w:rPr>
          <w:lang w:val="uk-UA"/>
        </w:rPr>
        <w:t xml:space="preserve"> </w:t>
      </w:r>
      <w:r w:rsidRPr="001C7E13">
        <w:rPr>
          <w:lang w:val="uk-UA"/>
        </w:rPr>
        <w:t xml:space="preserve"> Сєвєродонецька міська рада </w:t>
      </w:r>
    </w:p>
    <w:p w:rsidR="00E6561D" w:rsidRPr="001C7E13" w:rsidRDefault="00E6561D" w:rsidP="00D97001">
      <w:pPr>
        <w:pStyle w:val="BodyText"/>
        <w:spacing w:after="0"/>
        <w:rPr>
          <w:lang w:val="uk-UA"/>
        </w:rPr>
      </w:pPr>
    </w:p>
    <w:p w:rsidR="00E6561D" w:rsidRDefault="00E6561D" w:rsidP="00D97001">
      <w:pPr>
        <w:jc w:val="both"/>
        <w:rPr>
          <w:b/>
          <w:bCs/>
          <w:lang w:val="uk-UA"/>
        </w:rPr>
      </w:pPr>
      <w:r w:rsidRPr="001C7E13">
        <w:rPr>
          <w:b/>
          <w:bCs/>
          <w:lang w:val="uk-UA"/>
        </w:rPr>
        <w:t>ВИРIШИЛА:</w:t>
      </w:r>
    </w:p>
    <w:p w:rsidR="00E6561D" w:rsidRPr="004F7418" w:rsidRDefault="00E6561D" w:rsidP="00477917">
      <w:pPr>
        <w:jc w:val="both"/>
        <w:rPr>
          <w:b/>
          <w:bCs/>
          <w:lang w:val="uk-UA"/>
        </w:rPr>
      </w:pPr>
    </w:p>
    <w:p w:rsidR="00E6561D" w:rsidRDefault="00E6561D" w:rsidP="00477917">
      <w:pPr>
        <w:pStyle w:val="ListParagraph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2396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озволити</w:t>
      </w:r>
      <w:r w:rsidRPr="00712396">
        <w:rPr>
          <w:rFonts w:ascii="Times New Roman" w:hAnsi="Times New Roman" w:cs="Times New Roman"/>
          <w:sz w:val="24"/>
          <w:szCs w:val="24"/>
          <w:lang w:val="uk-UA"/>
        </w:rPr>
        <w:t xml:space="preserve"> КП «Сєвєродонецьк</w:t>
      </w:r>
      <w:r>
        <w:rPr>
          <w:rFonts w:ascii="Times New Roman" w:hAnsi="Times New Roman" w:cs="Times New Roman"/>
          <w:sz w:val="24"/>
          <w:szCs w:val="24"/>
          <w:lang w:val="uk-UA"/>
        </w:rPr>
        <w:t>теплокомуненерго</w:t>
      </w:r>
      <w:r w:rsidRPr="00712396">
        <w:rPr>
          <w:rFonts w:ascii="Times New Roman" w:hAnsi="Times New Roman" w:cs="Times New Roman"/>
          <w:sz w:val="24"/>
          <w:szCs w:val="24"/>
          <w:lang w:val="uk-UA"/>
        </w:rPr>
        <w:t>» придба</w:t>
      </w:r>
      <w:r>
        <w:rPr>
          <w:rFonts w:ascii="Times New Roman" w:hAnsi="Times New Roman" w:cs="Times New Roman"/>
          <w:sz w:val="24"/>
          <w:szCs w:val="24"/>
          <w:lang w:val="uk-UA"/>
        </w:rPr>
        <w:t>ти транспортний засіб – автобус для забезпечення власних потреб підприємства вартістю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, що не перевищує 750000 грн. (сімсот п’ятдесят  тисяч грн.)</w:t>
      </w:r>
    </w:p>
    <w:p w:rsidR="00E6561D" w:rsidRPr="001C7E13" w:rsidRDefault="00E6561D" w:rsidP="004E1E47">
      <w:pPr>
        <w:pStyle w:val="BodyTextIndent2"/>
        <w:tabs>
          <w:tab w:val="left" w:pos="993"/>
        </w:tabs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2. </w:t>
      </w:r>
      <w:r w:rsidRPr="001C7E13">
        <w:rPr>
          <w:lang w:val="uk-UA"/>
        </w:rPr>
        <w:t>Дане рішення підлягає оприлюдненню.</w:t>
      </w:r>
    </w:p>
    <w:p w:rsidR="00E6561D" w:rsidRPr="001C7E13" w:rsidRDefault="00E6561D" w:rsidP="00EE1A17">
      <w:pPr>
        <w:jc w:val="both"/>
        <w:rPr>
          <w:lang w:val="uk-UA"/>
        </w:rPr>
      </w:pPr>
      <w:r>
        <w:rPr>
          <w:lang w:val="uk-UA"/>
        </w:rPr>
        <w:t xml:space="preserve">     3.   </w:t>
      </w:r>
      <w:r w:rsidRPr="00477917">
        <w:rPr>
          <w:lang w:val="uk-UA"/>
        </w:rPr>
        <w:t>Контроль за виконанням цього рішення покласти на постійн</w:t>
      </w:r>
      <w:r>
        <w:rPr>
          <w:lang w:val="uk-UA"/>
        </w:rPr>
        <w:t>і</w:t>
      </w:r>
      <w:r w:rsidRPr="00477917">
        <w:rPr>
          <w:lang w:val="uk-UA"/>
        </w:rPr>
        <w:t xml:space="preserve"> комісі</w:t>
      </w:r>
      <w:r>
        <w:rPr>
          <w:lang w:val="uk-UA"/>
        </w:rPr>
        <w:t>ї</w:t>
      </w:r>
      <w:r w:rsidRPr="00477917">
        <w:rPr>
          <w:lang w:val="uk-UA"/>
        </w:rPr>
        <w:t xml:space="preserve"> </w:t>
      </w:r>
      <w:r w:rsidRPr="001C7E13">
        <w:rPr>
          <w:lang w:val="uk-UA"/>
        </w:rPr>
        <w:t xml:space="preserve">з питань планування </w:t>
      </w:r>
    </w:p>
    <w:p w:rsidR="00E6561D" w:rsidRPr="00EE1A17" w:rsidRDefault="00E6561D" w:rsidP="00EE1A17">
      <w:pPr>
        <w:jc w:val="both"/>
        <w:rPr>
          <w:lang w:val="uk-UA"/>
        </w:rPr>
      </w:pPr>
      <w:r w:rsidRPr="00EE1A17">
        <w:rPr>
          <w:lang w:val="uk-UA"/>
        </w:rPr>
        <w:t xml:space="preserve">бюджету та фінансів </w:t>
      </w:r>
      <w:r>
        <w:rPr>
          <w:lang w:val="uk-UA"/>
        </w:rPr>
        <w:t xml:space="preserve"> та п</w:t>
      </w:r>
      <w:r w:rsidRPr="00EE1A17">
        <w:rPr>
          <w:lang w:val="uk-UA"/>
        </w:rPr>
        <w:t>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E6561D" w:rsidRPr="001C7E13" w:rsidRDefault="00E6561D" w:rsidP="00D97001">
      <w:pPr>
        <w:pStyle w:val="BodyTextIndent2"/>
        <w:tabs>
          <w:tab w:val="left" w:pos="993"/>
        </w:tabs>
        <w:spacing w:after="0" w:line="240" w:lineRule="auto"/>
        <w:ind w:left="0" w:firstLine="426"/>
        <w:jc w:val="both"/>
        <w:rPr>
          <w:b/>
          <w:bCs/>
          <w:lang w:val="uk-UA"/>
        </w:rPr>
      </w:pPr>
    </w:p>
    <w:p w:rsidR="00E6561D" w:rsidRPr="00C95D69" w:rsidRDefault="00E6561D" w:rsidP="00006C66">
      <w:pPr>
        <w:rPr>
          <w:b/>
          <w:bCs/>
          <w:lang w:val="uk-UA"/>
        </w:rPr>
      </w:pPr>
      <w:r w:rsidRPr="00C95D69">
        <w:rPr>
          <w:b/>
          <w:bCs/>
          <w:lang w:val="uk-UA"/>
        </w:rPr>
        <w:t>Секретар міської ради,</w:t>
      </w:r>
    </w:p>
    <w:p w:rsidR="00E6561D" w:rsidRPr="00C95D69" w:rsidRDefault="00E6561D" w:rsidP="00006C66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в.о. міського голови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Вячеслав ТКАЧУК</w:t>
      </w:r>
    </w:p>
    <w:p w:rsidR="00E6561D" w:rsidRPr="00C95D69" w:rsidRDefault="00E6561D" w:rsidP="00006C66">
      <w:pPr>
        <w:jc w:val="both"/>
        <w:rPr>
          <w:b/>
          <w:bCs/>
          <w:lang w:val="uk-UA"/>
        </w:rPr>
      </w:pPr>
    </w:p>
    <w:p w:rsidR="00E6561D" w:rsidRPr="00046E71" w:rsidRDefault="00E6561D" w:rsidP="00006C66">
      <w:pPr>
        <w:jc w:val="both"/>
        <w:rPr>
          <w:b/>
          <w:bCs/>
          <w:lang w:val="uk-UA"/>
        </w:rPr>
      </w:pPr>
      <w:r w:rsidRPr="00046E71">
        <w:rPr>
          <w:b/>
          <w:bCs/>
          <w:lang w:val="uk-UA"/>
        </w:rPr>
        <w:t>Підготував:</w:t>
      </w:r>
    </w:p>
    <w:p w:rsidR="00E6561D" w:rsidRPr="00383A0F" w:rsidRDefault="00E6561D" w:rsidP="00006C66">
      <w:pPr>
        <w:jc w:val="both"/>
        <w:rPr>
          <w:lang w:val="uk-UA"/>
        </w:rPr>
      </w:pPr>
      <w:r w:rsidRPr="00383A0F">
        <w:rPr>
          <w:lang w:val="uk-UA"/>
        </w:rPr>
        <w:t>Заступник міського голови,</w:t>
      </w:r>
    </w:p>
    <w:p w:rsidR="00E6561D" w:rsidRPr="00383A0F" w:rsidRDefault="00E6561D" w:rsidP="00006C66">
      <w:pPr>
        <w:jc w:val="both"/>
        <w:rPr>
          <w:lang w:val="uk-UA"/>
        </w:rPr>
      </w:pPr>
      <w:r w:rsidRPr="00383A0F">
        <w:rPr>
          <w:lang w:val="uk-UA"/>
        </w:rPr>
        <w:t xml:space="preserve">Начальник Фонду комунального </w:t>
      </w:r>
    </w:p>
    <w:p w:rsidR="00E6561D" w:rsidRDefault="00E6561D" w:rsidP="00006C66">
      <w:pPr>
        <w:jc w:val="both"/>
        <w:rPr>
          <w:lang w:val="uk-UA"/>
        </w:rPr>
      </w:pPr>
      <w:r w:rsidRPr="00383A0F">
        <w:rPr>
          <w:lang w:val="uk-UA"/>
        </w:rPr>
        <w:t>майна С</w:t>
      </w:r>
      <w:r>
        <w:rPr>
          <w:lang w:val="uk-UA"/>
        </w:rPr>
        <w:t>євєродонецької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Олександр ОЛЬШАНСЬКИЙ</w:t>
      </w:r>
    </w:p>
    <w:p w:rsidR="00E6561D" w:rsidRPr="00383A0F" w:rsidRDefault="00E6561D" w:rsidP="00006C66">
      <w:pPr>
        <w:jc w:val="both"/>
        <w:rPr>
          <w:b/>
          <w:bCs/>
          <w:lang w:val="uk-UA"/>
        </w:rPr>
      </w:pPr>
    </w:p>
    <w:p w:rsidR="00E6561D" w:rsidRPr="001C7E13" w:rsidRDefault="00E6561D" w:rsidP="00006C66">
      <w:pPr>
        <w:ind w:left="-284" w:right="-268"/>
        <w:rPr>
          <w:lang w:val="uk-UA"/>
        </w:rPr>
      </w:pPr>
      <w:r w:rsidRPr="001C7E13">
        <w:rPr>
          <w:b/>
          <w:bCs/>
          <w:lang w:val="uk-UA"/>
        </w:rPr>
        <w:tab/>
        <w:t xml:space="preserve">               </w:t>
      </w:r>
    </w:p>
    <w:p w:rsidR="00E6561D" w:rsidRPr="001C7E13" w:rsidRDefault="00E6561D" w:rsidP="001C7E13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. </w:t>
      </w:r>
    </w:p>
    <w:sectPr w:rsidR="00E6561D" w:rsidRPr="001C7E13" w:rsidSect="001C7E13">
      <w:pgSz w:w="11906" w:h="16838" w:code="9"/>
      <w:pgMar w:top="709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31" w:hanging="360"/>
      </w:pPr>
      <w:rPr>
        <w:rFonts w:ascii="Wingdings" w:hAnsi="Wingdings" w:cs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  <w:i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0EE6FA4"/>
    <w:multiLevelType w:val="hybridMultilevel"/>
    <w:tmpl w:val="381CD2FE"/>
    <w:lvl w:ilvl="0" w:tplc="5792D0E4">
      <w:start w:val="2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59" w:hanging="360"/>
      </w:pPr>
    </w:lvl>
    <w:lvl w:ilvl="2" w:tplc="0419001B">
      <w:start w:val="1"/>
      <w:numFmt w:val="lowerRoman"/>
      <w:lvlText w:val="%3."/>
      <w:lvlJc w:val="right"/>
      <w:pPr>
        <w:ind w:left="4379" w:hanging="180"/>
      </w:pPr>
    </w:lvl>
    <w:lvl w:ilvl="3" w:tplc="0419000F">
      <w:start w:val="1"/>
      <w:numFmt w:val="decimal"/>
      <w:lvlText w:val="%4."/>
      <w:lvlJc w:val="left"/>
      <w:pPr>
        <w:ind w:left="5099" w:hanging="360"/>
      </w:pPr>
    </w:lvl>
    <w:lvl w:ilvl="4" w:tplc="04190019">
      <w:start w:val="1"/>
      <w:numFmt w:val="lowerLetter"/>
      <w:lvlText w:val="%5."/>
      <w:lvlJc w:val="left"/>
      <w:pPr>
        <w:ind w:left="5819" w:hanging="360"/>
      </w:pPr>
    </w:lvl>
    <w:lvl w:ilvl="5" w:tplc="0419001B">
      <w:start w:val="1"/>
      <w:numFmt w:val="lowerRoman"/>
      <w:lvlText w:val="%6."/>
      <w:lvlJc w:val="right"/>
      <w:pPr>
        <w:ind w:left="6539" w:hanging="180"/>
      </w:pPr>
    </w:lvl>
    <w:lvl w:ilvl="6" w:tplc="0419000F">
      <w:start w:val="1"/>
      <w:numFmt w:val="decimal"/>
      <w:lvlText w:val="%7."/>
      <w:lvlJc w:val="left"/>
      <w:pPr>
        <w:ind w:left="7259" w:hanging="360"/>
      </w:pPr>
    </w:lvl>
    <w:lvl w:ilvl="7" w:tplc="04190019">
      <w:start w:val="1"/>
      <w:numFmt w:val="lowerLetter"/>
      <w:lvlText w:val="%8."/>
      <w:lvlJc w:val="left"/>
      <w:pPr>
        <w:ind w:left="7979" w:hanging="360"/>
      </w:pPr>
    </w:lvl>
    <w:lvl w:ilvl="8" w:tplc="0419001B">
      <w:start w:val="1"/>
      <w:numFmt w:val="lowerRoman"/>
      <w:lvlText w:val="%9."/>
      <w:lvlJc w:val="right"/>
      <w:pPr>
        <w:ind w:left="8699" w:hanging="180"/>
      </w:pPr>
    </w:lvl>
  </w:abstractNum>
  <w:abstractNum w:abstractNumId="9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12">
    <w:nsid w:val="389F7CF6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3632" w:hanging="360"/>
      </w:pPr>
    </w:lvl>
    <w:lvl w:ilvl="2" w:tplc="0419001B">
      <w:start w:val="1"/>
      <w:numFmt w:val="lowerRoman"/>
      <w:lvlText w:val="%3."/>
      <w:lvlJc w:val="right"/>
      <w:pPr>
        <w:ind w:left="4352" w:hanging="180"/>
      </w:pPr>
    </w:lvl>
    <w:lvl w:ilvl="3" w:tplc="0419000F">
      <w:start w:val="1"/>
      <w:numFmt w:val="decimal"/>
      <w:lvlText w:val="%4."/>
      <w:lvlJc w:val="left"/>
      <w:pPr>
        <w:ind w:left="5072" w:hanging="360"/>
      </w:pPr>
    </w:lvl>
    <w:lvl w:ilvl="4" w:tplc="04190019">
      <w:start w:val="1"/>
      <w:numFmt w:val="lowerLetter"/>
      <w:lvlText w:val="%5."/>
      <w:lvlJc w:val="left"/>
      <w:pPr>
        <w:ind w:left="5792" w:hanging="360"/>
      </w:pPr>
    </w:lvl>
    <w:lvl w:ilvl="5" w:tplc="0419001B">
      <w:start w:val="1"/>
      <w:numFmt w:val="lowerRoman"/>
      <w:lvlText w:val="%6."/>
      <w:lvlJc w:val="right"/>
      <w:pPr>
        <w:ind w:left="6512" w:hanging="180"/>
      </w:pPr>
    </w:lvl>
    <w:lvl w:ilvl="6" w:tplc="0419000F">
      <w:start w:val="1"/>
      <w:numFmt w:val="decimal"/>
      <w:lvlText w:val="%7."/>
      <w:lvlJc w:val="left"/>
      <w:pPr>
        <w:ind w:left="7232" w:hanging="360"/>
      </w:pPr>
    </w:lvl>
    <w:lvl w:ilvl="7" w:tplc="04190019">
      <w:start w:val="1"/>
      <w:numFmt w:val="lowerLetter"/>
      <w:lvlText w:val="%8."/>
      <w:lvlJc w:val="left"/>
      <w:pPr>
        <w:ind w:left="7952" w:hanging="360"/>
      </w:pPr>
    </w:lvl>
    <w:lvl w:ilvl="8" w:tplc="0419001B">
      <w:start w:val="1"/>
      <w:numFmt w:val="lowerRoman"/>
      <w:lvlText w:val="%9."/>
      <w:lvlJc w:val="right"/>
      <w:pPr>
        <w:ind w:left="8672" w:hanging="180"/>
      </w:pPr>
    </w:lvl>
  </w:abstractNum>
  <w:abstractNum w:abstractNumId="13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5B86635B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24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2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0"/>
  </w:num>
  <w:num w:numId="9">
    <w:abstractNumId w:val="23"/>
  </w:num>
  <w:num w:numId="10">
    <w:abstractNumId w:val="9"/>
  </w:num>
  <w:num w:numId="11">
    <w:abstractNumId w:val="6"/>
  </w:num>
  <w:num w:numId="12">
    <w:abstractNumId w:val="24"/>
  </w:num>
  <w:num w:numId="13">
    <w:abstractNumId w:val="21"/>
  </w:num>
  <w:num w:numId="14">
    <w:abstractNumId w:val="20"/>
  </w:num>
  <w:num w:numId="15">
    <w:abstractNumId w:val="0"/>
  </w:num>
  <w:num w:numId="16">
    <w:abstractNumId w:val="8"/>
  </w:num>
  <w:num w:numId="17">
    <w:abstractNumId w:val="14"/>
  </w:num>
  <w:num w:numId="18">
    <w:abstractNumId w:val="1"/>
  </w:num>
  <w:num w:numId="19">
    <w:abstractNumId w:val="15"/>
  </w:num>
  <w:num w:numId="20">
    <w:abstractNumId w:val="22"/>
  </w:num>
  <w:num w:numId="21">
    <w:abstractNumId w:val="4"/>
  </w:num>
  <w:num w:numId="22">
    <w:abstractNumId w:val="3"/>
  </w:num>
  <w:num w:numId="23">
    <w:abstractNumId w:val="18"/>
  </w:num>
  <w:num w:numId="24">
    <w:abstractNumId w:val="12"/>
  </w:num>
  <w:num w:numId="25">
    <w:abstractNumId w:val="19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013A0"/>
    <w:rsid w:val="00004A35"/>
    <w:rsid w:val="00006C66"/>
    <w:rsid w:val="000105D0"/>
    <w:rsid w:val="0001325D"/>
    <w:rsid w:val="000300FA"/>
    <w:rsid w:val="0003505F"/>
    <w:rsid w:val="00046E71"/>
    <w:rsid w:val="000739F3"/>
    <w:rsid w:val="00085016"/>
    <w:rsid w:val="000A64D8"/>
    <w:rsid w:val="000A6A32"/>
    <w:rsid w:val="000B0086"/>
    <w:rsid w:val="000D0BDF"/>
    <w:rsid w:val="000E11E0"/>
    <w:rsid w:val="000E16DF"/>
    <w:rsid w:val="000F1EE4"/>
    <w:rsid w:val="00101B64"/>
    <w:rsid w:val="00107BAB"/>
    <w:rsid w:val="00110E51"/>
    <w:rsid w:val="00112E21"/>
    <w:rsid w:val="00117BC7"/>
    <w:rsid w:val="0012605D"/>
    <w:rsid w:val="001449C5"/>
    <w:rsid w:val="00150599"/>
    <w:rsid w:val="00152C7A"/>
    <w:rsid w:val="001547B0"/>
    <w:rsid w:val="00156242"/>
    <w:rsid w:val="00163626"/>
    <w:rsid w:val="00163782"/>
    <w:rsid w:val="00171291"/>
    <w:rsid w:val="00180F8B"/>
    <w:rsid w:val="001941A3"/>
    <w:rsid w:val="001A1A95"/>
    <w:rsid w:val="001C62EF"/>
    <w:rsid w:val="001C7E13"/>
    <w:rsid w:val="001D3C44"/>
    <w:rsid w:val="001D5A32"/>
    <w:rsid w:val="001E260C"/>
    <w:rsid w:val="002074DF"/>
    <w:rsid w:val="00217515"/>
    <w:rsid w:val="0022312C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2C399F"/>
    <w:rsid w:val="00303416"/>
    <w:rsid w:val="00312F6F"/>
    <w:rsid w:val="0031469F"/>
    <w:rsid w:val="003164CF"/>
    <w:rsid w:val="00330F8F"/>
    <w:rsid w:val="003335F1"/>
    <w:rsid w:val="003411B4"/>
    <w:rsid w:val="003433BA"/>
    <w:rsid w:val="00345D81"/>
    <w:rsid w:val="00352A22"/>
    <w:rsid w:val="00354B41"/>
    <w:rsid w:val="0035503A"/>
    <w:rsid w:val="0035746C"/>
    <w:rsid w:val="003665EE"/>
    <w:rsid w:val="00380A1B"/>
    <w:rsid w:val="00383A0F"/>
    <w:rsid w:val="003863DA"/>
    <w:rsid w:val="00387AE4"/>
    <w:rsid w:val="003B7A74"/>
    <w:rsid w:val="003C6A4B"/>
    <w:rsid w:val="003D2DBF"/>
    <w:rsid w:val="003F3D44"/>
    <w:rsid w:val="003F5484"/>
    <w:rsid w:val="00401779"/>
    <w:rsid w:val="00404BC8"/>
    <w:rsid w:val="00405BE9"/>
    <w:rsid w:val="00407750"/>
    <w:rsid w:val="00414FCB"/>
    <w:rsid w:val="00416203"/>
    <w:rsid w:val="00423B8E"/>
    <w:rsid w:val="00424124"/>
    <w:rsid w:val="004276C7"/>
    <w:rsid w:val="00436ACA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7360"/>
    <w:rsid w:val="004C6105"/>
    <w:rsid w:val="004D0329"/>
    <w:rsid w:val="004D6D60"/>
    <w:rsid w:val="004D7E65"/>
    <w:rsid w:val="004E1E47"/>
    <w:rsid w:val="004F480B"/>
    <w:rsid w:val="004F7418"/>
    <w:rsid w:val="00502D6D"/>
    <w:rsid w:val="00512215"/>
    <w:rsid w:val="0052071B"/>
    <w:rsid w:val="00524402"/>
    <w:rsid w:val="005255F3"/>
    <w:rsid w:val="00525F6E"/>
    <w:rsid w:val="0053203A"/>
    <w:rsid w:val="00535EBF"/>
    <w:rsid w:val="00536711"/>
    <w:rsid w:val="00546E0C"/>
    <w:rsid w:val="00557A3E"/>
    <w:rsid w:val="00561AD6"/>
    <w:rsid w:val="0058166B"/>
    <w:rsid w:val="005848B4"/>
    <w:rsid w:val="00586AB0"/>
    <w:rsid w:val="00591670"/>
    <w:rsid w:val="00597BF3"/>
    <w:rsid w:val="005A497A"/>
    <w:rsid w:val="005B67A1"/>
    <w:rsid w:val="005B6D85"/>
    <w:rsid w:val="005C553D"/>
    <w:rsid w:val="005E1E5B"/>
    <w:rsid w:val="005F14F7"/>
    <w:rsid w:val="005F3D73"/>
    <w:rsid w:val="005F65FC"/>
    <w:rsid w:val="00600C3F"/>
    <w:rsid w:val="00605FB9"/>
    <w:rsid w:val="006261BE"/>
    <w:rsid w:val="0063581D"/>
    <w:rsid w:val="0064224E"/>
    <w:rsid w:val="0065061C"/>
    <w:rsid w:val="00665869"/>
    <w:rsid w:val="006674C6"/>
    <w:rsid w:val="006771C0"/>
    <w:rsid w:val="006871EF"/>
    <w:rsid w:val="006927C0"/>
    <w:rsid w:val="006A3D6F"/>
    <w:rsid w:val="006B1668"/>
    <w:rsid w:val="006C5E60"/>
    <w:rsid w:val="006F2EAA"/>
    <w:rsid w:val="006F5D0C"/>
    <w:rsid w:val="00701645"/>
    <w:rsid w:val="00712396"/>
    <w:rsid w:val="00714911"/>
    <w:rsid w:val="0072431D"/>
    <w:rsid w:val="00726541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6E32"/>
    <w:rsid w:val="007A2525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2BF7"/>
    <w:rsid w:val="00836119"/>
    <w:rsid w:val="00842889"/>
    <w:rsid w:val="008525B5"/>
    <w:rsid w:val="00877680"/>
    <w:rsid w:val="008A08A9"/>
    <w:rsid w:val="008A49BD"/>
    <w:rsid w:val="008B13A2"/>
    <w:rsid w:val="008C4040"/>
    <w:rsid w:val="008E459E"/>
    <w:rsid w:val="008E5144"/>
    <w:rsid w:val="008F3B6D"/>
    <w:rsid w:val="009163DD"/>
    <w:rsid w:val="00933060"/>
    <w:rsid w:val="00934D19"/>
    <w:rsid w:val="00944368"/>
    <w:rsid w:val="0095078D"/>
    <w:rsid w:val="0095710C"/>
    <w:rsid w:val="00971C07"/>
    <w:rsid w:val="009A4A12"/>
    <w:rsid w:val="009A524C"/>
    <w:rsid w:val="009C75AF"/>
    <w:rsid w:val="009D6C12"/>
    <w:rsid w:val="009D71D9"/>
    <w:rsid w:val="009E250C"/>
    <w:rsid w:val="00A011D3"/>
    <w:rsid w:val="00A11E08"/>
    <w:rsid w:val="00A16BD5"/>
    <w:rsid w:val="00A347B2"/>
    <w:rsid w:val="00A462A6"/>
    <w:rsid w:val="00A56C08"/>
    <w:rsid w:val="00A60C56"/>
    <w:rsid w:val="00A63853"/>
    <w:rsid w:val="00A76882"/>
    <w:rsid w:val="00A87D78"/>
    <w:rsid w:val="00AA6054"/>
    <w:rsid w:val="00AC09C5"/>
    <w:rsid w:val="00AC30E0"/>
    <w:rsid w:val="00AC3958"/>
    <w:rsid w:val="00AD5DE3"/>
    <w:rsid w:val="00AE4E1D"/>
    <w:rsid w:val="00AF09DC"/>
    <w:rsid w:val="00AF62E3"/>
    <w:rsid w:val="00B10DC9"/>
    <w:rsid w:val="00B126C5"/>
    <w:rsid w:val="00B1591E"/>
    <w:rsid w:val="00B20CB3"/>
    <w:rsid w:val="00B36EC9"/>
    <w:rsid w:val="00B409EF"/>
    <w:rsid w:val="00B41808"/>
    <w:rsid w:val="00B47375"/>
    <w:rsid w:val="00B918C4"/>
    <w:rsid w:val="00BA5978"/>
    <w:rsid w:val="00BB57F9"/>
    <w:rsid w:val="00BC40FE"/>
    <w:rsid w:val="00BC5E61"/>
    <w:rsid w:val="00BD5BA4"/>
    <w:rsid w:val="00BE390B"/>
    <w:rsid w:val="00BF3E04"/>
    <w:rsid w:val="00BF5AB1"/>
    <w:rsid w:val="00C0494E"/>
    <w:rsid w:val="00C24140"/>
    <w:rsid w:val="00C27CD9"/>
    <w:rsid w:val="00C3272E"/>
    <w:rsid w:val="00C448A2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95D69"/>
    <w:rsid w:val="00CA062B"/>
    <w:rsid w:val="00CA7CB7"/>
    <w:rsid w:val="00CB4FC5"/>
    <w:rsid w:val="00CC110B"/>
    <w:rsid w:val="00CD761E"/>
    <w:rsid w:val="00CE0903"/>
    <w:rsid w:val="00CE5B71"/>
    <w:rsid w:val="00CE7D34"/>
    <w:rsid w:val="00CF0AF8"/>
    <w:rsid w:val="00CF693A"/>
    <w:rsid w:val="00D16F25"/>
    <w:rsid w:val="00D21863"/>
    <w:rsid w:val="00D21DE5"/>
    <w:rsid w:val="00D26BFC"/>
    <w:rsid w:val="00D354F5"/>
    <w:rsid w:val="00D476BF"/>
    <w:rsid w:val="00D766D8"/>
    <w:rsid w:val="00D8277F"/>
    <w:rsid w:val="00D95FEF"/>
    <w:rsid w:val="00D97001"/>
    <w:rsid w:val="00DA084D"/>
    <w:rsid w:val="00DA3944"/>
    <w:rsid w:val="00DA56B1"/>
    <w:rsid w:val="00DA7871"/>
    <w:rsid w:val="00DB2C63"/>
    <w:rsid w:val="00DC3DB4"/>
    <w:rsid w:val="00DC4FEF"/>
    <w:rsid w:val="00DE2BF9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5881"/>
    <w:rsid w:val="00E5369F"/>
    <w:rsid w:val="00E604B3"/>
    <w:rsid w:val="00E6561D"/>
    <w:rsid w:val="00E71E30"/>
    <w:rsid w:val="00E72238"/>
    <w:rsid w:val="00E74BDF"/>
    <w:rsid w:val="00EC61A8"/>
    <w:rsid w:val="00EE1A17"/>
    <w:rsid w:val="00EE69D6"/>
    <w:rsid w:val="00EF099D"/>
    <w:rsid w:val="00EF5A86"/>
    <w:rsid w:val="00F01464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4BD3"/>
    <w:rsid w:val="00FD60FE"/>
    <w:rsid w:val="00FD7C6F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C6F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260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260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49CA"/>
    <w:pPr>
      <w:keepNext/>
      <w:outlineLvl w:val="3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260C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6C4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E26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E260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26C4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E260C"/>
    <w:rPr>
      <w:rFonts w:ascii="Calibri" w:hAnsi="Calibri" w:cs="Calibri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51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6C4"/>
    <w:rPr>
      <w:sz w:val="0"/>
      <w:szCs w:val="0"/>
      <w:lang w:val="ru-RU" w:eastAsia="ru-RU"/>
    </w:rPr>
  </w:style>
  <w:style w:type="table" w:styleId="TableGrid">
    <w:name w:val="Table Grid"/>
    <w:basedOn w:val="TableNormal"/>
    <w:uiPriority w:val="99"/>
    <w:rsid w:val="00281D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126C4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636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1469F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4FC5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B4FC5"/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E26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260C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C610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2419FE"/>
  </w:style>
  <w:style w:type="paragraph" w:styleId="NormalWeb">
    <w:name w:val="Normal (Web)"/>
    <w:basedOn w:val="Normal"/>
    <w:uiPriority w:val="99"/>
    <w:rsid w:val="002419F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2419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40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92</TotalTime>
  <Pages>1</Pages>
  <Words>1040</Words>
  <Characters>593</Characters>
  <Application>Microsoft Office Outlook</Application>
  <DocSecurity>0</DocSecurity>
  <Lines>0</Lines>
  <Paragraphs>0</Paragraphs>
  <ScaleCrop>false</ScaleCrop>
  <Company>Отдел образования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Татьяна</dc:creator>
  <cp:keywords/>
  <dc:description/>
  <cp:lastModifiedBy>admin</cp:lastModifiedBy>
  <cp:revision>9</cp:revision>
  <cp:lastPrinted>2020-01-21T11:44:00Z</cp:lastPrinted>
  <dcterms:created xsi:type="dcterms:W3CDTF">2020-01-20T13:25:00Z</dcterms:created>
  <dcterms:modified xsi:type="dcterms:W3CDTF">2020-01-21T12:35:00Z</dcterms:modified>
</cp:coreProperties>
</file>