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30" w:rsidRPr="0064298F" w:rsidRDefault="00616030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16030" w:rsidRPr="0064298F" w:rsidRDefault="00616030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16030" w:rsidRPr="0064298F" w:rsidRDefault="00616030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16030" w:rsidRDefault="00616030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616030" w:rsidRPr="0064298F" w:rsidRDefault="00616030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16030" w:rsidRDefault="00616030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16030" w:rsidRDefault="00616030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16030" w:rsidRPr="0064298F" w:rsidRDefault="00616030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6030" w:rsidRDefault="00616030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16030" w:rsidRPr="0064298F" w:rsidRDefault="00616030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«Нюша»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Г.В.</w:t>
      </w:r>
    </w:p>
    <w:p w:rsidR="00616030" w:rsidRDefault="00616030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магазині  ТД «Кредо» </w:t>
      </w:r>
    </w:p>
    <w:p w:rsidR="00616030" w:rsidRPr="0064298F" w:rsidRDefault="00616030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26</w:t>
      </w:r>
    </w:p>
    <w:p w:rsidR="00616030" w:rsidRDefault="00616030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6030" w:rsidRDefault="00616030" w:rsidP="00193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Україні”,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 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  Кравченко Ганни Вікторівни /  конфіденційна інформація /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«Нюша»,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ТД «Кредо»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пр-т.   Хіміків, 26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Pr="00345E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\конфіденційна інформація\</w:t>
      </w:r>
    </w:p>
    <w:p w:rsidR="00616030" w:rsidRPr="00F437D3" w:rsidRDefault="00616030" w:rsidP="00345E1D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616030" w:rsidRPr="00E3591B" w:rsidRDefault="00616030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16030" w:rsidRDefault="00616030" w:rsidP="00FA01F2">
      <w:pPr>
        <w:pStyle w:val="BodyTextIndent"/>
        <w:ind w:firstLine="0"/>
        <w:rPr>
          <w:b/>
          <w:bCs/>
          <w:lang w:val="uk-UA"/>
        </w:rPr>
      </w:pPr>
    </w:p>
    <w:p w:rsidR="00616030" w:rsidRPr="00650789" w:rsidRDefault="00616030" w:rsidP="00FA01F2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16030" w:rsidRDefault="00616030" w:rsidP="00FA01F2">
      <w:pPr>
        <w:pStyle w:val="BodyText"/>
        <w:spacing w:after="0"/>
        <w:jc w:val="both"/>
        <w:rPr>
          <w:lang w:val="uk-UA"/>
        </w:rPr>
      </w:pPr>
    </w:p>
    <w:p w:rsidR="00616030" w:rsidRPr="0064298F" w:rsidRDefault="00616030" w:rsidP="00271B2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  – фізичною 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особою   –   підприємцем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Г.В.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Pr="00E13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Нюша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” по торгівлі непродовольчими товарами </w:t>
      </w:r>
      <w:r>
        <w:rPr>
          <w:rFonts w:ascii="Times New Roman" w:hAnsi="Times New Roman" w:cs="Times New Roman"/>
          <w:sz w:val="24"/>
          <w:szCs w:val="24"/>
          <w:lang w:val="uk-UA"/>
        </w:rPr>
        <w:t>(одяг)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 розташованого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магазині ТД «Кредо»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                  пр-т.    Хіміків, 26 (торгова площа – 33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616030" w:rsidRDefault="00616030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 перерва з 13.00 до 14.00;</w:t>
      </w:r>
    </w:p>
    <w:p w:rsidR="00616030" w:rsidRPr="0064298F" w:rsidRDefault="00616030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– з 09.00 до 15.00, без перерви.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16030" w:rsidRDefault="00616030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Кравченко Г.В.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Нюша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вивіску   з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16030" w:rsidRPr="0064298F" w:rsidRDefault="00616030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616030" w:rsidRDefault="00616030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616030" w:rsidRDefault="00616030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6030" w:rsidRDefault="00616030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6030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В.В. Казаков</w:t>
      </w:r>
    </w:p>
    <w:p w:rsidR="00616030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6030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6030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6030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Ind w:w="-106" w:type="dxa"/>
        <w:tblLook w:val="0000"/>
      </w:tblPr>
      <w:tblGrid>
        <w:gridCol w:w="14241"/>
      </w:tblGrid>
      <w:tr w:rsidR="00616030" w:rsidRPr="009A4A1F">
        <w:tc>
          <w:tcPr>
            <w:tcW w:w="8998" w:type="dxa"/>
          </w:tcPr>
          <w:p w:rsidR="00616030" w:rsidRPr="001E76EE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616030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начальника відділу торгівлі</w:t>
            </w:r>
          </w:p>
          <w:p w:rsidR="00616030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М.С. Абрамова</w:t>
            </w:r>
          </w:p>
          <w:p w:rsidR="00616030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6030" w:rsidRPr="001E76EE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6030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16030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616030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616030" w:rsidRPr="005971F4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616030" w:rsidRPr="005971F4" w:rsidRDefault="00616030" w:rsidP="00193A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                                                                                           Г.В. Пригеба</w:t>
            </w:r>
          </w:p>
          <w:p w:rsidR="00616030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6030" w:rsidRPr="001E76EE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616030" w:rsidRDefault="00616030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16030" w:rsidRPr="009A4A1F" w:rsidRDefault="00616030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16030" w:rsidRPr="001343B2">
        <w:trPr>
          <w:trHeight w:val="1283"/>
        </w:trPr>
        <w:tc>
          <w:tcPr>
            <w:tcW w:w="8998" w:type="dxa"/>
          </w:tcPr>
          <w:p w:rsidR="00616030" w:rsidRPr="00D5130C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юридичних</w:t>
            </w:r>
          </w:p>
          <w:p w:rsidR="00616030" w:rsidRPr="001E76EE" w:rsidRDefault="00616030" w:rsidP="00193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</w:p>
          <w:p w:rsidR="00616030" w:rsidRPr="001343B2" w:rsidRDefault="00616030" w:rsidP="004E58E7">
            <w:pPr>
              <w:spacing w:after="0" w:line="360" w:lineRule="auto"/>
              <w:rPr>
                <w:b/>
                <w:bCs/>
                <w:lang w:val="uk-UA"/>
              </w:rPr>
            </w:pPr>
          </w:p>
        </w:tc>
      </w:tr>
    </w:tbl>
    <w:p w:rsidR="00616030" w:rsidRPr="00FA01F2" w:rsidRDefault="00616030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616030" w:rsidRPr="00FA01F2" w:rsidSect="00345E1D">
      <w:pgSz w:w="11906" w:h="16838"/>
      <w:pgMar w:top="851" w:right="566" w:bottom="287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150A"/>
    <w:rsid w:val="0001605B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A2F0D"/>
    <w:rsid w:val="000E0106"/>
    <w:rsid w:val="000E50BC"/>
    <w:rsid w:val="000E5FD9"/>
    <w:rsid w:val="000F16D6"/>
    <w:rsid w:val="000F1E3E"/>
    <w:rsid w:val="001200A5"/>
    <w:rsid w:val="00124C30"/>
    <w:rsid w:val="001279E3"/>
    <w:rsid w:val="001343B2"/>
    <w:rsid w:val="00146F86"/>
    <w:rsid w:val="00147BB9"/>
    <w:rsid w:val="001510AC"/>
    <w:rsid w:val="00151552"/>
    <w:rsid w:val="00151F88"/>
    <w:rsid w:val="001602AF"/>
    <w:rsid w:val="001659BD"/>
    <w:rsid w:val="00180EDB"/>
    <w:rsid w:val="0018614E"/>
    <w:rsid w:val="00193AF8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7ECA"/>
    <w:rsid w:val="002B0170"/>
    <w:rsid w:val="002C4277"/>
    <w:rsid w:val="002C50AD"/>
    <w:rsid w:val="002C7692"/>
    <w:rsid w:val="00324D98"/>
    <w:rsid w:val="00345E1D"/>
    <w:rsid w:val="003609CA"/>
    <w:rsid w:val="00362ADC"/>
    <w:rsid w:val="00373CDD"/>
    <w:rsid w:val="00374F69"/>
    <w:rsid w:val="003807CE"/>
    <w:rsid w:val="003827E1"/>
    <w:rsid w:val="0039706F"/>
    <w:rsid w:val="003A25C6"/>
    <w:rsid w:val="003A4F5F"/>
    <w:rsid w:val="003E5815"/>
    <w:rsid w:val="003E7554"/>
    <w:rsid w:val="003F0411"/>
    <w:rsid w:val="003F570F"/>
    <w:rsid w:val="003F5981"/>
    <w:rsid w:val="00404024"/>
    <w:rsid w:val="0040573A"/>
    <w:rsid w:val="004107D4"/>
    <w:rsid w:val="004115DD"/>
    <w:rsid w:val="00413EAA"/>
    <w:rsid w:val="00420B7B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1F7D"/>
    <w:rsid w:val="00513AAA"/>
    <w:rsid w:val="00523E4B"/>
    <w:rsid w:val="0052725D"/>
    <w:rsid w:val="00527CD8"/>
    <w:rsid w:val="0054300E"/>
    <w:rsid w:val="00550E72"/>
    <w:rsid w:val="00560D8D"/>
    <w:rsid w:val="00561DD1"/>
    <w:rsid w:val="005676BC"/>
    <w:rsid w:val="005971F4"/>
    <w:rsid w:val="005B0004"/>
    <w:rsid w:val="005C7073"/>
    <w:rsid w:val="00601AD4"/>
    <w:rsid w:val="00606442"/>
    <w:rsid w:val="00613B0F"/>
    <w:rsid w:val="00616030"/>
    <w:rsid w:val="00630FE8"/>
    <w:rsid w:val="00632631"/>
    <w:rsid w:val="0064298F"/>
    <w:rsid w:val="00650789"/>
    <w:rsid w:val="00660FEE"/>
    <w:rsid w:val="00675AC7"/>
    <w:rsid w:val="00680089"/>
    <w:rsid w:val="00685D67"/>
    <w:rsid w:val="00695023"/>
    <w:rsid w:val="006C6639"/>
    <w:rsid w:val="006D5D8A"/>
    <w:rsid w:val="006D65F6"/>
    <w:rsid w:val="006F5548"/>
    <w:rsid w:val="007077C4"/>
    <w:rsid w:val="007232C3"/>
    <w:rsid w:val="00723416"/>
    <w:rsid w:val="00751530"/>
    <w:rsid w:val="00754A91"/>
    <w:rsid w:val="00756771"/>
    <w:rsid w:val="0076050D"/>
    <w:rsid w:val="007C5E7A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43CB6"/>
    <w:rsid w:val="008645D9"/>
    <w:rsid w:val="00865062"/>
    <w:rsid w:val="00874592"/>
    <w:rsid w:val="00884668"/>
    <w:rsid w:val="008929D3"/>
    <w:rsid w:val="008A47C6"/>
    <w:rsid w:val="008B1A7E"/>
    <w:rsid w:val="008D2457"/>
    <w:rsid w:val="008E57B3"/>
    <w:rsid w:val="008F073F"/>
    <w:rsid w:val="008F616F"/>
    <w:rsid w:val="008F65E3"/>
    <w:rsid w:val="009048E2"/>
    <w:rsid w:val="00943BC5"/>
    <w:rsid w:val="009474B5"/>
    <w:rsid w:val="0097211E"/>
    <w:rsid w:val="0097265B"/>
    <w:rsid w:val="0098510C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E49E0"/>
    <w:rsid w:val="00AF2E53"/>
    <w:rsid w:val="00B02B13"/>
    <w:rsid w:val="00B04C69"/>
    <w:rsid w:val="00B14CCB"/>
    <w:rsid w:val="00B27839"/>
    <w:rsid w:val="00B47DE8"/>
    <w:rsid w:val="00B52E00"/>
    <w:rsid w:val="00B63BCE"/>
    <w:rsid w:val="00B7235E"/>
    <w:rsid w:val="00B72ED3"/>
    <w:rsid w:val="00B83255"/>
    <w:rsid w:val="00B8427C"/>
    <w:rsid w:val="00B9158B"/>
    <w:rsid w:val="00B958FB"/>
    <w:rsid w:val="00B9688C"/>
    <w:rsid w:val="00BB317B"/>
    <w:rsid w:val="00BB7A71"/>
    <w:rsid w:val="00BC3025"/>
    <w:rsid w:val="00BD09D8"/>
    <w:rsid w:val="00BD39E6"/>
    <w:rsid w:val="00C05DB7"/>
    <w:rsid w:val="00C127B7"/>
    <w:rsid w:val="00C32206"/>
    <w:rsid w:val="00C32DDB"/>
    <w:rsid w:val="00C43F22"/>
    <w:rsid w:val="00C44933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10B5F"/>
    <w:rsid w:val="00D223A3"/>
    <w:rsid w:val="00D305E1"/>
    <w:rsid w:val="00D30E32"/>
    <w:rsid w:val="00D3527B"/>
    <w:rsid w:val="00D5130C"/>
    <w:rsid w:val="00D574AA"/>
    <w:rsid w:val="00D637B7"/>
    <w:rsid w:val="00D72CD4"/>
    <w:rsid w:val="00D83801"/>
    <w:rsid w:val="00D91962"/>
    <w:rsid w:val="00DA4D19"/>
    <w:rsid w:val="00DA6AA7"/>
    <w:rsid w:val="00DB36E4"/>
    <w:rsid w:val="00DC781F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76496"/>
    <w:rsid w:val="00E965B7"/>
    <w:rsid w:val="00EA25E8"/>
    <w:rsid w:val="00EB1D85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EF79D5"/>
    <w:rsid w:val="00F000FE"/>
    <w:rsid w:val="00F21A07"/>
    <w:rsid w:val="00F263F0"/>
    <w:rsid w:val="00F30930"/>
    <w:rsid w:val="00F32981"/>
    <w:rsid w:val="00F419BF"/>
    <w:rsid w:val="00F437D3"/>
    <w:rsid w:val="00F5020E"/>
    <w:rsid w:val="00F5595C"/>
    <w:rsid w:val="00F60D23"/>
    <w:rsid w:val="00F636F9"/>
    <w:rsid w:val="00F87ECF"/>
    <w:rsid w:val="00FA01F2"/>
    <w:rsid w:val="00FB61E4"/>
    <w:rsid w:val="00FC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1941</TotalTime>
  <Pages>2</Pages>
  <Words>1523</Words>
  <Characters>869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117</cp:revision>
  <cp:lastPrinted>2017-12-18T09:36:00Z</cp:lastPrinted>
  <dcterms:created xsi:type="dcterms:W3CDTF">2017-02-15T07:11:00Z</dcterms:created>
  <dcterms:modified xsi:type="dcterms:W3CDTF">2018-01-23T14:27:00Z</dcterms:modified>
</cp:coreProperties>
</file>