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F1" w:rsidRPr="001E76EE" w:rsidRDefault="000E0BF1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0E0BF1" w:rsidRPr="001E76EE" w:rsidRDefault="000E0BF1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E0BF1" w:rsidRPr="001E76EE" w:rsidRDefault="000E0BF1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E0BF1" w:rsidRPr="001E76EE" w:rsidRDefault="000E0BF1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0E0BF1" w:rsidRPr="001E76EE" w:rsidRDefault="000E0BF1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«___»____________   2018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0E0BF1" w:rsidRPr="001E76EE" w:rsidRDefault="000E0BF1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0E0BF1" w:rsidRDefault="000E0BF1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0BF1" w:rsidRPr="001E76EE" w:rsidRDefault="000E0BF1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E0BF1" w:rsidRDefault="000E0BF1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салону ритуальних послуг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E0BF1" w:rsidRPr="001E76EE" w:rsidRDefault="000E0BF1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Кліменка В.Ф.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0E0BF1" w:rsidRPr="001E76EE" w:rsidRDefault="000E0BF1" w:rsidP="008E1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0E0BF1" w:rsidRDefault="000E0BF1" w:rsidP="001E76EE">
      <w:pPr>
        <w:rPr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Богдана Ліщини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0E0BF1" w:rsidRPr="001E76EE" w:rsidRDefault="000E0BF1" w:rsidP="00B76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08.12.2017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Положення про порядок встановлення режиму роботи об’єктів торгівлі, ресторанного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побутового обслуговування на території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(у новій редакції)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розглянувши звернення фізичної особи –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Кліменка Володимира Федоровича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963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/про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салону ритуальних послуг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Богдана Ліщини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Pr="00963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\конфіденційна інформація\</w:t>
      </w:r>
    </w:p>
    <w:p w:rsidR="000E0BF1" w:rsidRPr="001E76EE" w:rsidRDefault="000E0BF1" w:rsidP="00512B47">
      <w:pPr>
        <w:tabs>
          <w:tab w:val="num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BF1" w:rsidRDefault="000E0BF1" w:rsidP="00C74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0E0BF1" w:rsidRPr="001E76EE" w:rsidRDefault="000E0BF1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BF1" w:rsidRPr="00F77A63" w:rsidRDefault="000E0BF1" w:rsidP="001E76EE">
      <w:pPr>
        <w:pStyle w:val="BodyTextIndent"/>
        <w:ind w:firstLine="0"/>
        <w:rPr>
          <w:b/>
          <w:bCs/>
          <w:lang w:val="uk-UA"/>
        </w:rPr>
      </w:pPr>
      <w:r w:rsidRPr="00F77A63">
        <w:rPr>
          <w:b/>
          <w:bCs/>
          <w:lang w:val="uk-UA"/>
        </w:rPr>
        <w:t>ВИРІШИВ:</w:t>
      </w:r>
    </w:p>
    <w:p w:rsidR="000E0BF1" w:rsidRPr="00F77A63" w:rsidRDefault="000E0BF1" w:rsidP="001E76EE">
      <w:pPr>
        <w:pStyle w:val="BodyText"/>
        <w:spacing w:after="0"/>
        <w:jc w:val="both"/>
        <w:rPr>
          <w:lang w:val="uk-UA"/>
        </w:rPr>
      </w:pPr>
    </w:p>
    <w:p w:rsidR="000E0BF1" w:rsidRPr="00C74908" w:rsidRDefault="000E0BF1" w:rsidP="000C0C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Встановити, погоджений з власником – фізичною особою – підприємцем      К</w:t>
      </w:r>
      <w:r>
        <w:rPr>
          <w:rFonts w:ascii="Times New Roman" w:hAnsi="Times New Roman" w:cs="Times New Roman"/>
          <w:sz w:val="24"/>
          <w:szCs w:val="24"/>
          <w:lang w:val="uk-UA"/>
        </w:rPr>
        <w:t>ліменком В.Ф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., режим роботи салону </w:t>
      </w:r>
      <w:r>
        <w:rPr>
          <w:rFonts w:ascii="Times New Roman" w:hAnsi="Times New Roman" w:cs="Times New Roman"/>
          <w:sz w:val="24"/>
          <w:szCs w:val="24"/>
          <w:lang w:val="uk-UA"/>
        </w:rPr>
        <w:t>ритуальних послуг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з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побутових          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(площа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45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м),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Богдана Ліщини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0E0BF1" w:rsidRPr="001E76EE" w:rsidRDefault="000E0BF1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з </w:t>
      </w:r>
      <w:r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.00,</w:t>
      </w:r>
      <w:r w:rsidRPr="00AC17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0BF1" w:rsidRPr="001E76EE" w:rsidRDefault="000E0BF1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неділя - вихідний день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0BF1" w:rsidRPr="001E76EE" w:rsidRDefault="000E0BF1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Фізичній особі – підприємцю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ліменку В.Ф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на фасаді 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салону </w:t>
      </w:r>
      <w:r>
        <w:rPr>
          <w:rFonts w:ascii="Times New Roman" w:hAnsi="Times New Roman" w:cs="Times New Roman"/>
          <w:sz w:val="24"/>
          <w:szCs w:val="24"/>
          <w:lang w:val="uk-UA"/>
        </w:rPr>
        <w:t>ритуальних послуг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0E0BF1" w:rsidRPr="001E76EE" w:rsidRDefault="000E0BF1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ліменку В.Ф</w:t>
      </w:r>
      <w:r w:rsidRPr="00C7490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 прилеглої до </w:t>
      </w:r>
      <w:r w:rsidRPr="00401142">
        <w:rPr>
          <w:rFonts w:ascii="Times New Roman" w:hAnsi="Times New Roman" w:cs="Times New Roman"/>
          <w:sz w:val="24"/>
          <w:szCs w:val="24"/>
          <w:lang w:val="uk-UA"/>
        </w:rPr>
        <w:t xml:space="preserve">салону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ритуальних послуг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0E0BF1" w:rsidRPr="001E76EE" w:rsidRDefault="000E0BF1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0E0BF1" w:rsidRDefault="000E0BF1" w:rsidP="00471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виконанням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покласти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  міського    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0BF1" w:rsidRDefault="000E0BF1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Пригебу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0E0BF1" w:rsidRDefault="000E0BF1" w:rsidP="001E76EE">
      <w:pPr>
        <w:spacing w:after="0" w:line="240" w:lineRule="auto"/>
        <w:ind w:firstLine="624"/>
        <w:jc w:val="both"/>
        <w:rPr>
          <w:lang w:val="uk-UA"/>
        </w:rPr>
      </w:pPr>
    </w:p>
    <w:p w:rsidR="000E0BF1" w:rsidRDefault="000E0BF1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-106" w:type="dxa"/>
        <w:tblLook w:val="0000"/>
      </w:tblPr>
      <w:tblGrid>
        <w:gridCol w:w="108"/>
        <w:gridCol w:w="8114"/>
        <w:gridCol w:w="742"/>
        <w:gridCol w:w="1778"/>
        <w:gridCol w:w="2880"/>
      </w:tblGrid>
      <w:tr w:rsidR="000E0BF1" w:rsidRPr="004A3B51">
        <w:tc>
          <w:tcPr>
            <w:tcW w:w="8222" w:type="dxa"/>
            <w:gridSpan w:val="2"/>
          </w:tcPr>
          <w:p w:rsidR="000E0BF1" w:rsidRPr="008C2E83" w:rsidRDefault="000E0BF1" w:rsidP="004B38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М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0E0BF1" w:rsidRPr="004A3B51" w:rsidRDefault="000E0BF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0E0BF1" w:rsidRPr="004A3B51" w:rsidRDefault="000E0BF1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  <w:gridSpan w:val="2"/>
          </w:tcPr>
          <w:p w:rsidR="000E0BF1" w:rsidRPr="004A3B51" w:rsidRDefault="000E0BF1" w:rsidP="004B3814">
            <w:pPr>
              <w:rPr>
                <w:b/>
                <w:bCs/>
                <w:lang w:val="uk-UA"/>
              </w:rPr>
            </w:pPr>
            <w:r w:rsidRPr="004A3B51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0E0BF1" w:rsidRPr="004A3B51" w:rsidRDefault="000E0BF1" w:rsidP="004B3814">
            <w:pPr>
              <w:rPr>
                <w:b/>
                <w:bCs/>
                <w:lang w:val="uk-UA"/>
              </w:rPr>
            </w:pPr>
          </w:p>
          <w:p w:rsidR="000E0BF1" w:rsidRPr="004A3B51" w:rsidRDefault="000E0BF1" w:rsidP="004B3814">
            <w:pPr>
              <w:rPr>
                <w:b/>
                <w:bCs/>
                <w:lang w:val="uk-UA"/>
              </w:rPr>
            </w:pPr>
          </w:p>
        </w:tc>
      </w:tr>
      <w:tr w:rsidR="000E0BF1" w:rsidRPr="004A3B51">
        <w:trPr>
          <w:gridBefore w:val="1"/>
          <w:gridAfter w:val="2"/>
          <w:wBefore w:w="108" w:type="dxa"/>
          <w:wAfter w:w="4658" w:type="dxa"/>
        </w:trPr>
        <w:tc>
          <w:tcPr>
            <w:tcW w:w="8856" w:type="dxa"/>
            <w:gridSpan w:val="2"/>
          </w:tcPr>
          <w:p w:rsidR="000E0BF1" w:rsidRPr="001E76EE" w:rsidRDefault="000E0BF1" w:rsidP="00B960F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0E0BF1" w:rsidRDefault="000E0BF1" w:rsidP="00473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Заст. начальника відділу торгівлі</w:t>
            </w:r>
          </w:p>
          <w:p w:rsidR="000E0BF1" w:rsidRDefault="000E0BF1" w:rsidP="00473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М.С. Абрамова </w:t>
            </w:r>
          </w:p>
          <w:p w:rsidR="000E0BF1" w:rsidRDefault="000E0BF1" w:rsidP="00B960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0BF1" w:rsidRDefault="000E0BF1" w:rsidP="00B960F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0E0BF1" w:rsidRPr="00C605D3" w:rsidRDefault="000E0BF1" w:rsidP="00B9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  <w:p w:rsidR="000E0BF1" w:rsidRDefault="000E0BF1" w:rsidP="00B960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5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Г.В. Пригеба</w:t>
            </w:r>
          </w:p>
          <w:p w:rsidR="000E0BF1" w:rsidRDefault="000E0BF1" w:rsidP="00B960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0BF1" w:rsidRDefault="000E0BF1" w:rsidP="00B9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          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 Журба</w:t>
            </w:r>
          </w:p>
          <w:p w:rsidR="000E0BF1" w:rsidRDefault="000E0BF1" w:rsidP="00B96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0BF1" w:rsidRPr="00D5130C" w:rsidRDefault="000E0BF1" w:rsidP="008C2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юридичних</w:t>
            </w:r>
          </w:p>
          <w:p w:rsidR="000E0BF1" w:rsidRPr="001E76EE" w:rsidRDefault="000E0BF1" w:rsidP="008C2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D51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Рудь</w:t>
            </w:r>
          </w:p>
          <w:p w:rsidR="000E0BF1" w:rsidRPr="009A4A1F" w:rsidRDefault="000E0BF1" w:rsidP="00B960FE">
            <w:pPr>
              <w:spacing w:after="0" w:line="240" w:lineRule="auto"/>
              <w:ind w:right="-13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0BF1" w:rsidRPr="004A3B51">
        <w:trPr>
          <w:gridBefore w:val="1"/>
          <w:gridAfter w:val="2"/>
          <w:wBefore w:w="108" w:type="dxa"/>
          <w:wAfter w:w="4658" w:type="dxa"/>
          <w:trHeight w:val="1283"/>
        </w:trPr>
        <w:tc>
          <w:tcPr>
            <w:tcW w:w="8856" w:type="dxa"/>
            <w:gridSpan w:val="2"/>
          </w:tcPr>
          <w:p w:rsidR="000E0BF1" w:rsidRPr="004A3B51" w:rsidRDefault="000E0BF1" w:rsidP="00B960F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</w:tr>
    </w:tbl>
    <w:p w:rsidR="000E0BF1" w:rsidRPr="00383A90" w:rsidRDefault="000E0BF1" w:rsidP="00F65B07">
      <w:pPr>
        <w:spacing w:after="0" w:line="360" w:lineRule="auto"/>
        <w:rPr>
          <w:lang w:val="uk-UA"/>
        </w:rPr>
      </w:pPr>
    </w:p>
    <w:sectPr w:rsidR="000E0BF1" w:rsidRPr="00383A90" w:rsidSect="00963F99">
      <w:pgSz w:w="11906" w:h="16838"/>
      <w:pgMar w:top="1134" w:right="566" w:bottom="305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064F1"/>
    <w:rsid w:val="00025317"/>
    <w:rsid w:val="0004610D"/>
    <w:rsid w:val="000A7BA2"/>
    <w:rsid w:val="000C0C8E"/>
    <w:rsid w:val="000D2017"/>
    <w:rsid w:val="000D768A"/>
    <w:rsid w:val="000E0BF1"/>
    <w:rsid w:val="000E4662"/>
    <w:rsid w:val="001459CA"/>
    <w:rsid w:val="0015088A"/>
    <w:rsid w:val="0016502D"/>
    <w:rsid w:val="001C364C"/>
    <w:rsid w:val="001E76EE"/>
    <w:rsid w:val="00200121"/>
    <w:rsid w:val="0022333D"/>
    <w:rsid w:val="002A14F4"/>
    <w:rsid w:val="002D0C70"/>
    <w:rsid w:val="002D539F"/>
    <w:rsid w:val="002F5511"/>
    <w:rsid w:val="0032612D"/>
    <w:rsid w:val="0035069C"/>
    <w:rsid w:val="00371FD5"/>
    <w:rsid w:val="00383A90"/>
    <w:rsid w:val="00393D4F"/>
    <w:rsid w:val="003C0B68"/>
    <w:rsid w:val="003C7128"/>
    <w:rsid w:val="00401142"/>
    <w:rsid w:val="00434B6B"/>
    <w:rsid w:val="00471DF0"/>
    <w:rsid w:val="00473D72"/>
    <w:rsid w:val="00494EFD"/>
    <w:rsid w:val="004A07DE"/>
    <w:rsid w:val="004A3B51"/>
    <w:rsid w:val="004B3814"/>
    <w:rsid w:val="00512B47"/>
    <w:rsid w:val="00535008"/>
    <w:rsid w:val="00566BE4"/>
    <w:rsid w:val="005A1232"/>
    <w:rsid w:val="005B0FCD"/>
    <w:rsid w:val="005D47D5"/>
    <w:rsid w:val="006111FF"/>
    <w:rsid w:val="0064298F"/>
    <w:rsid w:val="0069457D"/>
    <w:rsid w:val="006F2EE4"/>
    <w:rsid w:val="006F62F9"/>
    <w:rsid w:val="0070596B"/>
    <w:rsid w:val="00713B81"/>
    <w:rsid w:val="00714DDD"/>
    <w:rsid w:val="00756771"/>
    <w:rsid w:val="00793A2F"/>
    <w:rsid w:val="007C2F96"/>
    <w:rsid w:val="00830E9F"/>
    <w:rsid w:val="00837966"/>
    <w:rsid w:val="00896E78"/>
    <w:rsid w:val="00897F69"/>
    <w:rsid w:val="008C23FB"/>
    <w:rsid w:val="008C2E83"/>
    <w:rsid w:val="008E12AA"/>
    <w:rsid w:val="00943D7E"/>
    <w:rsid w:val="009627A7"/>
    <w:rsid w:val="00963F99"/>
    <w:rsid w:val="009A4A1F"/>
    <w:rsid w:val="00AC1732"/>
    <w:rsid w:val="00AC7399"/>
    <w:rsid w:val="00AD1F2E"/>
    <w:rsid w:val="00AE1A68"/>
    <w:rsid w:val="00B16A09"/>
    <w:rsid w:val="00B20E5F"/>
    <w:rsid w:val="00B56385"/>
    <w:rsid w:val="00B76D4A"/>
    <w:rsid w:val="00B852B1"/>
    <w:rsid w:val="00B960FE"/>
    <w:rsid w:val="00BD1E46"/>
    <w:rsid w:val="00C10C6E"/>
    <w:rsid w:val="00C47010"/>
    <w:rsid w:val="00C47FF1"/>
    <w:rsid w:val="00C6009C"/>
    <w:rsid w:val="00C605D3"/>
    <w:rsid w:val="00C74908"/>
    <w:rsid w:val="00CB5AD7"/>
    <w:rsid w:val="00D138D5"/>
    <w:rsid w:val="00D5130C"/>
    <w:rsid w:val="00D705F2"/>
    <w:rsid w:val="00D80857"/>
    <w:rsid w:val="00DE0DCE"/>
    <w:rsid w:val="00DE6BD1"/>
    <w:rsid w:val="00E4137B"/>
    <w:rsid w:val="00EC1BAF"/>
    <w:rsid w:val="00EE1381"/>
    <w:rsid w:val="00EE5CEF"/>
    <w:rsid w:val="00EE6339"/>
    <w:rsid w:val="00F05AFC"/>
    <w:rsid w:val="00F2243E"/>
    <w:rsid w:val="00F515F6"/>
    <w:rsid w:val="00F51BD0"/>
    <w:rsid w:val="00F65B07"/>
    <w:rsid w:val="00F721A5"/>
    <w:rsid w:val="00F77A63"/>
    <w:rsid w:val="00FE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387</TotalTime>
  <Pages>2</Pages>
  <Words>1682</Words>
  <Characters>959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53</cp:revision>
  <cp:lastPrinted>2017-08-03T06:22:00Z</cp:lastPrinted>
  <dcterms:created xsi:type="dcterms:W3CDTF">2017-02-27T07:44:00Z</dcterms:created>
  <dcterms:modified xsi:type="dcterms:W3CDTF">2018-01-23T14:38:00Z</dcterms:modified>
</cp:coreProperties>
</file>