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62" w:rsidRPr="0064298F" w:rsidRDefault="00C53A6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C53A62" w:rsidRPr="0064298F" w:rsidRDefault="00C53A6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C53A62" w:rsidRPr="0064298F" w:rsidRDefault="00C53A6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53A62" w:rsidRPr="0064298F" w:rsidRDefault="00C53A6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C53A62" w:rsidRPr="0064298F" w:rsidRDefault="00C53A6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C53A62" w:rsidRDefault="00C53A6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C53A62" w:rsidRPr="0064298F" w:rsidRDefault="00C53A6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53A62" w:rsidRDefault="00C53A6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C53A62" w:rsidRPr="0064298F" w:rsidRDefault="00C53A6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Мірошника М.С.</w:t>
      </w:r>
    </w:p>
    <w:p w:rsidR="00C53A62" w:rsidRPr="00C60336" w:rsidRDefault="00C53A6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C53A62" w:rsidRPr="0064298F" w:rsidRDefault="00C53A6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Хіміків, 46</w:t>
      </w:r>
    </w:p>
    <w:p w:rsidR="00C53A62" w:rsidRDefault="00C53A62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A62" w:rsidRPr="0064298F" w:rsidRDefault="00C53A62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Мірошника Михайла Сергійовича /</w:t>
      </w:r>
      <w:r w:rsidRPr="00DC6A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                     м. Сєвєродонецьк, пр-т. Хіміків, 46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DC6A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C53A62" w:rsidRDefault="00C53A62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53A62" w:rsidRPr="00E65793" w:rsidRDefault="00C53A62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53A62" w:rsidRPr="00A03F67" w:rsidRDefault="00C53A62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C53A62" w:rsidRDefault="00C53A62" w:rsidP="0064298F">
      <w:pPr>
        <w:pStyle w:val="BodyText"/>
        <w:spacing w:after="0"/>
        <w:jc w:val="both"/>
        <w:rPr>
          <w:lang w:val="uk-UA"/>
        </w:rPr>
      </w:pPr>
    </w:p>
    <w:p w:rsidR="00C53A62" w:rsidRPr="0064298F" w:rsidRDefault="00C53A62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Мірошником М.С., режим роботи 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 (військовий одяг та спорядження),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                 пр-т. Хіміків, 46 (торгова площа – 77,7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C53A62" w:rsidRDefault="00C53A62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8.00,субота, неділя з 10.00 до 17.00</w:t>
      </w:r>
    </w:p>
    <w:p w:rsidR="00C53A62" w:rsidRDefault="00C53A62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C53A62" w:rsidRDefault="00C53A62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Мірошнику М.С.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53A62" w:rsidRPr="00CA666E" w:rsidRDefault="00C53A62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Мірошнику М.С.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Сєвєродонецька. </w:t>
      </w:r>
    </w:p>
    <w:p w:rsidR="00C53A62" w:rsidRPr="0064298F" w:rsidRDefault="00C53A62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C53A62" w:rsidRDefault="00C53A62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C53A62" w:rsidRDefault="00C53A62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A62" w:rsidRDefault="00C53A62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C53A62" w:rsidRPr="005971F4">
        <w:tc>
          <w:tcPr>
            <w:tcW w:w="11502" w:type="dxa"/>
          </w:tcPr>
          <w:p w:rsidR="00C53A62" w:rsidRDefault="00C53A62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C53A62" w:rsidRDefault="00C53A62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C53A62" w:rsidRPr="0064298F" w:rsidRDefault="00C53A6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C53A62" w:rsidRPr="0064298F" w:rsidRDefault="00C53A6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C53A62" w:rsidRPr="0064298F" w:rsidRDefault="00C53A6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53A62" w:rsidRPr="005971F4">
        <w:tc>
          <w:tcPr>
            <w:tcW w:w="13076" w:type="dxa"/>
            <w:gridSpan w:val="2"/>
          </w:tcPr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C53A62" w:rsidRPr="005971F4">
              <w:tc>
                <w:tcPr>
                  <w:tcW w:w="9180" w:type="dxa"/>
                </w:tcPr>
                <w:p w:rsidR="00C53A62" w:rsidRPr="001E76EE" w:rsidRDefault="00C53A62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C53A62" w:rsidRDefault="00C53A62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1E76EE" w:rsidRDefault="00C53A62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C53A62" w:rsidRDefault="00C53A62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C53A62" w:rsidRPr="005971F4" w:rsidRDefault="00C53A62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C53A62" w:rsidRDefault="00C53A62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C53A62" w:rsidRPr="005971F4" w:rsidRDefault="00C53A62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C53A62" w:rsidRPr="005971F4" w:rsidRDefault="00C53A62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міського голови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Д.В. Лук’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янченко</w:t>
                  </w:r>
                </w:p>
                <w:p w:rsidR="00C53A62" w:rsidRPr="005971F4" w:rsidRDefault="00C53A62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C53A62" w:rsidRPr="001E76EE" w:rsidRDefault="00C53A62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C53A62" w:rsidRDefault="00C53A62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C53A62" w:rsidRPr="009A4A1F" w:rsidRDefault="00C53A62" w:rsidP="00C67B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C53A62" w:rsidRPr="00561DD1" w:rsidRDefault="00C53A62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561DD1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C53A62" w:rsidRPr="005971F4">
              <w:trPr>
                <w:trHeight w:val="1283"/>
              </w:trPr>
              <w:tc>
                <w:tcPr>
                  <w:tcW w:w="9180" w:type="dxa"/>
                </w:tcPr>
                <w:p w:rsidR="00C53A62" w:rsidRDefault="00C53A62" w:rsidP="00624F52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624F52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В.В. Рудь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C53A62" w:rsidRPr="005971F4">
              <w:tc>
                <w:tcPr>
                  <w:tcW w:w="9180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C53A62" w:rsidRPr="005971F4" w:rsidRDefault="00C53A62"/>
        </w:tc>
      </w:tr>
      <w:tr w:rsidR="00C53A62" w:rsidRPr="005971F4">
        <w:tc>
          <w:tcPr>
            <w:tcW w:w="13076" w:type="dxa"/>
            <w:gridSpan w:val="2"/>
          </w:tcPr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C53A62" w:rsidRPr="005971F4" w:rsidRDefault="00C53A62"/>
        </w:tc>
      </w:tr>
      <w:tr w:rsidR="00C53A62" w:rsidRPr="005971F4">
        <w:tc>
          <w:tcPr>
            <w:tcW w:w="13076" w:type="dxa"/>
            <w:gridSpan w:val="2"/>
          </w:tcPr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C53A62" w:rsidRPr="005971F4" w:rsidRDefault="00C53A62"/>
        </w:tc>
      </w:tr>
    </w:tbl>
    <w:p w:rsidR="00C53A62" w:rsidRDefault="00C53A62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C53A62" w:rsidSect="00D11C8A">
      <w:pgSz w:w="11906" w:h="16838"/>
      <w:pgMar w:top="540" w:right="707" w:bottom="359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D6B5D"/>
    <w:rsid w:val="000E3E9E"/>
    <w:rsid w:val="000F1057"/>
    <w:rsid w:val="000F16D6"/>
    <w:rsid w:val="000F1E3E"/>
    <w:rsid w:val="00113A0C"/>
    <w:rsid w:val="00124C30"/>
    <w:rsid w:val="00151552"/>
    <w:rsid w:val="00151F88"/>
    <w:rsid w:val="00174632"/>
    <w:rsid w:val="00177F08"/>
    <w:rsid w:val="00192314"/>
    <w:rsid w:val="001948DB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24778"/>
    <w:rsid w:val="00246C23"/>
    <w:rsid w:val="00266094"/>
    <w:rsid w:val="00271CBD"/>
    <w:rsid w:val="002765C6"/>
    <w:rsid w:val="0027687D"/>
    <w:rsid w:val="002A4CE1"/>
    <w:rsid w:val="002B0584"/>
    <w:rsid w:val="002C50AD"/>
    <w:rsid w:val="003638C5"/>
    <w:rsid w:val="0036797B"/>
    <w:rsid w:val="00367C99"/>
    <w:rsid w:val="00373CDD"/>
    <w:rsid w:val="0039706F"/>
    <w:rsid w:val="003A25C6"/>
    <w:rsid w:val="003A2863"/>
    <w:rsid w:val="003B0D8E"/>
    <w:rsid w:val="003C7128"/>
    <w:rsid w:val="003F0411"/>
    <w:rsid w:val="00434C65"/>
    <w:rsid w:val="004445C8"/>
    <w:rsid w:val="0046450A"/>
    <w:rsid w:val="004B6084"/>
    <w:rsid w:val="004C6214"/>
    <w:rsid w:val="004D1682"/>
    <w:rsid w:val="004D7034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F441A"/>
    <w:rsid w:val="00601AD4"/>
    <w:rsid w:val="006031AE"/>
    <w:rsid w:val="00606442"/>
    <w:rsid w:val="00624F52"/>
    <w:rsid w:val="00630FE8"/>
    <w:rsid w:val="00632631"/>
    <w:rsid w:val="0064298F"/>
    <w:rsid w:val="006442ED"/>
    <w:rsid w:val="006673C8"/>
    <w:rsid w:val="00675AC7"/>
    <w:rsid w:val="00680089"/>
    <w:rsid w:val="00685D67"/>
    <w:rsid w:val="00696755"/>
    <w:rsid w:val="006E5B1D"/>
    <w:rsid w:val="006E7D01"/>
    <w:rsid w:val="006F6AE8"/>
    <w:rsid w:val="00701F12"/>
    <w:rsid w:val="007078DD"/>
    <w:rsid w:val="007131FF"/>
    <w:rsid w:val="00754A91"/>
    <w:rsid w:val="00756771"/>
    <w:rsid w:val="0076050D"/>
    <w:rsid w:val="00762085"/>
    <w:rsid w:val="00780A38"/>
    <w:rsid w:val="007A6523"/>
    <w:rsid w:val="007C45F9"/>
    <w:rsid w:val="007D4BE9"/>
    <w:rsid w:val="007D73EE"/>
    <w:rsid w:val="007F246F"/>
    <w:rsid w:val="007F2962"/>
    <w:rsid w:val="007F7AF9"/>
    <w:rsid w:val="00804E6D"/>
    <w:rsid w:val="0081035D"/>
    <w:rsid w:val="00825852"/>
    <w:rsid w:val="00827C59"/>
    <w:rsid w:val="00831BDF"/>
    <w:rsid w:val="00860CA5"/>
    <w:rsid w:val="00877DEF"/>
    <w:rsid w:val="00884668"/>
    <w:rsid w:val="008929D3"/>
    <w:rsid w:val="008A47C6"/>
    <w:rsid w:val="008E0AB0"/>
    <w:rsid w:val="008E6920"/>
    <w:rsid w:val="008F65E3"/>
    <w:rsid w:val="00925807"/>
    <w:rsid w:val="00966AC4"/>
    <w:rsid w:val="00970990"/>
    <w:rsid w:val="0098510C"/>
    <w:rsid w:val="00994F76"/>
    <w:rsid w:val="009A10EC"/>
    <w:rsid w:val="009A4A1F"/>
    <w:rsid w:val="009B42CA"/>
    <w:rsid w:val="009C0F44"/>
    <w:rsid w:val="00A03F67"/>
    <w:rsid w:val="00A33686"/>
    <w:rsid w:val="00A34BA0"/>
    <w:rsid w:val="00A443EB"/>
    <w:rsid w:val="00A54C43"/>
    <w:rsid w:val="00A630A8"/>
    <w:rsid w:val="00A63A0E"/>
    <w:rsid w:val="00A95DDC"/>
    <w:rsid w:val="00AA17E8"/>
    <w:rsid w:val="00AB45B3"/>
    <w:rsid w:val="00AB617D"/>
    <w:rsid w:val="00AC17D0"/>
    <w:rsid w:val="00AC1E71"/>
    <w:rsid w:val="00AC3873"/>
    <w:rsid w:val="00AE49E0"/>
    <w:rsid w:val="00AE59E5"/>
    <w:rsid w:val="00B02B13"/>
    <w:rsid w:val="00B131E7"/>
    <w:rsid w:val="00B14CCB"/>
    <w:rsid w:val="00B71266"/>
    <w:rsid w:val="00B7235E"/>
    <w:rsid w:val="00B72ED3"/>
    <w:rsid w:val="00B9688C"/>
    <w:rsid w:val="00BA52B2"/>
    <w:rsid w:val="00BB7A71"/>
    <w:rsid w:val="00BD39E6"/>
    <w:rsid w:val="00C05DB7"/>
    <w:rsid w:val="00C127B7"/>
    <w:rsid w:val="00C3485E"/>
    <w:rsid w:val="00C502C0"/>
    <w:rsid w:val="00C53A62"/>
    <w:rsid w:val="00C5726D"/>
    <w:rsid w:val="00C60336"/>
    <w:rsid w:val="00C61BDE"/>
    <w:rsid w:val="00C61EC8"/>
    <w:rsid w:val="00C67B7D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11C8A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8C2"/>
    <w:rsid w:val="00DA4D19"/>
    <w:rsid w:val="00DB36E4"/>
    <w:rsid w:val="00DC2A31"/>
    <w:rsid w:val="00DC6A6E"/>
    <w:rsid w:val="00DC781F"/>
    <w:rsid w:val="00DD4208"/>
    <w:rsid w:val="00DF2943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81370"/>
    <w:rsid w:val="00E869C6"/>
    <w:rsid w:val="00E87FB4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1399E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D1BED"/>
    <w:rsid w:val="00FF3550"/>
    <w:rsid w:val="00FF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60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1681</TotalTime>
  <Pages>3</Pages>
  <Words>2820</Words>
  <Characters>1608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103</cp:revision>
  <cp:lastPrinted>2018-04-24T11:14:00Z</cp:lastPrinted>
  <dcterms:created xsi:type="dcterms:W3CDTF">2017-02-15T07:11:00Z</dcterms:created>
  <dcterms:modified xsi:type="dcterms:W3CDTF">2018-05-03T10:35:00Z</dcterms:modified>
</cp:coreProperties>
</file>