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80" w:rsidRDefault="00DD0B80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0B80" w:rsidRPr="0064298F" w:rsidRDefault="00DD0B80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DD0B80" w:rsidRPr="0064298F" w:rsidRDefault="00DD0B80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DD0B80" w:rsidRPr="0064298F" w:rsidRDefault="00DD0B80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0B80" w:rsidRPr="0064298F" w:rsidRDefault="00DD0B80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D0B80" w:rsidRPr="0064298F" w:rsidRDefault="00DD0B80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DD0B80" w:rsidRDefault="00DD0B80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DD0B80" w:rsidRPr="0064298F" w:rsidRDefault="00DD0B80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D0B80" w:rsidRDefault="00DD0B80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DD0B80" w:rsidRDefault="00DD0B80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«Хамелеон »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Шебанова Є.В.</w:t>
      </w:r>
    </w:p>
    <w:p w:rsidR="00DD0B80" w:rsidRPr="00C60336" w:rsidRDefault="00DD0B80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«Пассаж»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DD0B80" w:rsidRPr="0064298F" w:rsidRDefault="00DD0B80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Гоголя, 24/1</w:t>
      </w:r>
    </w:p>
    <w:p w:rsidR="00DD0B80" w:rsidRDefault="00DD0B80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0B80" w:rsidRPr="0064298F" w:rsidRDefault="00DD0B80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Шебанова Євгена Віталійовича /</w:t>
      </w:r>
      <w:r w:rsidRPr="00794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«Хамелеон»,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Пассаж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вул. Гоголя, 24/1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94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</w:p>
    <w:p w:rsidR="00DD0B80" w:rsidRPr="00E65793" w:rsidRDefault="00DD0B80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DD0B80" w:rsidRDefault="00DD0B80" w:rsidP="0064298F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</w:p>
    <w:p w:rsidR="00DD0B80" w:rsidRPr="00A03F67" w:rsidRDefault="00DD0B80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DD0B80" w:rsidRDefault="00DD0B80" w:rsidP="0064298F">
      <w:pPr>
        <w:pStyle w:val="BodyText"/>
        <w:spacing w:after="0"/>
        <w:jc w:val="both"/>
        <w:rPr>
          <w:lang w:val="uk-UA"/>
        </w:rPr>
      </w:pPr>
    </w:p>
    <w:p w:rsidR="00DD0B80" w:rsidRPr="0064298F" w:rsidRDefault="00DD0B80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Шебановим Є.В., режим роботи відділу «Хамелеон» по торгівлі непродовольчими товарами (одяг, взуття), 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Пассаж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                  вул. Гоголя, 24/1 (торгова площа – 54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DD0B80" w:rsidRDefault="00DD0B80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вівторок, середа, четвер, п’ятниця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17.00,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D0B80" w:rsidRDefault="00DD0B80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понеділок, субота, неділя з 09.00 до 16.00,без перерви.</w:t>
      </w:r>
    </w:p>
    <w:p w:rsidR="00DD0B80" w:rsidRDefault="00DD0B80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Шебанову Є.В.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відділу«Хамелеон»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D0B80" w:rsidRPr="0064298F" w:rsidRDefault="00DD0B80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DD0B80" w:rsidRDefault="00DD0B80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DD0B80" w:rsidRPr="005971F4">
        <w:tc>
          <w:tcPr>
            <w:tcW w:w="13012" w:type="dxa"/>
          </w:tcPr>
          <w:p w:rsidR="00DD0B80" w:rsidRDefault="00DD0B80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DD0B80" w:rsidRDefault="00DD0B80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DD0B80" w:rsidRDefault="00DD0B80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DD0B80" w:rsidRPr="0064298F" w:rsidRDefault="00DD0B80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DD0B80" w:rsidRPr="0064298F" w:rsidRDefault="00DD0B80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DD0B80" w:rsidRPr="0064298F" w:rsidRDefault="00DD0B80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DD0B80" w:rsidRPr="005971F4">
        <w:tc>
          <w:tcPr>
            <w:tcW w:w="14639" w:type="dxa"/>
            <w:gridSpan w:val="2"/>
          </w:tcPr>
          <w:p w:rsidR="00DD0B80" w:rsidRDefault="00DD0B80">
            <w:pPr>
              <w:rPr>
                <w:lang w:val="uk-UA"/>
              </w:rPr>
            </w:pPr>
          </w:p>
          <w:p w:rsidR="00DD0B80" w:rsidRDefault="00DD0B80">
            <w:pPr>
              <w:rPr>
                <w:lang w:val="uk-UA"/>
              </w:rPr>
            </w:pPr>
          </w:p>
          <w:p w:rsidR="00DD0B80" w:rsidRDefault="00DD0B80">
            <w:pPr>
              <w:rPr>
                <w:lang w:val="uk-UA"/>
              </w:rPr>
            </w:pPr>
          </w:p>
          <w:p w:rsidR="00DD0B80" w:rsidRDefault="00DD0B80">
            <w:pPr>
              <w:rPr>
                <w:lang w:val="uk-UA"/>
              </w:rPr>
            </w:pPr>
          </w:p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DD0B80" w:rsidRPr="005971F4">
              <w:tc>
                <w:tcPr>
                  <w:tcW w:w="9180" w:type="dxa"/>
                </w:tcPr>
                <w:p w:rsidR="00DD0B80" w:rsidRPr="001E76EE" w:rsidRDefault="00DD0B80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DD0B80" w:rsidRDefault="00DD0B80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DD0B80" w:rsidRPr="001E76EE" w:rsidRDefault="00DD0B80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DD0B80" w:rsidRDefault="00DD0B80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DD0B80" w:rsidRDefault="00DD0B80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DD0B80" w:rsidRPr="005971F4" w:rsidRDefault="00DD0B80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DD0B80" w:rsidRDefault="00DD0B80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DD0B80" w:rsidRPr="00845334" w:rsidRDefault="00DD0B80" w:rsidP="0084533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 міського голови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Д.В. Лук’янченко</w:t>
                  </w:r>
                </w:p>
                <w:p w:rsidR="00DD0B80" w:rsidRPr="001E76EE" w:rsidRDefault="00DD0B80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DD0B80" w:rsidRPr="001A1601" w:rsidRDefault="00DD0B80" w:rsidP="001A16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Ю.А. Журба</w:t>
                  </w:r>
                </w:p>
                <w:p w:rsidR="00DD0B80" w:rsidRPr="009A4A1F" w:rsidRDefault="00DD0B80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DD0B80" w:rsidRPr="00561DD1" w:rsidRDefault="00DD0B80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DD0B80" w:rsidRPr="005971F4">
              <w:trPr>
                <w:trHeight w:val="1283"/>
              </w:trPr>
              <w:tc>
                <w:tcPr>
                  <w:tcW w:w="9180" w:type="dxa"/>
                </w:tcPr>
                <w:p w:rsidR="00DD0B80" w:rsidRDefault="00DD0B80" w:rsidP="004B6278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Заст.начальника відділу з юридичних </w:t>
                  </w:r>
                </w:p>
                <w:p w:rsidR="00DD0B80" w:rsidRPr="005971F4" w:rsidRDefault="00DD0B80" w:rsidP="004B6278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П.О. Дубіна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DD0B80" w:rsidRPr="005971F4">
              <w:tc>
                <w:tcPr>
                  <w:tcW w:w="9180" w:type="dxa"/>
                </w:tcPr>
                <w:p w:rsidR="00DD0B80" w:rsidRPr="005971F4" w:rsidRDefault="00DD0B80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DD0B80" w:rsidRPr="005971F4" w:rsidRDefault="00DD0B80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DD0B80" w:rsidRPr="005971F4" w:rsidRDefault="00DD0B80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DD0B80" w:rsidRPr="005971F4" w:rsidRDefault="00DD0B80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DD0B80" w:rsidRPr="005971F4" w:rsidRDefault="00DD0B80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DD0B80" w:rsidRPr="005971F4" w:rsidRDefault="00DD0B80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DD0B80" w:rsidRPr="005971F4" w:rsidRDefault="00DD0B80"/>
        </w:tc>
      </w:tr>
      <w:tr w:rsidR="00DD0B80" w:rsidRPr="005971F4">
        <w:tc>
          <w:tcPr>
            <w:tcW w:w="14639" w:type="dxa"/>
            <w:gridSpan w:val="2"/>
          </w:tcPr>
          <w:p w:rsidR="00DD0B80" w:rsidRPr="005971F4" w:rsidRDefault="00DD0B80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DD0B80" w:rsidRPr="005971F4" w:rsidRDefault="00DD0B80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DD0B80" w:rsidRPr="005971F4" w:rsidRDefault="00DD0B80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DD0B80" w:rsidRPr="005971F4" w:rsidRDefault="00DD0B80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DD0B80" w:rsidRPr="005971F4" w:rsidRDefault="00DD0B80"/>
        </w:tc>
      </w:tr>
      <w:tr w:rsidR="00DD0B80" w:rsidRPr="005971F4">
        <w:tc>
          <w:tcPr>
            <w:tcW w:w="14639" w:type="dxa"/>
            <w:gridSpan w:val="2"/>
          </w:tcPr>
          <w:p w:rsidR="00DD0B80" w:rsidRPr="005971F4" w:rsidRDefault="00DD0B80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DD0B80" w:rsidRPr="005971F4" w:rsidRDefault="00DD0B80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DD0B80" w:rsidRPr="005971F4" w:rsidRDefault="00DD0B80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DD0B80" w:rsidRPr="005971F4" w:rsidRDefault="00DD0B80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DD0B80" w:rsidRPr="005971F4">
              <w:tc>
                <w:tcPr>
                  <w:tcW w:w="468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DD0B80" w:rsidRPr="005971F4" w:rsidRDefault="00DD0B80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DD0B80" w:rsidRPr="005971F4" w:rsidRDefault="00DD0B80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DD0B80" w:rsidRPr="005971F4" w:rsidRDefault="00DD0B80"/>
        </w:tc>
      </w:tr>
    </w:tbl>
    <w:p w:rsidR="00DD0B80" w:rsidRPr="009440CF" w:rsidRDefault="00DD0B80" w:rsidP="009440CF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440CF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DD0B80" w:rsidRDefault="00DD0B80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DD0B80" w:rsidSect="00446EC1">
      <w:pgSz w:w="11906" w:h="16838"/>
      <w:pgMar w:top="719" w:right="707" w:bottom="197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0253B"/>
    <w:rsid w:val="00224778"/>
    <w:rsid w:val="00246C23"/>
    <w:rsid w:val="00266094"/>
    <w:rsid w:val="00271CBD"/>
    <w:rsid w:val="002765C6"/>
    <w:rsid w:val="0027687D"/>
    <w:rsid w:val="0029165C"/>
    <w:rsid w:val="002A4CE1"/>
    <w:rsid w:val="002B0584"/>
    <w:rsid w:val="002C50AD"/>
    <w:rsid w:val="002E182B"/>
    <w:rsid w:val="003638C5"/>
    <w:rsid w:val="00367C99"/>
    <w:rsid w:val="00373CDD"/>
    <w:rsid w:val="003932A5"/>
    <w:rsid w:val="0039706F"/>
    <w:rsid w:val="003A25C6"/>
    <w:rsid w:val="003A2854"/>
    <w:rsid w:val="003A2863"/>
    <w:rsid w:val="003A3823"/>
    <w:rsid w:val="003C7128"/>
    <w:rsid w:val="003D0050"/>
    <w:rsid w:val="003F0411"/>
    <w:rsid w:val="003F6FAD"/>
    <w:rsid w:val="00434C65"/>
    <w:rsid w:val="0044146B"/>
    <w:rsid w:val="0044212E"/>
    <w:rsid w:val="004445C8"/>
    <w:rsid w:val="00446EC1"/>
    <w:rsid w:val="0045124E"/>
    <w:rsid w:val="0046450A"/>
    <w:rsid w:val="004662DB"/>
    <w:rsid w:val="004B6084"/>
    <w:rsid w:val="004B6278"/>
    <w:rsid w:val="004C6214"/>
    <w:rsid w:val="004D1682"/>
    <w:rsid w:val="004D7034"/>
    <w:rsid w:val="004F5390"/>
    <w:rsid w:val="004F58C6"/>
    <w:rsid w:val="005074E0"/>
    <w:rsid w:val="00513AAA"/>
    <w:rsid w:val="0052725D"/>
    <w:rsid w:val="00527CD8"/>
    <w:rsid w:val="00531622"/>
    <w:rsid w:val="00542052"/>
    <w:rsid w:val="00545ACD"/>
    <w:rsid w:val="00550E72"/>
    <w:rsid w:val="00560D8D"/>
    <w:rsid w:val="00561DD1"/>
    <w:rsid w:val="005659DF"/>
    <w:rsid w:val="005676BC"/>
    <w:rsid w:val="00570F49"/>
    <w:rsid w:val="0058034D"/>
    <w:rsid w:val="00582177"/>
    <w:rsid w:val="00593DA8"/>
    <w:rsid w:val="005971F4"/>
    <w:rsid w:val="005A50AC"/>
    <w:rsid w:val="005B0004"/>
    <w:rsid w:val="005B30D5"/>
    <w:rsid w:val="005B3CD8"/>
    <w:rsid w:val="005B3DA9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4298F"/>
    <w:rsid w:val="006442ED"/>
    <w:rsid w:val="00675AC7"/>
    <w:rsid w:val="00680089"/>
    <w:rsid w:val="00685D67"/>
    <w:rsid w:val="0069266D"/>
    <w:rsid w:val="00696755"/>
    <w:rsid w:val="006D41B0"/>
    <w:rsid w:val="006E5B1D"/>
    <w:rsid w:val="006E7D01"/>
    <w:rsid w:val="006F6AE8"/>
    <w:rsid w:val="00701F12"/>
    <w:rsid w:val="007078DD"/>
    <w:rsid w:val="007131FF"/>
    <w:rsid w:val="00726DFB"/>
    <w:rsid w:val="00754A91"/>
    <w:rsid w:val="00756771"/>
    <w:rsid w:val="007576DB"/>
    <w:rsid w:val="0076050D"/>
    <w:rsid w:val="00762085"/>
    <w:rsid w:val="00764A4F"/>
    <w:rsid w:val="00780A38"/>
    <w:rsid w:val="0079404D"/>
    <w:rsid w:val="00796760"/>
    <w:rsid w:val="007A6523"/>
    <w:rsid w:val="007C45F9"/>
    <w:rsid w:val="007D4BE9"/>
    <w:rsid w:val="007D55D6"/>
    <w:rsid w:val="007D73EE"/>
    <w:rsid w:val="007F246F"/>
    <w:rsid w:val="007F2962"/>
    <w:rsid w:val="007F5477"/>
    <w:rsid w:val="007F7AF9"/>
    <w:rsid w:val="00804E6D"/>
    <w:rsid w:val="0081035D"/>
    <w:rsid w:val="00815C55"/>
    <w:rsid w:val="00825852"/>
    <w:rsid w:val="00827C59"/>
    <w:rsid w:val="00831BDF"/>
    <w:rsid w:val="008410E6"/>
    <w:rsid w:val="00843C73"/>
    <w:rsid w:val="00844947"/>
    <w:rsid w:val="00845334"/>
    <w:rsid w:val="00860CA5"/>
    <w:rsid w:val="008626C0"/>
    <w:rsid w:val="00877DEF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25807"/>
    <w:rsid w:val="009440CF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A003F5"/>
    <w:rsid w:val="00A03F67"/>
    <w:rsid w:val="00A33686"/>
    <w:rsid w:val="00A34BA0"/>
    <w:rsid w:val="00A443EB"/>
    <w:rsid w:val="00A5433D"/>
    <w:rsid w:val="00A54C43"/>
    <w:rsid w:val="00A630A8"/>
    <w:rsid w:val="00A63A0E"/>
    <w:rsid w:val="00A7552F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1D69"/>
    <w:rsid w:val="00B02B13"/>
    <w:rsid w:val="00B131E7"/>
    <w:rsid w:val="00B14CCB"/>
    <w:rsid w:val="00B16126"/>
    <w:rsid w:val="00B23EBC"/>
    <w:rsid w:val="00B30637"/>
    <w:rsid w:val="00B41095"/>
    <w:rsid w:val="00B47EB5"/>
    <w:rsid w:val="00B71266"/>
    <w:rsid w:val="00B7235E"/>
    <w:rsid w:val="00B72ED3"/>
    <w:rsid w:val="00B73221"/>
    <w:rsid w:val="00B9688C"/>
    <w:rsid w:val="00BA52B2"/>
    <w:rsid w:val="00BA6193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4743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146D4"/>
    <w:rsid w:val="00D147C3"/>
    <w:rsid w:val="00D20F46"/>
    <w:rsid w:val="00D30D0D"/>
    <w:rsid w:val="00D3527B"/>
    <w:rsid w:val="00D361F9"/>
    <w:rsid w:val="00D451EC"/>
    <w:rsid w:val="00D5130C"/>
    <w:rsid w:val="00D5242C"/>
    <w:rsid w:val="00D72CD4"/>
    <w:rsid w:val="00D75EE9"/>
    <w:rsid w:val="00D804FA"/>
    <w:rsid w:val="00D83801"/>
    <w:rsid w:val="00DA48C2"/>
    <w:rsid w:val="00DA4D19"/>
    <w:rsid w:val="00DA7B56"/>
    <w:rsid w:val="00DB36E4"/>
    <w:rsid w:val="00DB7A97"/>
    <w:rsid w:val="00DC2A31"/>
    <w:rsid w:val="00DC781F"/>
    <w:rsid w:val="00DD0B80"/>
    <w:rsid w:val="00DD4208"/>
    <w:rsid w:val="00DF2943"/>
    <w:rsid w:val="00E13078"/>
    <w:rsid w:val="00E14667"/>
    <w:rsid w:val="00E21C14"/>
    <w:rsid w:val="00E23347"/>
    <w:rsid w:val="00E23D50"/>
    <w:rsid w:val="00E324E6"/>
    <w:rsid w:val="00E3591B"/>
    <w:rsid w:val="00E375BF"/>
    <w:rsid w:val="00E413DD"/>
    <w:rsid w:val="00E44C94"/>
    <w:rsid w:val="00E54165"/>
    <w:rsid w:val="00E64B98"/>
    <w:rsid w:val="00E65793"/>
    <w:rsid w:val="00E718F8"/>
    <w:rsid w:val="00E755C5"/>
    <w:rsid w:val="00E77E85"/>
    <w:rsid w:val="00E81370"/>
    <w:rsid w:val="00E869C6"/>
    <w:rsid w:val="00E87FB4"/>
    <w:rsid w:val="00E946D0"/>
    <w:rsid w:val="00E96848"/>
    <w:rsid w:val="00EA25E8"/>
    <w:rsid w:val="00EB1D85"/>
    <w:rsid w:val="00EC2674"/>
    <w:rsid w:val="00EE3A57"/>
    <w:rsid w:val="00EE3BEB"/>
    <w:rsid w:val="00EE618C"/>
    <w:rsid w:val="00EF548F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1844</TotalTime>
  <Pages>3</Pages>
  <Words>2700</Words>
  <Characters>1540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126</cp:revision>
  <cp:lastPrinted>2018-10-02T12:55:00Z</cp:lastPrinted>
  <dcterms:created xsi:type="dcterms:W3CDTF">2017-02-15T07:11:00Z</dcterms:created>
  <dcterms:modified xsi:type="dcterms:W3CDTF">2018-10-08T07:57:00Z</dcterms:modified>
</cp:coreProperties>
</file>