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67" w:rsidRPr="0064298F" w:rsidRDefault="0068736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87367" w:rsidRPr="0064298F" w:rsidRDefault="0068736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87367" w:rsidRPr="0064298F" w:rsidRDefault="0068736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7367" w:rsidRPr="0064298F" w:rsidRDefault="0068736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87367" w:rsidRPr="0064298F" w:rsidRDefault="0068736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_____________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87367" w:rsidRDefault="0068736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87367" w:rsidRPr="0064298F" w:rsidRDefault="0068736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87367" w:rsidRDefault="0068736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</w:p>
    <w:p w:rsidR="00687367" w:rsidRDefault="00687367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«Малюк»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Г.В.</w:t>
      </w:r>
    </w:p>
    <w:p w:rsidR="00687367" w:rsidRPr="00C60336" w:rsidRDefault="0068736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торговельному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87367" w:rsidRPr="0064298F" w:rsidRDefault="0068736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комплексі «Астрон»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687367" w:rsidRDefault="00687367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46</w:t>
      </w:r>
    </w:p>
    <w:p w:rsidR="00687367" w:rsidRDefault="00687367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687367" w:rsidRPr="0064298F" w:rsidRDefault="00687367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Правил благоустрою території м.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Кравчнко Ганни Вікторівни                              /</w:t>
      </w:r>
      <w:r w:rsidRPr="00450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про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«Малюк», розташованого в торговельному комплексі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Астрон”,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Сєвєродонецьк,             пр-т. Гвардійський, 46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450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87367" w:rsidRPr="00E65793" w:rsidRDefault="00687367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687367" w:rsidRDefault="00687367" w:rsidP="0064298F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</w:p>
    <w:p w:rsidR="00687367" w:rsidRPr="00A03F67" w:rsidRDefault="0068736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87367" w:rsidRDefault="00687367" w:rsidP="0064298F">
      <w:pPr>
        <w:pStyle w:val="BodyText"/>
        <w:spacing w:after="0"/>
        <w:jc w:val="both"/>
        <w:rPr>
          <w:lang w:val="uk-UA"/>
        </w:rPr>
      </w:pPr>
    </w:p>
    <w:p w:rsidR="00687367" w:rsidRPr="0064298F" w:rsidRDefault="00687367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Кравченко Г.В., режим роботи відділу «Малюк» по торгівлі непродовольчими товарами (товари для немовлят), розташованого в торговельному комплексі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                      м. Сєвєродонецьк, пр-т. Гвардійський, 46 (торгова площа – 18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687367" w:rsidRDefault="00687367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19.00,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</w:p>
    <w:p w:rsidR="00687367" w:rsidRDefault="00687367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Г.В.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«Малюк»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87367" w:rsidRPr="0064298F" w:rsidRDefault="00687367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87367" w:rsidRDefault="00687367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W w:w="31680" w:type="dxa"/>
        <w:tblInd w:w="-106" w:type="dxa"/>
        <w:tblLook w:val="0000"/>
      </w:tblPr>
      <w:tblGrid>
        <w:gridCol w:w="12969"/>
        <w:gridCol w:w="11722"/>
        <w:gridCol w:w="6989"/>
      </w:tblGrid>
      <w:tr w:rsidR="00687367" w:rsidRPr="005971F4">
        <w:tc>
          <w:tcPr>
            <w:tcW w:w="13012" w:type="dxa"/>
          </w:tcPr>
          <w:p w:rsidR="00687367" w:rsidRDefault="00687367" w:rsidP="00754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87367" w:rsidRDefault="00687367" w:rsidP="00754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687367" w:rsidRDefault="00687367" w:rsidP="007547EA">
            <w:pPr>
              <w:spacing w:after="0" w:line="24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1766" w:type="dxa"/>
          </w:tcPr>
          <w:p w:rsidR="00687367" w:rsidRPr="0064298F" w:rsidRDefault="0068736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687367" w:rsidRPr="0064298F" w:rsidRDefault="0068736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687367" w:rsidRPr="0064298F" w:rsidRDefault="0068736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687367" w:rsidRDefault="00687367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687367" w:rsidSect="00DD13F3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57E8"/>
    <w:rsid w:val="00012B21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52397"/>
    <w:rsid w:val="00172F7A"/>
    <w:rsid w:val="00177F08"/>
    <w:rsid w:val="00185C43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1A05"/>
    <w:rsid w:val="00246C23"/>
    <w:rsid w:val="00247268"/>
    <w:rsid w:val="00266094"/>
    <w:rsid w:val="00271CBD"/>
    <w:rsid w:val="002765C6"/>
    <w:rsid w:val="0027687D"/>
    <w:rsid w:val="002A0D00"/>
    <w:rsid w:val="002A37EA"/>
    <w:rsid w:val="002A4CE1"/>
    <w:rsid w:val="002B0584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E7A7E"/>
    <w:rsid w:val="003F0411"/>
    <w:rsid w:val="003F1698"/>
    <w:rsid w:val="003F6FAD"/>
    <w:rsid w:val="0041323B"/>
    <w:rsid w:val="00425786"/>
    <w:rsid w:val="00434C65"/>
    <w:rsid w:val="0044146B"/>
    <w:rsid w:val="0044212E"/>
    <w:rsid w:val="004445C8"/>
    <w:rsid w:val="00446EC1"/>
    <w:rsid w:val="004500A0"/>
    <w:rsid w:val="0045124E"/>
    <w:rsid w:val="00462DE5"/>
    <w:rsid w:val="0046450A"/>
    <w:rsid w:val="004662DB"/>
    <w:rsid w:val="004676AB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35651"/>
    <w:rsid w:val="00545ACD"/>
    <w:rsid w:val="00550E72"/>
    <w:rsid w:val="00555BDA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C6808"/>
    <w:rsid w:val="005F441A"/>
    <w:rsid w:val="00601AD4"/>
    <w:rsid w:val="00603106"/>
    <w:rsid w:val="006031AE"/>
    <w:rsid w:val="00606442"/>
    <w:rsid w:val="00621874"/>
    <w:rsid w:val="00624F52"/>
    <w:rsid w:val="006266FE"/>
    <w:rsid w:val="00630FE8"/>
    <w:rsid w:val="00632631"/>
    <w:rsid w:val="00633643"/>
    <w:rsid w:val="0064298F"/>
    <w:rsid w:val="006442ED"/>
    <w:rsid w:val="00675AC7"/>
    <w:rsid w:val="00680089"/>
    <w:rsid w:val="00685D67"/>
    <w:rsid w:val="00687367"/>
    <w:rsid w:val="0069266D"/>
    <w:rsid w:val="00696755"/>
    <w:rsid w:val="006D41B0"/>
    <w:rsid w:val="006E5B1D"/>
    <w:rsid w:val="006E7D01"/>
    <w:rsid w:val="006F0293"/>
    <w:rsid w:val="006F6AE8"/>
    <w:rsid w:val="00701F12"/>
    <w:rsid w:val="007078DD"/>
    <w:rsid w:val="007131FF"/>
    <w:rsid w:val="00726DFB"/>
    <w:rsid w:val="007420A4"/>
    <w:rsid w:val="007547EA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1E15"/>
    <w:rsid w:val="007D44EA"/>
    <w:rsid w:val="007D4BE9"/>
    <w:rsid w:val="007D73EE"/>
    <w:rsid w:val="007E66D3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0E53"/>
    <w:rsid w:val="008626C0"/>
    <w:rsid w:val="00864B4F"/>
    <w:rsid w:val="00871088"/>
    <w:rsid w:val="00877DEF"/>
    <w:rsid w:val="00880A47"/>
    <w:rsid w:val="00884668"/>
    <w:rsid w:val="008929D3"/>
    <w:rsid w:val="008A47C6"/>
    <w:rsid w:val="008B6601"/>
    <w:rsid w:val="008D5673"/>
    <w:rsid w:val="008E0AB0"/>
    <w:rsid w:val="008E1A34"/>
    <w:rsid w:val="008E6920"/>
    <w:rsid w:val="008F65E3"/>
    <w:rsid w:val="009055D3"/>
    <w:rsid w:val="009112D7"/>
    <w:rsid w:val="00925807"/>
    <w:rsid w:val="009440CF"/>
    <w:rsid w:val="00961C58"/>
    <w:rsid w:val="009643A8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1EFD"/>
    <w:rsid w:val="00A03F67"/>
    <w:rsid w:val="00A0401C"/>
    <w:rsid w:val="00A33686"/>
    <w:rsid w:val="00A34BA0"/>
    <w:rsid w:val="00A443EB"/>
    <w:rsid w:val="00A516C5"/>
    <w:rsid w:val="00A5433D"/>
    <w:rsid w:val="00A54C43"/>
    <w:rsid w:val="00A630A8"/>
    <w:rsid w:val="00A63A0E"/>
    <w:rsid w:val="00A7552F"/>
    <w:rsid w:val="00A95DDC"/>
    <w:rsid w:val="00AA17E8"/>
    <w:rsid w:val="00AB45B3"/>
    <w:rsid w:val="00AB603F"/>
    <w:rsid w:val="00AB617D"/>
    <w:rsid w:val="00AC17D0"/>
    <w:rsid w:val="00AC1E71"/>
    <w:rsid w:val="00AC309A"/>
    <w:rsid w:val="00AC3873"/>
    <w:rsid w:val="00AE49E0"/>
    <w:rsid w:val="00AE59E5"/>
    <w:rsid w:val="00AF5800"/>
    <w:rsid w:val="00B02B13"/>
    <w:rsid w:val="00B131E7"/>
    <w:rsid w:val="00B14CCB"/>
    <w:rsid w:val="00B16126"/>
    <w:rsid w:val="00B30637"/>
    <w:rsid w:val="00B47EB5"/>
    <w:rsid w:val="00B71266"/>
    <w:rsid w:val="00B7235E"/>
    <w:rsid w:val="00B72ED3"/>
    <w:rsid w:val="00B73221"/>
    <w:rsid w:val="00B9688C"/>
    <w:rsid w:val="00BA281A"/>
    <w:rsid w:val="00BA52B2"/>
    <w:rsid w:val="00BA6193"/>
    <w:rsid w:val="00BB39D2"/>
    <w:rsid w:val="00BB7A71"/>
    <w:rsid w:val="00BD39E6"/>
    <w:rsid w:val="00BD7BF2"/>
    <w:rsid w:val="00BE1CF5"/>
    <w:rsid w:val="00BE274B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83233"/>
    <w:rsid w:val="00C966DB"/>
    <w:rsid w:val="00CA49A7"/>
    <w:rsid w:val="00CA666E"/>
    <w:rsid w:val="00CA776D"/>
    <w:rsid w:val="00CB0A78"/>
    <w:rsid w:val="00CB19A3"/>
    <w:rsid w:val="00CB31BC"/>
    <w:rsid w:val="00CB60C0"/>
    <w:rsid w:val="00CB7D7D"/>
    <w:rsid w:val="00CB7E43"/>
    <w:rsid w:val="00CD2AA9"/>
    <w:rsid w:val="00CE4EC1"/>
    <w:rsid w:val="00D146D4"/>
    <w:rsid w:val="00D147C3"/>
    <w:rsid w:val="00D14F52"/>
    <w:rsid w:val="00D20F46"/>
    <w:rsid w:val="00D30D0D"/>
    <w:rsid w:val="00D3527B"/>
    <w:rsid w:val="00D361F9"/>
    <w:rsid w:val="00D451EC"/>
    <w:rsid w:val="00D45A5E"/>
    <w:rsid w:val="00D5130C"/>
    <w:rsid w:val="00D62649"/>
    <w:rsid w:val="00D72CD4"/>
    <w:rsid w:val="00D804FA"/>
    <w:rsid w:val="00D8315A"/>
    <w:rsid w:val="00D83801"/>
    <w:rsid w:val="00DA48C2"/>
    <w:rsid w:val="00DA4D19"/>
    <w:rsid w:val="00DA7B56"/>
    <w:rsid w:val="00DB36E4"/>
    <w:rsid w:val="00DC2A31"/>
    <w:rsid w:val="00DC781F"/>
    <w:rsid w:val="00DD13F3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294"/>
    <w:rsid w:val="00E65793"/>
    <w:rsid w:val="00E717D0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37A9"/>
    <w:rsid w:val="00EF548F"/>
    <w:rsid w:val="00EF7964"/>
    <w:rsid w:val="00F000FE"/>
    <w:rsid w:val="00F01B9A"/>
    <w:rsid w:val="00F1399E"/>
    <w:rsid w:val="00F230B6"/>
    <w:rsid w:val="00F32981"/>
    <w:rsid w:val="00F377C5"/>
    <w:rsid w:val="00F419BF"/>
    <w:rsid w:val="00F464C7"/>
    <w:rsid w:val="00F5020E"/>
    <w:rsid w:val="00F569E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78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2084</TotalTime>
  <Pages>1</Pages>
  <Words>1407</Words>
  <Characters>803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135</cp:revision>
  <cp:lastPrinted>2019-02-05T14:10:00Z</cp:lastPrinted>
  <dcterms:created xsi:type="dcterms:W3CDTF">2017-02-15T07:11:00Z</dcterms:created>
  <dcterms:modified xsi:type="dcterms:W3CDTF">2019-02-08T11:06:00Z</dcterms:modified>
</cp:coreProperties>
</file>