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2B" w:rsidRPr="0064298F" w:rsidRDefault="00300E2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00E2B" w:rsidRPr="0064298F" w:rsidRDefault="00300E2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00E2B" w:rsidRPr="0064298F" w:rsidRDefault="00300E2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00E2B" w:rsidRPr="0064298F" w:rsidRDefault="00300E2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00E2B" w:rsidRPr="0064298F" w:rsidRDefault="00300E2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00E2B" w:rsidRDefault="00300E2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300E2B" w:rsidRPr="0064298F" w:rsidRDefault="00300E2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00E2B" w:rsidRDefault="00300E2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00E2B" w:rsidRDefault="00300E2B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І.А.</w:t>
      </w:r>
    </w:p>
    <w:p w:rsidR="00300E2B" w:rsidRPr="00C60336" w:rsidRDefault="00300E2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будівлі хірургічного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0E2B" w:rsidRDefault="00300E2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корпусу (6-й поверх)  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300E2B" w:rsidRPr="0064298F" w:rsidRDefault="00300E2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Єгорова, 2-Б</w:t>
      </w:r>
    </w:p>
    <w:p w:rsidR="00300E2B" w:rsidRDefault="00300E2B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0E2B" w:rsidRPr="0064298F" w:rsidRDefault="00300E2B" w:rsidP="001C4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Керуючись п.п.4 п. </w:t>
      </w:r>
      <w:r>
        <w:rPr>
          <w:lang w:val="uk-UA"/>
        </w:rPr>
        <w:t xml:space="preserve">«б»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“Про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  виконкому  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“Про затвердження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торгівлі,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ресторанного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побутових послуг на території м. Сєвєродонецька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сорок шостої (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п’ятого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№ 2122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Правил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благоустрою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Кравченко Ірини Анатоліївни  /</w:t>
      </w:r>
      <w:r w:rsidRPr="00E577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Сєвєродонецькій міській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багатопрофільній    лікарні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  м.  Сєвєродонецьк,   вул.  Єгорова,  2-Б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E577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інформація/</w:t>
      </w:r>
    </w:p>
    <w:p w:rsidR="00300E2B" w:rsidRPr="00B5250E" w:rsidRDefault="00300E2B" w:rsidP="00FB7B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250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300E2B" w:rsidRPr="00A03F67" w:rsidRDefault="00300E2B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300E2B" w:rsidRDefault="00300E2B" w:rsidP="0064298F">
      <w:pPr>
        <w:pStyle w:val="BodyText"/>
        <w:spacing w:after="0"/>
        <w:jc w:val="both"/>
        <w:rPr>
          <w:lang w:val="uk-UA"/>
        </w:rPr>
      </w:pPr>
    </w:p>
    <w:p w:rsidR="00300E2B" w:rsidRPr="0064298F" w:rsidRDefault="00300E2B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І.А., режим роботи відділу по торгівлі непродовольчими товарами (рентген плівка), розташованого в Сєвєродонецькій міській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багатопрофільній лікарні за адресою: м.Сєвєродонецьк, вул. Єгорова, 2-Б (торгова площа – 8,14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300E2B" w:rsidRDefault="00300E2B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08.00 до 19.00, перерва з 12.00 до 13.00;</w:t>
      </w:r>
    </w:p>
    <w:p w:rsidR="00300E2B" w:rsidRDefault="00300E2B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субота, неділя – вихідний день.</w:t>
      </w:r>
    </w:p>
    <w:p w:rsidR="00300E2B" w:rsidRDefault="00300E2B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І.А.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00E2B" w:rsidRPr="0064298F" w:rsidRDefault="00300E2B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300E2B" w:rsidRDefault="00300E2B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Кузьмінова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00E2B" w:rsidRDefault="00300E2B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2969"/>
        <w:gridCol w:w="11722"/>
        <w:gridCol w:w="6989"/>
      </w:tblGrid>
      <w:tr w:rsidR="00300E2B" w:rsidRPr="005971F4">
        <w:tc>
          <w:tcPr>
            <w:tcW w:w="13012" w:type="dxa"/>
          </w:tcPr>
          <w:p w:rsidR="00300E2B" w:rsidRDefault="00300E2B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00E2B" w:rsidRDefault="00300E2B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300E2B" w:rsidRPr="00A01EFD" w:rsidRDefault="00300E2B" w:rsidP="00B968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1766" w:type="dxa"/>
          </w:tcPr>
          <w:p w:rsidR="00300E2B" w:rsidRPr="0064298F" w:rsidRDefault="00300E2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300E2B" w:rsidRPr="0064298F" w:rsidRDefault="00300E2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300E2B" w:rsidRPr="0064298F" w:rsidRDefault="00300E2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00E2B" w:rsidRDefault="00300E2B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300E2B" w:rsidSect="004F06DF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A951AD6"/>
    <w:multiLevelType w:val="hybridMultilevel"/>
    <w:tmpl w:val="7B887940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36DB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1D58"/>
    <w:rsid w:val="000A734C"/>
    <w:rsid w:val="000C414B"/>
    <w:rsid w:val="000D5699"/>
    <w:rsid w:val="000D6B5D"/>
    <w:rsid w:val="000E3E9E"/>
    <w:rsid w:val="000F1057"/>
    <w:rsid w:val="000F16D6"/>
    <w:rsid w:val="000F1E3E"/>
    <w:rsid w:val="000F4FF0"/>
    <w:rsid w:val="00113A0C"/>
    <w:rsid w:val="00124C30"/>
    <w:rsid w:val="00150CB6"/>
    <w:rsid w:val="00151552"/>
    <w:rsid w:val="00151F88"/>
    <w:rsid w:val="00163086"/>
    <w:rsid w:val="00177F08"/>
    <w:rsid w:val="00192314"/>
    <w:rsid w:val="001948DB"/>
    <w:rsid w:val="001A1601"/>
    <w:rsid w:val="001B00F2"/>
    <w:rsid w:val="001B43C6"/>
    <w:rsid w:val="001B4AB3"/>
    <w:rsid w:val="001B69A5"/>
    <w:rsid w:val="001C3E14"/>
    <w:rsid w:val="001C4576"/>
    <w:rsid w:val="001D306B"/>
    <w:rsid w:val="001D3CFD"/>
    <w:rsid w:val="001D4E2C"/>
    <w:rsid w:val="001E76EE"/>
    <w:rsid w:val="001F604C"/>
    <w:rsid w:val="0020253B"/>
    <w:rsid w:val="0022235C"/>
    <w:rsid w:val="00224778"/>
    <w:rsid w:val="00241021"/>
    <w:rsid w:val="00246C23"/>
    <w:rsid w:val="00247268"/>
    <w:rsid w:val="00266094"/>
    <w:rsid w:val="00271CBD"/>
    <w:rsid w:val="002765C6"/>
    <w:rsid w:val="0027687D"/>
    <w:rsid w:val="00282B28"/>
    <w:rsid w:val="002A0D00"/>
    <w:rsid w:val="002A4CE1"/>
    <w:rsid w:val="002B0584"/>
    <w:rsid w:val="002B6365"/>
    <w:rsid w:val="002C50AD"/>
    <w:rsid w:val="00300E2B"/>
    <w:rsid w:val="00305174"/>
    <w:rsid w:val="003638C5"/>
    <w:rsid w:val="00365658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2BFD"/>
    <w:rsid w:val="003C7128"/>
    <w:rsid w:val="003D0050"/>
    <w:rsid w:val="003D1F89"/>
    <w:rsid w:val="003D2FE3"/>
    <w:rsid w:val="003D32E5"/>
    <w:rsid w:val="003F0411"/>
    <w:rsid w:val="003F1698"/>
    <w:rsid w:val="003F2AFA"/>
    <w:rsid w:val="003F6FAD"/>
    <w:rsid w:val="00407384"/>
    <w:rsid w:val="00434C65"/>
    <w:rsid w:val="0044146B"/>
    <w:rsid w:val="0044212E"/>
    <w:rsid w:val="004445C8"/>
    <w:rsid w:val="00446EC1"/>
    <w:rsid w:val="0045124E"/>
    <w:rsid w:val="0046450A"/>
    <w:rsid w:val="004662DB"/>
    <w:rsid w:val="00470F6F"/>
    <w:rsid w:val="004A1FDB"/>
    <w:rsid w:val="004B23A2"/>
    <w:rsid w:val="004B6084"/>
    <w:rsid w:val="004B6278"/>
    <w:rsid w:val="004C6214"/>
    <w:rsid w:val="004D0E29"/>
    <w:rsid w:val="004D1682"/>
    <w:rsid w:val="004D7034"/>
    <w:rsid w:val="004F06DF"/>
    <w:rsid w:val="004F5390"/>
    <w:rsid w:val="004F58C6"/>
    <w:rsid w:val="005074E0"/>
    <w:rsid w:val="00513AAA"/>
    <w:rsid w:val="00516C3E"/>
    <w:rsid w:val="0052725D"/>
    <w:rsid w:val="00527CD8"/>
    <w:rsid w:val="00531622"/>
    <w:rsid w:val="00545ACD"/>
    <w:rsid w:val="00550E72"/>
    <w:rsid w:val="00560D8D"/>
    <w:rsid w:val="00561DD1"/>
    <w:rsid w:val="005659DF"/>
    <w:rsid w:val="005676BC"/>
    <w:rsid w:val="00570F49"/>
    <w:rsid w:val="00582177"/>
    <w:rsid w:val="00582F2C"/>
    <w:rsid w:val="005870F0"/>
    <w:rsid w:val="00593DA8"/>
    <w:rsid w:val="005971F4"/>
    <w:rsid w:val="005A50AC"/>
    <w:rsid w:val="005B0004"/>
    <w:rsid w:val="005B30D5"/>
    <w:rsid w:val="005B3CD8"/>
    <w:rsid w:val="005B3DA9"/>
    <w:rsid w:val="005B4CA7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4298F"/>
    <w:rsid w:val="006442ED"/>
    <w:rsid w:val="006709D7"/>
    <w:rsid w:val="00675AC7"/>
    <w:rsid w:val="00680089"/>
    <w:rsid w:val="00685D67"/>
    <w:rsid w:val="0069266D"/>
    <w:rsid w:val="00694658"/>
    <w:rsid w:val="00696755"/>
    <w:rsid w:val="006A25B2"/>
    <w:rsid w:val="006A3113"/>
    <w:rsid w:val="006C3502"/>
    <w:rsid w:val="006D41B0"/>
    <w:rsid w:val="006E5B1D"/>
    <w:rsid w:val="006E7D01"/>
    <w:rsid w:val="006F2130"/>
    <w:rsid w:val="006F6AE8"/>
    <w:rsid w:val="00701F12"/>
    <w:rsid w:val="007078DD"/>
    <w:rsid w:val="007131FF"/>
    <w:rsid w:val="00726DFB"/>
    <w:rsid w:val="007523B4"/>
    <w:rsid w:val="00754A91"/>
    <w:rsid w:val="00756771"/>
    <w:rsid w:val="007576DB"/>
    <w:rsid w:val="0076050D"/>
    <w:rsid w:val="00762085"/>
    <w:rsid w:val="00764A4F"/>
    <w:rsid w:val="00767F4B"/>
    <w:rsid w:val="0078082F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6CC7"/>
    <w:rsid w:val="00827C59"/>
    <w:rsid w:val="00831BDF"/>
    <w:rsid w:val="008410E6"/>
    <w:rsid w:val="00844947"/>
    <w:rsid w:val="00845334"/>
    <w:rsid w:val="00846DD8"/>
    <w:rsid w:val="00860CA5"/>
    <w:rsid w:val="008626C0"/>
    <w:rsid w:val="00877DEF"/>
    <w:rsid w:val="00884668"/>
    <w:rsid w:val="008929D3"/>
    <w:rsid w:val="008A0086"/>
    <w:rsid w:val="008A47C6"/>
    <w:rsid w:val="008B6601"/>
    <w:rsid w:val="008C2F52"/>
    <w:rsid w:val="008C4745"/>
    <w:rsid w:val="008E0AB0"/>
    <w:rsid w:val="008E1A34"/>
    <w:rsid w:val="008E6920"/>
    <w:rsid w:val="008F02AE"/>
    <w:rsid w:val="008F65E3"/>
    <w:rsid w:val="008F7821"/>
    <w:rsid w:val="009055D3"/>
    <w:rsid w:val="00925807"/>
    <w:rsid w:val="009440CF"/>
    <w:rsid w:val="00966AC4"/>
    <w:rsid w:val="00970990"/>
    <w:rsid w:val="0098510C"/>
    <w:rsid w:val="00994F76"/>
    <w:rsid w:val="009A10EC"/>
    <w:rsid w:val="009A37EF"/>
    <w:rsid w:val="009A4A1F"/>
    <w:rsid w:val="009B42CA"/>
    <w:rsid w:val="009C0F44"/>
    <w:rsid w:val="009E0B40"/>
    <w:rsid w:val="009E3433"/>
    <w:rsid w:val="00A01EFD"/>
    <w:rsid w:val="00A03F67"/>
    <w:rsid w:val="00A0401C"/>
    <w:rsid w:val="00A26380"/>
    <w:rsid w:val="00A33686"/>
    <w:rsid w:val="00A34BA0"/>
    <w:rsid w:val="00A36E78"/>
    <w:rsid w:val="00A443EB"/>
    <w:rsid w:val="00A5433D"/>
    <w:rsid w:val="00A54C43"/>
    <w:rsid w:val="00A630A8"/>
    <w:rsid w:val="00A63A0E"/>
    <w:rsid w:val="00A7552F"/>
    <w:rsid w:val="00A95DDC"/>
    <w:rsid w:val="00A96827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B01FF1"/>
    <w:rsid w:val="00B02B13"/>
    <w:rsid w:val="00B131E7"/>
    <w:rsid w:val="00B14CCB"/>
    <w:rsid w:val="00B16126"/>
    <w:rsid w:val="00B30637"/>
    <w:rsid w:val="00B47EB5"/>
    <w:rsid w:val="00B5250E"/>
    <w:rsid w:val="00B53785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C45AC"/>
    <w:rsid w:val="00BD39E6"/>
    <w:rsid w:val="00C05DB7"/>
    <w:rsid w:val="00C127B7"/>
    <w:rsid w:val="00C3485E"/>
    <w:rsid w:val="00C373C4"/>
    <w:rsid w:val="00C502C0"/>
    <w:rsid w:val="00C5726D"/>
    <w:rsid w:val="00C60336"/>
    <w:rsid w:val="00C61BDE"/>
    <w:rsid w:val="00C61EC8"/>
    <w:rsid w:val="00C67B7D"/>
    <w:rsid w:val="00C73179"/>
    <w:rsid w:val="00C77BA2"/>
    <w:rsid w:val="00C77E98"/>
    <w:rsid w:val="00CA49A7"/>
    <w:rsid w:val="00CA666E"/>
    <w:rsid w:val="00CA776D"/>
    <w:rsid w:val="00CB0A78"/>
    <w:rsid w:val="00CB19A3"/>
    <w:rsid w:val="00CB31BC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61375"/>
    <w:rsid w:val="00D72CD4"/>
    <w:rsid w:val="00D804FA"/>
    <w:rsid w:val="00D8315A"/>
    <w:rsid w:val="00D83801"/>
    <w:rsid w:val="00D97FC8"/>
    <w:rsid w:val="00DA1659"/>
    <w:rsid w:val="00DA48C2"/>
    <w:rsid w:val="00DA4D19"/>
    <w:rsid w:val="00DA565A"/>
    <w:rsid w:val="00DA7B56"/>
    <w:rsid w:val="00DB36E4"/>
    <w:rsid w:val="00DC2A31"/>
    <w:rsid w:val="00DC781F"/>
    <w:rsid w:val="00DD4208"/>
    <w:rsid w:val="00DD4209"/>
    <w:rsid w:val="00DD7CE6"/>
    <w:rsid w:val="00DE00FA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DC5"/>
    <w:rsid w:val="00E577D8"/>
    <w:rsid w:val="00E65793"/>
    <w:rsid w:val="00E718F8"/>
    <w:rsid w:val="00E742F2"/>
    <w:rsid w:val="00E75E67"/>
    <w:rsid w:val="00E81370"/>
    <w:rsid w:val="00E869C6"/>
    <w:rsid w:val="00E87FB4"/>
    <w:rsid w:val="00E92BB3"/>
    <w:rsid w:val="00E96143"/>
    <w:rsid w:val="00E96848"/>
    <w:rsid w:val="00EA2447"/>
    <w:rsid w:val="00EA25E8"/>
    <w:rsid w:val="00EB1D85"/>
    <w:rsid w:val="00EC2674"/>
    <w:rsid w:val="00EE3A57"/>
    <w:rsid w:val="00EE3BEB"/>
    <w:rsid w:val="00EE618C"/>
    <w:rsid w:val="00EF548F"/>
    <w:rsid w:val="00EF6AB8"/>
    <w:rsid w:val="00EF7964"/>
    <w:rsid w:val="00F000FE"/>
    <w:rsid w:val="00F00580"/>
    <w:rsid w:val="00F1399E"/>
    <w:rsid w:val="00F22DE2"/>
    <w:rsid w:val="00F230B6"/>
    <w:rsid w:val="00F32981"/>
    <w:rsid w:val="00F377C5"/>
    <w:rsid w:val="00F419BF"/>
    <w:rsid w:val="00F42078"/>
    <w:rsid w:val="00F464C7"/>
    <w:rsid w:val="00F469FB"/>
    <w:rsid w:val="00F5020E"/>
    <w:rsid w:val="00F508FD"/>
    <w:rsid w:val="00F762DC"/>
    <w:rsid w:val="00F80F50"/>
    <w:rsid w:val="00F87ECF"/>
    <w:rsid w:val="00FA4AD9"/>
    <w:rsid w:val="00FB2616"/>
    <w:rsid w:val="00FB61E4"/>
    <w:rsid w:val="00FB7BDD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2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1978</TotalTime>
  <Pages>1</Pages>
  <Words>1421</Words>
  <Characters>811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143</cp:revision>
  <cp:lastPrinted>2019-03-11T13:25:00Z</cp:lastPrinted>
  <dcterms:created xsi:type="dcterms:W3CDTF">2017-02-15T07:11:00Z</dcterms:created>
  <dcterms:modified xsi:type="dcterms:W3CDTF">2019-03-12T06:30:00Z</dcterms:modified>
</cp:coreProperties>
</file>