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766" w:rsidRPr="003B0B61" w:rsidRDefault="00724766">
      <w:pPr>
        <w:rPr>
          <w:sz w:val="20"/>
          <w:szCs w:val="20"/>
          <w:lang w:val="uk-UA"/>
        </w:rPr>
      </w:pPr>
      <w:r w:rsidRPr="003B0B61">
        <w:rPr>
          <w:b/>
          <w:bCs/>
          <w:sz w:val="28"/>
          <w:szCs w:val="28"/>
          <w:lang w:val="uk-UA"/>
        </w:rPr>
        <w:t xml:space="preserve">                            CЄВЄРОДОНЕЦЬКА  МІСЬКА  РАДА</w:t>
      </w:r>
    </w:p>
    <w:p w:rsidR="00724766" w:rsidRPr="003B0B61" w:rsidRDefault="00724766">
      <w:pPr>
        <w:spacing w:line="480" w:lineRule="auto"/>
        <w:rPr>
          <w:sz w:val="20"/>
          <w:szCs w:val="20"/>
          <w:lang w:val="uk-UA"/>
        </w:rPr>
      </w:pPr>
      <w:r w:rsidRPr="003B0B61">
        <w:rPr>
          <w:b/>
          <w:bCs/>
          <w:sz w:val="28"/>
          <w:szCs w:val="28"/>
          <w:lang w:val="uk-UA"/>
        </w:rPr>
        <w:t xml:space="preserve">                                      ВИКОНАВЧИЙ КОМІТЕТ</w:t>
      </w:r>
    </w:p>
    <w:p w:rsidR="00724766" w:rsidRPr="003B0B61" w:rsidRDefault="00724766">
      <w:pPr>
        <w:spacing w:line="480" w:lineRule="auto"/>
        <w:rPr>
          <w:sz w:val="20"/>
          <w:szCs w:val="20"/>
          <w:lang w:val="uk-UA"/>
        </w:rPr>
      </w:pPr>
      <w:r w:rsidRPr="003B0B61">
        <w:rPr>
          <w:b/>
          <w:bCs/>
          <w:sz w:val="28"/>
          <w:szCs w:val="28"/>
          <w:lang w:val="uk-UA"/>
        </w:rPr>
        <w:t xml:space="preserve">                                                 РІШЕННЯ №</w:t>
      </w:r>
      <w:r>
        <w:rPr>
          <w:b/>
          <w:bCs/>
          <w:sz w:val="28"/>
          <w:szCs w:val="28"/>
          <w:lang w:val="uk-UA"/>
        </w:rPr>
        <w:t xml:space="preserve"> 628</w:t>
      </w:r>
    </w:p>
    <w:p w:rsidR="00724766" w:rsidRPr="003B0B61" w:rsidRDefault="00724766">
      <w:pPr>
        <w:rPr>
          <w:b/>
          <w:bCs/>
          <w:sz w:val="20"/>
          <w:szCs w:val="20"/>
          <w:lang w:val="uk-UA"/>
        </w:rPr>
      </w:pPr>
      <w:r>
        <w:rPr>
          <w:b/>
          <w:bCs/>
          <w:lang w:val="uk-UA"/>
        </w:rPr>
        <w:t xml:space="preserve">« 28 </w:t>
      </w:r>
      <w:r w:rsidRPr="003B0B61">
        <w:rPr>
          <w:b/>
          <w:bCs/>
          <w:lang w:val="uk-UA"/>
        </w:rPr>
        <w:t xml:space="preserve">» </w:t>
      </w:r>
      <w:r>
        <w:rPr>
          <w:b/>
          <w:bCs/>
          <w:lang w:val="uk-UA"/>
        </w:rPr>
        <w:t xml:space="preserve">травня </w:t>
      </w:r>
      <w:r w:rsidRPr="003B0B61">
        <w:rPr>
          <w:b/>
          <w:bCs/>
          <w:lang w:val="uk-UA"/>
        </w:rPr>
        <w:t>201</w:t>
      </w:r>
      <w:r>
        <w:rPr>
          <w:b/>
          <w:bCs/>
          <w:lang w:val="uk-UA"/>
        </w:rPr>
        <w:t xml:space="preserve">9 </w:t>
      </w:r>
      <w:r w:rsidRPr="003B0B61">
        <w:rPr>
          <w:b/>
          <w:bCs/>
          <w:lang w:val="uk-UA"/>
        </w:rPr>
        <w:t>року</w:t>
      </w:r>
    </w:p>
    <w:p w:rsidR="00724766" w:rsidRPr="003B0B61" w:rsidRDefault="00724766">
      <w:pPr>
        <w:tabs>
          <w:tab w:val="left" w:pos="720"/>
        </w:tabs>
        <w:spacing w:line="360" w:lineRule="auto"/>
        <w:rPr>
          <w:sz w:val="20"/>
          <w:szCs w:val="20"/>
          <w:lang w:val="uk-UA"/>
        </w:rPr>
      </w:pPr>
      <w:r w:rsidRPr="003B0B61">
        <w:rPr>
          <w:b/>
          <w:bCs/>
          <w:lang w:val="uk-UA"/>
        </w:rPr>
        <w:t>м.Сєвєродонецьк</w:t>
      </w:r>
    </w:p>
    <w:p w:rsidR="00724766" w:rsidRPr="00CA38BA" w:rsidRDefault="00724766" w:rsidP="00430FDE">
      <w:pPr>
        <w:pStyle w:val="BodyText"/>
        <w:tabs>
          <w:tab w:val="left" w:pos="3600"/>
          <w:tab w:val="left" w:pos="3780"/>
          <w:tab w:val="left" w:pos="5220"/>
          <w:tab w:val="left" w:pos="5387"/>
        </w:tabs>
        <w:ind w:right="5385"/>
        <w:jc w:val="both"/>
        <w:rPr>
          <w:lang w:val="uk-UA"/>
        </w:rPr>
      </w:pPr>
      <w:r w:rsidRPr="003B0B61">
        <w:rPr>
          <w:lang w:val="uk-UA"/>
        </w:rPr>
        <w:t>Про</w:t>
      </w:r>
      <w:r>
        <w:rPr>
          <w:lang w:val="uk-UA"/>
        </w:rPr>
        <w:t xml:space="preserve"> </w:t>
      </w:r>
      <w:r w:rsidRPr="003B0B61">
        <w:rPr>
          <w:lang w:val="uk-UA"/>
        </w:rPr>
        <w:t>продовження терміну дії дозвол</w:t>
      </w:r>
      <w:r>
        <w:rPr>
          <w:lang w:val="uk-UA"/>
        </w:rPr>
        <w:t>ів</w:t>
      </w:r>
      <w:r w:rsidRPr="003B0B61">
        <w:rPr>
          <w:lang w:val="uk-UA"/>
        </w:rPr>
        <w:t xml:space="preserve"> на розміщення зовнішньої реклами</w:t>
      </w:r>
      <w:r>
        <w:rPr>
          <w:lang w:val="uk-UA"/>
        </w:rPr>
        <w:t xml:space="preserve"> ФОП Бурданову І.В.</w:t>
      </w:r>
    </w:p>
    <w:p w:rsidR="00724766" w:rsidRPr="0033330F" w:rsidRDefault="00724766">
      <w:pPr>
        <w:tabs>
          <w:tab w:val="left" w:pos="4253"/>
          <w:tab w:val="left" w:pos="4820"/>
          <w:tab w:val="left" w:pos="5670"/>
        </w:tabs>
        <w:ind w:right="5811"/>
        <w:jc w:val="both"/>
        <w:rPr>
          <w:sz w:val="22"/>
          <w:szCs w:val="22"/>
          <w:lang w:val="uk-UA"/>
        </w:rPr>
      </w:pPr>
    </w:p>
    <w:p w:rsidR="00724766" w:rsidRPr="0033330F" w:rsidRDefault="00724766" w:rsidP="0033330F">
      <w:pPr>
        <w:tabs>
          <w:tab w:val="num" w:pos="360"/>
        </w:tabs>
        <w:ind w:firstLine="708"/>
        <w:jc w:val="both"/>
        <w:rPr>
          <w:lang w:val="uk-UA"/>
        </w:rPr>
      </w:pPr>
      <w:r w:rsidRPr="0033330F">
        <w:rPr>
          <w:lang w:val="uk-UA"/>
        </w:rPr>
        <w:t xml:space="preserve">Керуючись ст.30 Закону України «Про місцеве самоврядування в Україні», Законом України «Про рекламу», рішенням виконкому Сєвєродонецької міської ради №683 від 14.12.2016р. «Про затвердження Порядку   розміщення зовнішньої реклами у місті Сєвєродонецьку в новій редакції», розглянувши звернення </w:t>
      </w:r>
      <w:r>
        <w:rPr>
          <w:lang w:val="uk-UA"/>
        </w:rPr>
        <w:t>фізичної особи-підприємця Бурданова Ігоря Васильовича щодо продовження терміну дії дозволів на розміщення зовнішньої реклами – тимчасових виносних спеціальних конструкцій (штендерів) у місті Сєвєродонецьку, дозволи на розміщення зовнішньої реклами №№1011-1015 від 05 березня 2019 року</w:t>
      </w:r>
      <w:r w:rsidRPr="0033330F">
        <w:rPr>
          <w:lang w:val="uk-UA"/>
        </w:rPr>
        <w:t>, виконком міської ради</w:t>
      </w:r>
      <w:r w:rsidRPr="0033330F">
        <w:rPr>
          <w:b/>
          <w:bCs/>
          <w:color w:val="000000"/>
          <w:spacing w:val="-7"/>
          <w:lang w:val="uk-UA"/>
        </w:rPr>
        <w:t xml:space="preserve">         </w:t>
      </w:r>
    </w:p>
    <w:p w:rsidR="00724766" w:rsidRPr="0033330F" w:rsidRDefault="00724766">
      <w:pPr>
        <w:jc w:val="both"/>
        <w:rPr>
          <w:b/>
          <w:bCs/>
          <w:color w:val="000000"/>
          <w:spacing w:val="-7"/>
          <w:lang w:val="uk-UA"/>
        </w:rPr>
      </w:pPr>
    </w:p>
    <w:p w:rsidR="00724766" w:rsidRPr="0033330F" w:rsidRDefault="00724766" w:rsidP="001347BB">
      <w:pPr>
        <w:tabs>
          <w:tab w:val="left" w:pos="0"/>
        </w:tabs>
        <w:jc w:val="both"/>
        <w:rPr>
          <w:b/>
          <w:bCs/>
          <w:color w:val="000000"/>
          <w:spacing w:val="-7"/>
          <w:lang w:val="uk-UA"/>
        </w:rPr>
      </w:pPr>
      <w:r w:rsidRPr="0033330F">
        <w:rPr>
          <w:b/>
          <w:bCs/>
          <w:color w:val="000000"/>
          <w:spacing w:val="-7"/>
          <w:lang w:val="uk-UA"/>
        </w:rPr>
        <w:t>ВИРІШИВ:</w:t>
      </w:r>
    </w:p>
    <w:p w:rsidR="00724766" w:rsidRPr="0033330F" w:rsidRDefault="00724766">
      <w:pPr>
        <w:tabs>
          <w:tab w:val="left" w:pos="0"/>
        </w:tabs>
        <w:jc w:val="both"/>
        <w:rPr>
          <w:lang w:val="uk-UA"/>
        </w:rPr>
      </w:pPr>
    </w:p>
    <w:p w:rsidR="00724766" w:rsidRDefault="00724766" w:rsidP="00430FDE">
      <w:pPr>
        <w:numPr>
          <w:ilvl w:val="0"/>
          <w:numId w:val="4"/>
        </w:numPr>
        <w:tabs>
          <w:tab w:val="clear" w:pos="360"/>
          <w:tab w:val="left" w:pos="1080"/>
        </w:tabs>
        <w:ind w:left="0" w:firstLine="720"/>
        <w:jc w:val="both"/>
        <w:rPr>
          <w:lang w:val="uk-UA"/>
        </w:rPr>
      </w:pPr>
      <w:r>
        <w:rPr>
          <w:lang w:val="uk-UA"/>
        </w:rPr>
        <w:t>Продовжити фізичній особі-підприємцю Бурданову Ігорю Васильовичу з 05 червня</w:t>
      </w:r>
      <w:r>
        <w:t xml:space="preserve"> </w:t>
      </w:r>
      <w:r>
        <w:rPr>
          <w:lang w:val="uk-UA"/>
        </w:rPr>
        <w:t xml:space="preserve">2019 року до 05 вересня 2019 року  </w:t>
      </w:r>
      <w:r w:rsidRPr="001F78FB">
        <w:rPr>
          <w:lang w:val="uk-UA"/>
        </w:rPr>
        <w:t>термін дії дозволів на розміщення зовнішньої реклами за наступними адресами</w:t>
      </w:r>
      <w:r>
        <w:rPr>
          <w:lang w:val="uk-UA"/>
        </w:rPr>
        <w:t>:</w:t>
      </w:r>
    </w:p>
    <w:p w:rsidR="00724766" w:rsidRDefault="00724766" w:rsidP="00430FDE">
      <w:pPr>
        <w:ind w:left="567" w:hanging="425"/>
        <w:jc w:val="both"/>
        <w:rPr>
          <w:lang w:val="uk-UA"/>
        </w:rPr>
      </w:pPr>
      <w:r w:rsidRPr="001F78FB">
        <w:rPr>
          <w:lang w:val="uk-UA"/>
        </w:rPr>
        <w:t>1.1. м. Сєвєродонецьк, пр. Хіміків, район  буд. №25. Тип рекламного засобу – тимчасова виносна спеціальна конструкція (штендер), розміром 1,0м х 0,65м.</w:t>
      </w:r>
    </w:p>
    <w:p w:rsidR="00724766" w:rsidRDefault="00724766" w:rsidP="00430FDE">
      <w:pPr>
        <w:ind w:left="567" w:hanging="425"/>
        <w:jc w:val="both"/>
        <w:rPr>
          <w:lang w:val="uk-UA"/>
        </w:rPr>
      </w:pPr>
      <w:r w:rsidRPr="001F78FB">
        <w:rPr>
          <w:lang w:val="uk-UA"/>
        </w:rPr>
        <w:t>1.2. м. Сєвєродонецьк, пр. Хіміків, район  буд. №42. Тип рекламного засобу – тимчасова виносна спеціальна конструкція (штендер), розміром 1,0м х 0,65м.</w:t>
      </w:r>
    </w:p>
    <w:p w:rsidR="00724766" w:rsidRDefault="00724766" w:rsidP="00430FDE">
      <w:pPr>
        <w:ind w:left="567" w:hanging="425"/>
        <w:jc w:val="both"/>
        <w:rPr>
          <w:lang w:val="uk-UA"/>
        </w:rPr>
      </w:pPr>
      <w:r w:rsidRPr="001F78FB">
        <w:rPr>
          <w:lang w:val="uk-UA"/>
        </w:rPr>
        <w:t xml:space="preserve">1.3. м. Сєвєродонецьк, вул. Курчатова, район  буд. №11. Тип рекламного засобу – тимчасова виносна спеціальна конструкція (штендер), розміром 1,0м х 0,65м. </w:t>
      </w:r>
    </w:p>
    <w:p w:rsidR="00724766" w:rsidRDefault="00724766" w:rsidP="00430FDE">
      <w:pPr>
        <w:ind w:left="567" w:hanging="425"/>
        <w:jc w:val="both"/>
        <w:rPr>
          <w:lang w:val="uk-UA"/>
        </w:rPr>
      </w:pPr>
      <w:r w:rsidRPr="001F78FB">
        <w:rPr>
          <w:lang w:val="uk-UA"/>
        </w:rPr>
        <w:t>1.4. м. Сєвєродонецьк, вул. Курчатова, район  буд. №30. Тип рекламного засобу – тимчасова виносна спеціальна конструкція (штендер), розміром 1,0м х 0,65м.</w:t>
      </w:r>
    </w:p>
    <w:p w:rsidR="00724766" w:rsidRPr="001F78FB" w:rsidRDefault="00724766" w:rsidP="00430FDE">
      <w:pPr>
        <w:ind w:left="567" w:hanging="425"/>
        <w:jc w:val="both"/>
        <w:rPr>
          <w:lang w:val="uk-UA"/>
        </w:rPr>
      </w:pPr>
      <w:r w:rsidRPr="001F78FB">
        <w:rPr>
          <w:lang w:val="uk-UA"/>
        </w:rPr>
        <w:t xml:space="preserve">1.5. м. Сєвєродонецьк, </w:t>
      </w:r>
      <w:r>
        <w:rPr>
          <w:lang w:val="uk-UA"/>
        </w:rPr>
        <w:t>вул. Гоголя, район буд. №24</w:t>
      </w:r>
      <w:r w:rsidRPr="001F78FB">
        <w:rPr>
          <w:lang w:val="uk-UA"/>
        </w:rPr>
        <w:t>. Тип рекламного засобу – тимчасова виносна спеціальна конструкція (штендер), розміром 1,0м х 0,65м.</w:t>
      </w:r>
    </w:p>
    <w:p w:rsidR="00724766" w:rsidRDefault="00724766" w:rsidP="00430FDE">
      <w:pPr>
        <w:numPr>
          <w:ilvl w:val="0"/>
          <w:numId w:val="4"/>
        </w:numPr>
        <w:tabs>
          <w:tab w:val="clear" w:pos="360"/>
          <w:tab w:val="left" w:pos="1080"/>
        </w:tabs>
        <w:ind w:left="0" w:firstLine="720"/>
        <w:jc w:val="both"/>
        <w:rPr>
          <w:lang w:val="uk-UA"/>
        </w:rPr>
      </w:pPr>
      <w:r>
        <w:rPr>
          <w:lang w:val="uk-UA"/>
        </w:rPr>
        <w:t xml:space="preserve">ФОП Бурданову І.В. </w:t>
      </w:r>
      <w:r w:rsidRPr="00C7543A">
        <w:rPr>
          <w:lang w:val="uk-UA"/>
        </w:rPr>
        <w:t xml:space="preserve">в двотижневий термін укласти додаткові угоди до договорів на </w:t>
      </w:r>
      <w:r>
        <w:rPr>
          <w:lang w:val="uk-UA"/>
        </w:rPr>
        <w:t>тимчасове користуванням місцями.</w:t>
      </w:r>
    </w:p>
    <w:p w:rsidR="00724766" w:rsidRDefault="00724766" w:rsidP="00430FDE">
      <w:pPr>
        <w:numPr>
          <w:ilvl w:val="0"/>
          <w:numId w:val="4"/>
        </w:numPr>
        <w:tabs>
          <w:tab w:val="clear" w:pos="360"/>
          <w:tab w:val="left" w:pos="1080"/>
        </w:tabs>
        <w:ind w:left="0" w:firstLine="720"/>
        <w:jc w:val="both"/>
        <w:rPr>
          <w:lang w:val="uk-UA"/>
        </w:rPr>
      </w:pPr>
      <w:r w:rsidRPr="0033330F">
        <w:rPr>
          <w:lang w:val="uk-UA"/>
        </w:rPr>
        <w:t>Дане рішення підлягає оприлюдненню.</w:t>
      </w:r>
    </w:p>
    <w:p w:rsidR="00724766" w:rsidRPr="000F581A" w:rsidRDefault="00724766" w:rsidP="000F581A">
      <w:pPr>
        <w:numPr>
          <w:ilvl w:val="0"/>
          <w:numId w:val="4"/>
        </w:numPr>
        <w:tabs>
          <w:tab w:val="clear" w:pos="360"/>
          <w:tab w:val="left" w:pos="1080"/>
        </w:tabs>
        <w:ind w:left="0" w:firstLine="720"/>
        <w:jc w:val="both"/>
        <w:rPr>
          <w:lang w:val="uk-UA"/>
        </w:rPr>
      </w:pPr>
      <w:r w:rsidRPr="000F581A">
        <w:rPr>
          <w:lang w:val="uk-UA"/>
        </w:rPr>
        <w:t>Контроль за виконанням цього рішення покласти на заступника міського  голови, начальника ФКМ міської ради   Ольшанського О.В.</w:t>
      </w:r>
    </w:p>
    <w:tbl>
      <w:tblPr>
        <w:tblW w:w="25035" w:type="dxa"/>
        <w:tblInd w:w="-106" w:type="dxa"/>
        <w:tblLook w:val="0000"/>
      </w:tblPr>
      <w:tblGrid>
        <w:gridCol w:w="23535"/>
        <w:gridCol w:w="1028"/>
        <w:gridCol w:w="236"/>
        <w:gridCol w:w="236"/>
      </w:tblGrid>
      <w:tr w:rsidR="00724766">
        <w:trPr>
          <w:trHeight w:val="399"/>
        </w:trPr>
        <w:tc>
          <w:tcPr>
            <w:tcW w:w="23535" w:type="dxa"/>
          </w:tcPr>
          <w:p w:rsidR="00724766" w:rsidRDefault="00724766" w:rsidP="00801687">
            <w:pPr>
              <w:rPr>
                <w:b/>
                <w:bCs/>
                <w:lang w:val="uk-UA"/>
              </w:rPr>
            </w:pPr>
          </w:p>
          <w:p w:rsidR="00724766" w:rsidRDefault="00724766" w:rsidP="00801687">
            <w:pPr>
              <w:rPr>
                <w:b/>
                <w:bCs/>
                <w:lang w:val="uk-UA"/>
              </w:rPr>
            </w:pPr>
          </w:p>
          <w:tbl>
            <w:tblPr>
              <w:tblW w:w="23319" w:type="dxa"/>
              <w:tblLook w:val="0000"/>
            </w:tblPr>
            <w:tblGrid>
              <w:gridCol w:w="7371"/>
              <w:gridCol w:w="6624"/>
              <w:gridCol w:w="6624"/>
              <w:gridCol w:w="2700"/>
            </w:tblGrid>
            <w:tr w:rsidR="00724766" w:rsidRPr="00250712">
              <w:trPr>
                <w:trHeight w:val="399"/>
              </w:trPr>
              <w:tc>
                <w:tcPr>
                  <w:tcW w:w="7371" w:type="dxa"/>
                </w:tcPr>
                <w:p w:rsidR="00724766" w:rsidRPr="00250712" w:rsidRDefault="00724766" w:rsidP="00A72D91">
                  <w:pPr>
                    <w:rPr>
                      <w:b/>
                      <w:bCs/>
                      <w:lang w:val="uk-UA"/>
                    </w:rPr>
                  </w:pPr>
                  <w:r w:rsidRPr="00250712">
                    <w:rPr>
                      <w:b/>
                      <w:bCs/>
                      <w:lang w:val="uk-UA"/>
                    </w:rPr>
                    <w:t xml:space="preserve">Секретар міської ради, </w:t>
                  </w:r>
                </w:p>
                <w:p w:rsidR="00724766" w:rsidRPr="00250712" w:rsidRDefault="00724766" w:rsidP="00A72D91">
                  <w:pPr>
                    <w:rPr>
                      <w:b/>
                      <w:bCs/>
                      <w:lang w:val="uk-UA"/>
                    </w:rPr>
                  </w:pPr>
                  <w:r w:rsidRPr="00250712">
                    <w:rPr>
                      <w:b/>
                      <w:bCs/>
                      <w:lang w:val="uk-UA"/>
                    </w:rPr>
                    <w:t>в.о. міського голови</w:t>
                  </w:r>
                </w:p>
              </w:tc>
              <w:tc>
                <w:tcPr>
                  <w:tcW w:w="6624" w:type="dxa"/>
                </w:tcPr>
                <w:p w:rsidR="00724766" w:rsidRPr="00250712" w:rsidRDefault="00724766" w:rsidP="00A72D91">
                  <w:pPr>
                    <w:rPr>
                      <w:b/>
                      <w:bCs/>
                      <w:lang w:val="uk-UA"/>
                    </w:rPr>
                  </w:pPr>
                </w:p>
                <w:p w:rsidR="00724766" w:rsidRPr="00250712" w:rsidRDefault="00724766" w:rsidP="00A72D91">
                  <w:pPr>
                    <w:rPr>
                      <w:b/>
                      <w:bCs/>
                      <w:lang w:val="uk-UA"/>
                    </w:rPr>
                  </w:pPr>
                  <w:r w:rsidRPr="00250712">
                    <w:rPr>
                      <w:b/>
                      <w:bCs/>
                      <w:lang w:val="uk-UA"/>
                    </w:rPr>
                    <w:t>В.П. Ткачук</w:t>
                  </w:r>
                </w:p>
              </w:tc>
              <w:tc>
                <w:tcPr>
                  <w:tcW w:w="6624" w:type="dxa"/>
                </w:tcPr>
                <w:p w:rsidR="00724766" w:rsidRPr="00250712" w:rsidRDefault="00724766" w:rsidP="00A72D91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700" w:type="dxa"/>
                </w:tcPr>
                <w:p w:rsidR="00724766" w:rsidRPr="00250712" w:rsidRDefault="00724766" w:rsidP="00A72D91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</w:p>
              </w:tc>
            </w:tr>
          </w:tbl>
          <w:p w:rsidR="00724766" w:rsidRDefault="00724766" w:rsidP="00801687">
            <w:pPr>
              <w:rPr>
                <w:b/>
                <w:bCs/>
                <w:lang w:val="uk-UA"/>
              </w:rPr>
            </w:pPr>
          </w:p>
          <w:p w:rsidR="00724766" w:rsidRDefault="00724766" w:rsidP="00801687">
            <w:pPr>
              <w:rPr>
                <w:b/>
                <w:bCs/>
                <w:lang w:val="uk-UA"/>
              </w:rPr>
            </w:pPr>
          </w:p>
          <w:p w:rsidR="00724766" w:rsidRPr="003C66A5" w:rsidRDefault="00724766" w:rsidP="00801687">
            <w:pPr>
              <w:rPr>
                <w:b/>
                <w:bCs/>
                <w:lang w:val="uk-UA"/>
              </w:rPr>
            </w:pPr>
          </w:p>
        </w:tc>
        <w:tc>
          <w:tcPr>
            <w:tcW w:w="1028" w:type="dxa"/>
          </w:tcPr>
          <w:p w:rsidR="00724766" w:rsidRDefault="00724766" w:rsidP="00801687">
            <w:pPr>
              <w:rPr>
                <w:b/>
                <w:bCs/>
                <w:lang w:val="uk-UA"/>
              </w:rPr>
            </w:pPr>
          </w:p>
          <w:p w:rsidR="00724766" w:rsidRDefault="00724766" w:rsidP="00801687">
            <w:pPr>
              <w:rPr>
                <w:b/>
                <w:bCs/>
                <w:lang w:val="uk-UA"/>
              </w:rPr>
            </w:pPr>
          </w:p>
          <w:p w:rsidR="00724766" w:rsidRDefault="00724766" w:rsidP="00801687">
            <w:pPr>
              <w:rPr>
                <w:b/>
                <w:bCs/>
                <w:lang w:val="uk-UA"/>
              </w:rPr>
            </w:pPr>
          </w:p>
          <w:p w:rsidR="00724766" w:rsidRPr="003C66A5" w:rsidRDefault="00724766" w:rsidP="00801687">
            <w:pPr>
              <w:rPr>
                <w:b/>
                <w:bCs/>
                <w:lang w:val="uk-UA"/>
              </w:rPr>
            </w:pPr>
          </w:p>
          <w:p w:rsidR="00724766" w:rsidRPr="003C66A5" w:rsidRDefault="00724766" w:rsidP="00801687">
            <w:pPr>
              <w:rPr>
                <w:b/>
                <w:bCs/>
                <w:lang w:val="uk-UA"/>
              </w:rPr>
            </w:pPr>
            <w:r w:rsidRPr="003C66A5">
              <w:rPr>
                <w:b/>
                <w:bCs/>
                <w:lang w:val="uk-UA"/>
              </w:rPr>
              <w:t>В.П. Ткачук</w:t>
            </w:r>
          </w:p>
        </w:tc>
        <w:tc>
          <w:tcPr>
            <w:tcW w:w="236" w:type="dxa"/>
          </w:tcPr>
          <w:p w:rsidR="00724766" w:rsidRDefault="00724766" w:rsidP="00801687">
            <w:pPr>
              <w:spacing w:line="360" w:lineRule="auto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4766" w:rsidRDefault="00724766" w:rsidP="00801687">
            <w:pPr>
              <w:spacing w:line="360" w:lineRule="auto"/>
              <w:rPr>
                <w:b/>
                <w:bCs/>
                <w:lang w:val="uk-UA"/>
              </w:rPr>
            </w:pPr>
          </w:p>
        </w:tc>
      </w:tr>
      <w:tr w:rsidR="00724766" w:rsidRPr="003C66A5">
        <w:tc>
          <w:tcPr>
            <w:tcW w:w="23535" w:type="dxa"/>
          </w:tcPr>
          <w:p w:rsidR="00724766" w:rsidRPr="003C66A5" w:rsidRDefault="00724766" w:rsidP="00801687">
            <w:pPr>
              <w:rPr>
                <w:lang w:val="uk-UA"/>
              </w:rPr>
            </w:pPr>
            <w:r w:rsidRPr="003C66A5">
              <w:rPr>
                <w:lang w:val="uk-UA"/>
              </w:rPr>
              <w:t xml:space="preserve"> </w:t>
            </w:r>
          </w:p>
        </w:tc>
        <w:tc>
          <w:tcPr>
            <w:tcW w:w="1028" w:type="dxa"/>
          </w:tcPr>
          <w:p w:rsidR="00724766" w:rsidRPr="003C66A5" w:rsidRDefault="00724766" w:rsidP="00801687">
            <w:pPr>
              <w:tabs>
                <w:tab w:val="left" w:pos="720"/>
              </w:tabs>
              <w:rPr>
                <w:lang w:val="uk-UA"/>
              </w:rPr>
            </w:pPr>
          </w:p>
        </w:tc>
        <w:tc>
          <w:tcPr>
            <w:tcW w:w="236" w:type="dxa"/>
          </w:tcPr>
          <w:p w:rsidR="00724766" w:rsidRPr="003C66A5" w:rsidRDefault="00724766" w:rsidP="00801687">
            <w:pPr>
              <w:tabs>
                <w:tab w:val="left" w:pos="720"/>
              </w:tabs>
              <w:rPr>
                <w:lang w:val="uk-UA"/>
              </w:rPr>
            </w:pPr>
          </w:p>
        </w:tc>
        <w:tc>
          <w:tcPr>
            <w:tcW w:w="236" w:type="dxa"/>
          </w:tcPr>
          <w:p w:rsidR="00724766" w:rsidRPr="003C66A5" w:rsidRDefault="00724766" w:rsidP="00801687">
            <w:pPr>
              <w:tabs>
                <w:tab w:val="left" w:pos="720"/>
              </w:tabs>
              <w:rPr>
                <w:lang w:val="uk-UA"/>
              </w:rPr>
            </w:pPr>
          </w:p>
        </w:tc>
      </w:tr>
    </w:tbl>
    <w:p w:rsidR="00724766" w:rsidRDefault="00724766" w:rsidP="00887FA6">
      <w:pPr>
        <w:tabs>
          <w:tab w:val="left" w:pos="1080"/>
        </w:tabs>
        <w:jc w:val="both"/>
        <w:rPr>
          <w:sz w:val="20"/>
          <w:szCs w:val="20"/>
          <w:lang w:val="uk-UA"/>
        </w:rPr>
      </w:pPr>
    </w:p>
    <w:sectPr w:rsidR="00724766" w:rsidSect="006766A2">
      <w:pgSz w:w="11906" w:h="16838"/>
      <w:pgMar w:top="539" w:right="567" w:bottom="1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07A1"/>
    <w:multiLevelType w:val="hybridMultilevel"/>
    <w:tmpl w:val="AA14604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DCA1E91"/>
    <w:multiLevelType w:val="multilevel"/>
    <w:tmpl w:val="5630C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2E222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D6C73F7"/>
    <w:multiLevelType w:val="hybridMultilevel"/>
    <w:tmpl w:val="349227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54A34F9"/>
    <w:multiLevelType w:val="hybridMultilevel"/>
    <w:tmpl w:val="F168B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6B7DD5"/>
    <w:multiLevelType w:val="hybridMultilevel"/>
    <w:tmpl w:val="32A07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7CE7AA">
      <w:numFmt w:val="bullet"/>
      <w:lvlText w:val="-"/>
      <w:lvlJc w:val="left"/>
      <w:pPr>
        <w:tabs>
          <w:tab w:val="num" w:pos="1680"/>
        </w:tabs>
        <w:ind w:left="1680" w:hanging="60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0B5EF0"/>
    <w:multiLevelType w:val="hybridMultilevel"/>
    <w:tmpl w:val="8FA0828C"/>
    <w:lvl w:ilvl="0" w:tplc="83F2589E">
      <w:start w:val="1"/>
      <w:numFmt w:val="bullet"/>
      <w:lvlText w:val=""/>
      <w:lvlJc w:val="left"/>
      <w:pPr>
        <w:tabs>
          <w:tab w:val="num" w:pos="720"/>
        </w:tabs>
        <w:ind w:left="644" w:hanging="284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9F136D"/>
    <w:multiLevelType w:val="hybridMultilevel"/>
    <w:tmpl w:val="CE2020BE"/>
    <w:lvl w:ilvl="0" w:tplc="B9905370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8">
    <w:nsid w:val="63130DC4"/>
    <w:multiLevelType w:val="hybridMultilevel"/>
    <w:tmpl w:val="8FA082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D70136"/>
    <w:multiLevelType w:val="hybridMultilevel"/>
    <w:tmpl w:val="8FA0828C"/>
    <w:lvl w:ilvl="0" w:tplc="7C60D5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01B2A"/>
    <w:multiLevelType w:val="hybridMultilevel"/>
    <w:tmpl w:val="35D8112A"/>
    <w:lvl w:ilvl="0" w:tplc="B1DCB708">
      <w:start w:val="1"/>
      <w:numFmt w:val="decimal"/>
      <w:lvlText w:val="%1."/>
      <w:lvlJc w:val="left"/>
      <w:pPr>
        <w:tabs>
          <w:tab w:val="num" w:pos="1342"/>
        </w:tabs>
        <w:ind w:left="1342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9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0899"/>
    <w:rsid w:val="000038F7"/>
    <w:rsid w:val="00056E58"/>
    <w:rsid w:val="000726E6"/>
    <w:rsid w:val="00091A2F"/>
    <w:rsid w:val="000A2DD4"/>
    <w:rsid w:val="000B1A1F"/>
    <w:rsid w:val="000C292D"/>
    <w:rsid w:val="000C363B"/>
    <w:rsid w:val="000E52A5"/>
    <w:rsid w:val="000F581A"/>
    <w:rsid w:val="0011100E"/>
    <w:rsid w:val="0011731E"/>
    <w:rsid w:val="001347BB"/>
    <w:rsid w:val="001434A1"/>
    <w:rsid w:val="0014526C"/>
    <w:rsid w:val="00145C11"/>
    <w:rsid w:val="0017423F"/>
    <w:rsid w:val="00186F36"/>
    <w:rsid w:val="00193389"/>
    <w:rsid w:val="001967C6"/>
    <w:rsid w:val="001A7045"/>
    <w:rsid w:val="001F1F06"/>
    <w:rsid w:val="001F78FB"/>
    <w:rsid w:val="0022640B"/>
    <w:rsid w:val="00234664"/>
    <w:rsid w:val="00250712"/>
    <w:rsid w:val="002520E1"/>
    <w:rsid w:val="00255581"/>
    <w:rsid w:val="00261405"/>
    <w:rsid w:val="00266933"/>
    <w:rsid w:val="002A021A"/>
    <w:rsid w:val="002A5B7A"/>
    <w:rsid w:val="002B5D06"/>
    <w:rsid w:val="002C136F"/>
    <w:rsid w:val="002C4EB1"/>
    <w:rsid w:val="002C78AB"/>
    <w:rsid w:val="002F5184"/>
    <w:rsid w:val="0030083E"/>
    <w:rsid w:val="00322828"/>
    <w:rsid w:val="00326FFC"/>
    <w:rsid w:val="00331470"/>
    <w:rsid w:val="0033330F"/>
    <w:rsid w:val="003355E5"/>
    <w:rsid w:val="00343DC6"/>
    <w:rsid w:val="003549FE"/>
    <w:rsid w:val="00377995"/>
    <w:rsid w:val="00394FA6"/>
    <w:rsid w:val="00397E4F"/>
    <w:rsid w:val="003A0AA4"/>
    <w:rsid w:val="003B0B61"/>
    <w:rsid w:val="003C2115"/>
    <w:rsid w:val="003C327D"/>
    <w:rsid w:val="003C66A5"/>
    <w:rsid w:val="003D72F8"/>
    <w:rsid w:val="003E6462"/>
    <w:rsid w:val="00430FDE"/>
    <w:rsid w:val="00435265"/>
    <w:rsid w:val="00454147"/>
    <w:rsid w:val="00460120"/>
    <w:rsid w:val="00462EB8"/>
    <w:rsid w:val="0047449D"/>
    <w:rsid w:val="0047692E"/>
    <w:rsid w:val="00485F74"/>
    <w:rsid w:val="004A0899"/>
    <w:rsid w:val="004D4D8B"/>
    <w:rsid w:val="005779FA"/>
    <w:rsid w:val="00594ADA"/>
    <w:rsid w:val="005B635C"/>
    <w:rsid w:val="005C1C5A"/>
    <w:rsid w:val="005E360D"/>
    <w:rsid w:val="00622303"/>
    <w:rsid w:val="0062326A"/>
    <w:rsid w:val="00630375"/>
    <w:rsid w:val="006356C9"/>
    <w:rsid w:val="00641767"/>
    <w:rsid w:val="006766A2"/>
    <w:rsid w:val="006921DB"/>
    <w:rsid w:val="006A62AA"/>
    <w:rsid w:val="006F6E25"/>
    <w:rsid w:val="00724766"/>
    <w:rsid w:val="00766C3F"/>
    <w:rsid w:val="0077298E"/>
    <w:rsid w:val="007A0C73"/>
    <w:rsid w:val="007D50B4"/>
    <w:rsid w:val="007F13B5"/>
    <w:rsid w:val="00801687"/>
    <w:rsid w:val="00802DD0"/>
    <w:rsid w:val="00814443"/>
    <w:rsid w:val="00832935"/>
    <w:rsid w:val="0085051C"/>
    <w:rsid w:val="00850652"/>
    <w:rsid w:val="008672E8"/>
    <w:rsid w:val="00887FA6"/>
    <w:rsid w:val="008A3532"/>
    <w:rsid w:val="008D48ED"/>
    <w:rsid w:val="008E2748"/>
    <w:rsid w:val="008F2357"/>
    <w:rsid w:val="008F618C"/>
    <w:rsid w:val="008F6BB0"/>
    <w:rsid w:val="00906AD5"/>
    <w:rsid w:val="00921249"/>
    <w:rsid w:val="009217AB"/>
    <w:rsid w:val="0097471F"/>
    <w:rsid w:val="00987167"/>
    <w:rsid w:val="00992766"/>
    <w:rsid w:val="009A6F74"/>
    <w:rsid w:val="009D18DB"/>
    <w:rsid w:val="009D3344"/>
    <w:rsid w:val="009F0CA3"/>
    <w:rsid w:val="009F6C41"/>
    <w:rsid w:val="00A40A12"/>
    <w:rsid w:val="00A43F2D"/>
    <w:rsid w:val="00A440F7"/>
    <w:rsid w:val="00A53A8F"/>
    <w:rsid w:val="00A72D91"/>
    <w:rsid w:val="00A74859"/>
    <w:rsid w:val="00A93E80"/>
    <w:rsid w:val="00AB7FD6"/>
    <w:rsid w:val="00AC1B4D"/>
    <w:rsid w:val="00AF40AA"/>
    <w:rsid w:val="00B04B75"/>
    <w:rsid w:val="00B22213"/>
    <w:rsid w:val="00B22A41"/>
    <w:rsid w:val="00B7040E"/>
    <w:rsid w:val="00B73A36"/>
    <w:rsid w:val="00B76B77"/>
    <w:rsid w:val="00B76DC8"/>
    <w:rsid w:val="00B80647"/>
    <w:rsid w:val="00B97BA3"/>
    <w:rsid w:val="00BC1015"/>
    <w:rsid w:val="00BD4B52"/>
    <w:rsid w:val="00BE4BE4"/>
    <w:rsid w:val="00BF60E9"/>
    <w:rsid w:val="00BF75E7"/>
    <w:rsid w:val="00C11ACB"/>
    <w:rsid w:val="00C20185"/>
    <w:rsid w:val="00C2310A"/>
    <w:rsid w:val="00C24D52"/>
    <w:rsid w:val="00C312FA"/>
    <w:rsid w:val="00C31CAA"/>
    <w:rsid w:val="00C41901"/>
    <w:rsid w:val="00C70C80"/>
    <w:rsid w:val="00C74D53"/>
    <w:rsid w:val="00C7543A"/>
    <w:rsid w:val="00C855B5"/>
    <w:rsid w:val="00C9365E"/>
    <w:rsid w:val="00CA38BA"/>
    <w:rsid w:val="00D36679"/>
    <w:rsid w:val="00D718C5"/>
    <w:rsid w:val="00D94442"/>
    <w:rsid w:val="00DA4C6D"/>
    <w:rsid w:val="00DF110D"/>
    <w:rsid w:val="00E14C95"/>
    <w:rsid w:val="00E1694B"/>
    <w:rsid w:val="00E23938"/>
    <w:rsid w:val="00E334C6"/>
    <w:rsid w:val="00E42A10"/>
    <w:rsid w:val="00E52615"/>
    <w:rsid w:val="00E638DA"/>
    <w:rsid w:val="00E75A08"/>
    <w:rsid w:val="00E76837"/>
    <w:rsid w:val="00EB6BAA"/>
    <w:rsid w:val="00EC5D6D"/>
    <w:rsid w:val="00EF738B"/>
    <w:rsid w:val="00F071E3"/>
    <w:rsid w:val="00F128D4"/>
    <w:rsid w:val="00F27AE8"/>
    <w:rsid w:val="00FC1C1C"/>
    <w:rsid w:val="00FC47B1"/>
    <w:rsid w:val="00FD16CA"/>
    <w:rsid w:val="00FD20F9"/>
    <w:rsid w:val="00FE076A"/>
    <w:rsid w:val="00FF2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27D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327D"/>
    <w:pPr>
      <w:keepNext/>
      <w:jc w:val="both"/>
      <w:outlineLvl w:val="0"/>
    </w:pPr>
    <w:rPr>
      <w:b/>
      <w:bCs/>
      <w:sz w:val="32"/>
      <w:szCs w:val="32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327D"/>
    <w:pPr>
      <w:keepNext/>
      <w:jc w:val="both"/>
      <w:outlineLvl w:val="1"/>
    </w:pPr>
    <w:rPr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C327D"/>
    <w:pPr>
      <w:keepNext/>
      <w:outlineLvl w:val="2"/>
    </w:pPr>
    <w:rPr>
      <w:b/>
      <w:bCs/>
      <w:sz w:val="28"/>
      <w:szCs w:val="28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06AD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Calibri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3C327D"/>
    <w:pPr>
      <w:ind w:firstLine="709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3C327D"/>
    <w:pPr>
      <w:shd w:val="clear" w:color="auto" w:fill="FFFFFF"/>
      <w:tabs>
        <w:tab w:val="left" w:pos="958"/>
      </w:tabs>
      <w:spacing w:before="266" w:line="274" w:lineRule="exact"/>
      <w:ind w:left="382" w:hanging="22"/>
      <w:jc w:val="both"/>
    </w:pPr>
    <w:rPr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3C32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3C327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sz w:val="16"/>
      <w:szCs w:val="16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C32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val="ru-RU" w:eastAsia="ru-RU"/>
    </w:rPr>
  </w:style>
  <w:style w:type="paragraph" w:styleId="BodyText2">
    <w:name w:val="Body Text 2"/>
    <w:basedOn w:val="Normal"/>
    <w:link w:val="BodyText2Char"/>
    <w:uiPriority w:val="99"/>
    <w:rsid w:val="003C327D"/>
    <w:pPr>
      <w:suppressAutoHyphens/>
    </w:pPr>
    <w:rPr>
      <w:sz w:val="20"/>
      <w:szCs w:val="20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sz w:val="24"/>
      <w:szCs w:val="24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906AD5"/>
    <w:pPr>
      <w:overflowPunct w:val="0"/>
      <w:autoSpaceDE w:val="0"/>
      <w:autoSpaceDN w:val="0"/>
      <w:adjustRightInd w:val="0"/>
      <w:textAlignment w:val="baseline"/>
    </w:pPr>
    <w:rPr>
      <w:b/>
      <w:bCs/>
      <w:lang w:val="uk-UA"/>
    </w:rPr>
  </w:style>
  <w:style w:type="paragraph" w:customStyle="1" w:styleId="a">
    <w:name w:val="Знак"/>
    <w:basedOn w:val="Normal"/>
    <w:uiPriority w:val="99"/>
    <w:rsid w:val="0030083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1</Pages>
  <Words>1433</Words>
  <Characters>818</Characters>
  <Application>Microsoft Office Outlook</Application>
  <DocSecurity>0</DocSecurity>
  <Lines>0</Lines>
  <Paragraphs>0</Paragraphs>
  <ScaleCrop>false</ScaleCrop>
  <Company>орготдел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CЄВЄРОДОНЕЦЬКА  МІСЬКА  РАДА</dc:title>
  <dc:subject/>
  <dc:creator>Пащенко</dc:creator>
  <cp:keywords/>
  <dc:description/>
  <cp:lastModifiedBy>admin</cp:lastModifiedBy>
  <cp:revision>6</cp:revision>
  <cp:lastPrinted>2019-05-10T08:11:00Z</cp:lastPrinted>
  <dcterms:created xsi:type="dcterms:W3CDTF">2019-02-22T13:41:00Z</dcterms:created>
  <dcterms:modified xsi:type="dcterms:W3CDTF">2019-05-31T06:44:00Z</dcterms:modified>
</cp:coreProperties>
</file>